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1793DB36" w:rsidR="0016385D" w:rsidRPr="00075EA6" w:rsidRDefault="00794520" w:rsidP="00D30640">
      <w:pPr>
        <w:pStyle w:val="PaperTitle"/>
        <w:spacing w:before="0"/>
        <w:rPr>
          <w:b w:val="0"/>
          <w:bCs/>
          <w:sz w:val="24"/>
          <w:szCs w:val="24"/>
        </w:rPr>
      </w:pPr>
      <w:bookmarkStart w:id="0" w:name="_Hlk200657928"/>
      <w:bookmarkEnd w:id="0"/>
      <w:r w:rsidRPr="00794520">
        <w:rPr>
          <w:bCs/>
        </w:rPr>
        <w:t>A Web-Based AI System for Summarizing Islamic Historical Biographies Using NLP Techniques</w:t>
      </w:r>
    </w:p>
    <w:p w14:paraId="56D8C2E1" w14:textId="53F50766" w:rsidR="00C14B14" w:rsidRPr="00AE7C11" w:rsidRDefault="007568A1" w:rsidP="00EB5510">
      <w:pPr>
        <w:pStyle w:val="AuthorName"/>
        <w:rPr>
          <w:sz w:val="20"/>
          <w:lang w:val="en-GB" w:eastAsia="en-GB"/>
        </w:rPr>
      </w:pPr>
      <w:proofErr w:type="spellStart"/>
      <w:r>
        <w:t>A’lya</w:t>
      </w:r>
      <w:proofErr w:type="spellEnd"/>
      <w:r>
        <w:t xml:space="preserve"> </w:t>
      </w:r>
      <w:proofErr w:type="spellStart"/>
      <w:r>
        <w:t>Nadhirah</w:t>
      </w:r>
      <w:proofErr w:type="spellEnd"/>
      <w:r>
        <w:t xml:space="preserve"> binti Abdul Hadi</w:t>
      </w:r>
      <w:r w:rsidR="00EF6940" w:rsidRPr="2F830975">
        <w:rPr>
          <w:vertAlign w:val="superscript"/>
        </w:rPr>
        <w:t>1,</w:t>
      </w:r>
      <w:r w:rsidR="003A5C85" w:rsidRPr="2F830975">
        <w:rPr>
          <w:vertAlign w:val="superscript"/>
        </w:rPr>
        <w:t xml:space="preserve"> </w:t>
      </w:r>
      <w:r w:rsidR="00EF6940" w:rsidRPr="2F830975">
        <w:rPr>
          <w:vertAlign w:val="superscript"/>
        </w:rPr>
        <w:t>a)</w:t>
      </w:r>
      <w:r w:rsidR="00AE7C11">
        <w:rPr>
          <w:vertAlign w:val="superscript"/>
        </w:rPr>
        <w:t xml:space="preserve"> </w:t>
      </w:r>
      <w:r w:rsidR="00AE7C11">
        <w:t>and S Prabha Kumaresan</w:t>
      </w:r>
      <w:r w:rsidR="00AE7C11">
        <w:rPr>
          <w:vertAlign w:val="superscript"/>
        </w:rPr>
        <w:t xml:space="preserve">1, </w:t>
      </w:r>
      <w:r w:rsidR="00AE7C11" w:rsidRPr="02E9830D">
        <w:rPr>
          <w:vertAlign w:val="superscript"/>
        </w:rPr>
        <w:t>2, b)</w:t>
      </w:r>
    </w:p>
    <w:p w14:paraId="258787EE" w14:textId="2F6AD48D" w:rsidR="00AE7C11" w:rsidRPr="0091101C" w:rsidRDefault="00AE7C11" w:rsidP="00AE7C11">
      <w:pPr>
        <w:pStyle w:val="AuthorAffiliation"/>
      </w:pPr>
      <w:r w:rsidRPr="0091101C">
        <w:rPr>
          <w:vertAlign w:val="superscript"/>
        </w:rPr>
        <w:t>1</w:t>
      </w:r>
      <w:r w:rsidRPr="0091101C">
        <w:t>Faculty of Computing and Informatics, Multimedia University, Persiaran Multimedia, 63100 Cyberjaya, Malaysia.</w:t>
      </w:r>
    </w:p>
    <w:p w14:paraId="5B766A22" w14:textId="7A29C4AB" w:rsidR="00AE7C11" w:rsidRPr="0091101C" w:rsidRDefault="00AE7C11" w:rsidP="00AE7C11">
      <w:pPr>
        <w:pStyle w:val="AuthorAffiliation"/>
      </w:pPr>
      <w:r w:rsidRPr="0091101C">
        <w:rPr>
          <w:vertAlign w:val="superscript"/>
        </w:rPr>
        <w:t>2</w:t>
      </w:r>
      <w:r w:rsidRPr="0091101C">
        <w:t xml:space="preserve">Center of Natural Language Processing (NLP), </w:t>
      </w:r>
      <w:proofErr w:type="spellStart"/>
      <w:r w:rsidRPr="0091101C">
        <w:t>CoE</w:t>
      </w:r>
      <w:proofErr w:type="spellEnd"/>
      <w:r w:rsidRPr="0091101C">
        <w:t xml:space="preserve"> for Artificial Intelligence, Multimedia University, Persiaran Multimedia, 63100 Cyberjaya, Malaysia.</w:t>
      </w:r>
    </w:p>
    <w:p w14:paraId="660A4893" w14:textId="6C060D83" w:rsidR="00AE7C11" w:rsidRPr="0091101C" w:rsidRDefault="00ED4A2C">
      <w:pPr>
        <w:pStyle w:val="AuthorEmail"/>
        <w:rPr>
          <w:i/>
          <w:iCs/>
        </w:rPr>
      </w:pPr>
      <w:r w:rsidRPr="00075EA6">
        <w:br/>
      </w:r>
      <w:r w:rsidR="00AE7C11" w:rsidRPr="0091101C">
        <w:rPr>
          <w:i/>
          <w:iCs/>
          <w:szCs w:val="28"/>
          <w:vertAlign w:val="superscript"/>
        </w:rPr>
        <w:t>b</w:t>
      </w:r>
      <w:r w:rsidR="00003D7C" w:rsidRPr="0091101C">
        <w:rPr>
          <w:i/>
          <w:iCs/>
          <w:szCs w:val="28"/>
          <w:vertAlign w:val="superscript"/>
        </w:rPr>
        <w:t>)</w:t>
      </w:r>
      <w:r w:rsidR="00003D7C" w:rsidRPr="0091101C">
        <w:rPr>
          <w:i/>
          <w:iCs/>
        </w:rPr>
        <w:t xml:space="preserve"> Corresponding</w:t>
      </w:r>
      <w:r w:rsidR="004E3CB2" w:rsidRPr="0091101C">
        <w:rPr>
          <w:i/>
          <w:iCs/>
        </w:rPr>
        <w:t xml:space="preserve"> author:</w:t>
      </w:r>
      <w:r w:rsidR="00AE7C11" w:rsidRPr="0091101C">
        <w:rPr>
          <w:i/>
          <w:iCs/>
        </w:rPr>
        <w:t xml:space="preserve"> prabha.kumaresan@mmu.edu.my</w:t>
      </w:r>
      <w:r w:rsidR="004E3CB2" w:rsidRPr="0091101C">
        <w:rPr>
          <w:i/>
          <w:iCs/>
        </w:rPr>
        <w:t xml:space="preserve"> </w:t>
      </w:r>
    </w:p>
    <w:p w14:paraId="5E05E235" w14:textId="0F23DA45" w:rsidR="003A5C85" w:rsidRPr="0091101C" w:rsidRDefault="00AE7C11">
      <w:pPr>
        <w:pStyle w:val="AuthorEmail"/>
        <w:rPr>
          <w:i/>
          <w:iCs/>
        </w:rPr>
      </w:pPr>
      <w:r w:rsidRPr="0091101C">
        <w:rPr>
          <w:i/>
          <w:iCs/>
          <w:vertAlign w:val="superscript"/>
        </w:rPr>
        <w:t>a)</w:t>
      </w:r>
      <w:hyperlink r:id="rId11" w:history="1">
        <w:r w:rsidRPr="0091101C">
          <w:rPr>
            <w:rStyle w:val="Hyperlink"/>
            <w:i/>
            <w:iCs/>
            <w:color w:val="000000" w:themeColor="text1"/>
            <w:u w:val="none"/>
          </w:rPr>
          <w:t>1221303601@student.mmu.edu.my</w:t>
        </w:r>
      </w:hyperlink>
    </w:p>
    <w:p w14:paraId="5B9AFB23" w14:textId="3483F0C1" w:rsidR="0014361D" w:rsidRDefault="0016385D" w:rsidP="0014361D">
      <w:pPr>
        <w:pStyle w:val="Abstract"/>
      </w:pPr>
      <w:r w:rsidRPr="00075EA6">
        <w:rPr>
          <w:b/>
          <w:bCs/>
        </w:rPr>
        <w:t>Abstract.</w:t>
      </w:r>
      <w:r w:rsidRPr="00075EA6">
        <w:t xml:space="preserve"> </w:t>
      </w:r>
      <w:r w:rsidR="000D7FAF" w:rsidRPr="000D7FAF">
        <w:t xml:space="preserve">Text summarization has </w:t>
      </w:r>
      <w:r w:rsidR="00857C78">
        <w:t xml:space="preserve">been in the </w:t>
      </w:r>
      <w:r w:rsidR="00992C53">
        <w:t>industry</w:t>
      </w:r>
      <w:r w:rsidR="000D7FAF" w:rsidRPr="000D7FAF">
        <w:t xml:space="preserve"> since before the 20th century, yet a significant gap remains in methodologies tailored to </w:t>
      </w:r>
      <w:r w:rsidR="00D27527">
        <w:t xml:space="preserve">the </w:t>
      </w:r>
      <w:r w:rsidR="000D7FAF" w:rsidRPr="000D7FAF">
        <w:t>Islamic historical texts</w:t>
      </w:r>
      <w:r w:rsidR="00D27527">
        <w:t xml:space="preserve"> domain</w:t>
      </w:r>
      <w:r w:rsidR="000D7FAF" w:rsidRPr="000D7FAF">
        <w:t>. These texts feature rich narratives</w:t>
      </w:r>
      <w:r w:rsidR="0032220D">
        <w:t xml:space="preserve">, </w:t>
      </w:r>
      <w:r w:rsidR="0087153D">
        <w:t>compl</w:t>
      </w:r>
      <w:r w:rsidR="00016F83">
        <w:t>ex</w:t>
      </w:r>
      <w:r w:rsidR="000D7FAF" w:rsidRPr="000D7FAF">
        <w:t xml:space="preserve"> details</w:t>
      </w:r>
      <w:r w:rsidR="00016F83">
        <w:t>,</w:t>
      </w:r>
      <w:r w:rsidR="0032220D">
        <w:t xml:space="preserve"> and </w:t>
      </w:r>
      <w:r w:rsidR="004E12C6">
        <w:t>unique vocabulary,</w:t>
      </w:r>
      <w:r w:rsidR="000D7FAF" w:rsidRPr="000D7FAF">
        <w:t xml:space="preserve"> </w:t>
      </w:r>
      <w:r w:rsidR="004E12C6">
        <w:t>which pose</w:t>
      </w:r>
      <w:r w:rsidR="000D7FAF" w:rsidRPr="000D7FAF">
        <w:t xml:space="preserve"> unique challenges for summarization. This </w:t>
      </w:r>
      <w:r w:rsidR="004E12C6">
        <w:t xml:space="preserve">research </w:t>
      </w:r>
      <w:r w:rsidR="000D7FAF" w:rsidRPr="000D7FAF">
        <w:t xml:space="preserve">addresses this gap </w:t>
      </w:r>
      <w:r w:rsidR="00511610">
        <w:t xml:space="preserve">by </w:t>
      </w:r>
      <w:r w:rsidR="00060673">
        <w:t>conducting</w:t>
      </w:r>
      <w:r w:rsidR="000D7FAF" w:rsidRPr="000D7FAF">
        <w:t xml:space="preserve"> a comparative analysis of four </w:t>
      </w:r>
      <w:r w:rsidR="00407041">
        <w:t xml:space="preserve">pre-trained </w:t>
      </w:r>
      <w:r w:rsidR="000D7FAF" w:rsidRPr="000D7FAF">
        <w:t>Natural Language Processing (NLP) models: two extractive models, Lexical Rank summarization (</w:t>
      </w:r>
      <w:proofErr w:type="spellStart"/>
      <w:r w:rsidR="000D7FAF" w:rsidRPr="000D7FAF">
        <w:t>LexRank</w:t>
      </w:r>
      <w:proofErr w:type="spellEnd"/>
      <w:r w:rsidR="000D7FAF" w:rsidRPr="000D7FAF">
        <w:t>) and Heterogeneous Transformer (HETFORMER), and two abstractive models, Bidirectional and Auto-Regressive Transformer (BART) and Pre-training with Extracted Gap-sentences for Abstractive Summarization (PEGASUS). These models are evaluated based on their effectiveness in summarizing Islamic historical biographies while ensuring the</w:t>
      </w:r>
      <w:r w:rsidR="004D7BB2">
        <w:t xml:space="preserve"> preservation </w:t>
      </w:r>
      <w:r w:rsidR="000D7FAF" w:rsidRPr="000D7FAF">
        <w:t xml:space="preserve">of </w:t>
      </w:r>
      <w:r w:rsidR="009128DE">
        <w:t>essential</w:t>
      </w:r>
      <w:r w:rsidR="000D7FAF" w:rsidRPr="000D7FAF">
        <w:t xml:space="preserve"> entities and thematic coherence. The </w:t>
      </w:r>
      <w:r w:rsidR="0061708A">
        <w:t>output of the highest performance model</w:t>
      </w:r>
      <w:r w:rsidR="00120761">
        <w:t xml:space="preserve"> </w:t>
      </w:r>
      <w:r w:rsidR="00470A9D">
        <w:t>is</w:t>
      </w:r>
      <w:r w:rsidR="001A1E90">
        <w:t xml:space="preserve"> </w:t>
      </w:r>
      <w:r w:rsidR="0061708A">
        <w:t>selected to be the summary texts</w:t>
      </w:r>
      <w:r w:rsidR="005542BE">
        <w:t xml:space="preserve"> </w:t>
      </w:r>
      <w:r w:rsidR="000D7FAF" w:rsidRPr="000D7FAF">
        <w:t xml:space="preserve">in a web-based system. By </w:t>
      </w:r>
      <w:r w:rsidR="00B257D6">
        <w:t xml:space="preserve">utilizing </w:t>
      </w:r>
      <w:r w:rsidR="000D7FAF" w:rsidRPr="000D7FAF">
        <w:t xml:space="preserve">AI-driven knowledge dissemination, this project seeks to modernize the study of Islamic history, making historical narratives more accessible to scholars, educators, and the </w:t>
      </w:r>
      <w:proofErr w:type="gramStart"/>
      <w:r w:rsidR="000D7FAF" w:rsidRPr="000D7FAF">
        <w:t>general public</w:t>
      </w:r>
      <w:proofErr w:type="gramEnd"/>
      <w:r w:rsidR="00660286">
        <w:t xml:space="preserve"> in today’s age</w:t>
      </w:r>
      <w:r w:rsidR="000D7FAF" w:rsidRPr="000D7FAF">
        <w:t xml:space="preserve">. The </w:t>
      </w:r>
      <w:r w:rsidR="00660286">
        <w:t>result</w:t>
      </w:r>
      <w:r w:rsidR="000D7FAF" w:rsidRPr="000D7FAF">
        <w:t>s contribute to computational humanities</w:t>
      </w:r>
      <w:r w:rsidR="00660286">
        <w:t xml:space="preserve"> </w:t>
      </w:r>
      <w:r w:rsidR="00EB132D">
        <w:t xml:space="preserve">research </w:t>
      </w:r>
      <w:r w:rsidR="000D7FAF" w:rsidRPr="000D7FAF">
        <w:t xml:space="preserve">and AI-assisted </w:t>
      </w:r>
      <w:r w:rsidR="007C6915">
        <w:t>historiography</w:t>
      </w:r>
      <w:r w:rsidR="000D7FAF" w:rsidRPr="000D7FAF">
        <w:t xml:space="preserve">, </w:t>
      </w:r>
      <w:r w:rsidR="006F6382">
        <w:t>facilitating advancements</w:t>
      </w:r>
      <w:r w:rsidR="000D7FAF" w:rsidRPr="000D7FAF">
        <w:t xml:space="preserve"> in </w:t>
      </w:r>
      <w:r w:rsidR="00842EE6">
        <w:t xml:space="preserve">the </w:t>
      </w:r>
      <w:r w:rsidR="0046309B">
        <w:t xml:space="preserve">new exploration of </w:t>
      </w:r>
      <w:r w:rsidR="00842EE6">
        <w:t>the Islamic history domain in</w:t>
      </w:r>
      <w:r w:rsidR="000D7FAF" w:rsidRPr="000D7FAF">
        <w:t xml:space="preserve"> text summarization</w:t>
      </w:r>
      <w:r w:rsidR="00842EE6">
        <w:t>.</w:t>
      </w:r>
    </w:p>
    <w:p w14:paraId="1CC6F100" w14:textId="0CD4183F" w:rsidR="00661534" w:rsidRPr="00075EA6" w:rsidRDefault="00661534" w:rsidP="00661534">
      <w:pPr>
        <w:pStyle w:val="Heading1"/>
        <w:rPr>
          <w:b w:val="0"/>
          <w:caps w:val="0"/>
          <w:sz w:val="20"/>
        </w:rPr>
      </w:pPr>
      <w:r>
        <w:t>INTRODUCTION</w:t>
      </w:r>
    </w:p>
    <w:p w14:paraId="7A6A80BE" w14:textId="01BE913B" w:rsidR="00D85D62" w:rsidRPr="00D85D62" w:rsidRDefault="00D85D62" w:rsidP="00D85D62">
      <w:pPr>
        <w:pStyle w:val="Paragraph"/>
        <w:rPr>
          <w:lang w:val="en-MY"/>
        </w:rPr>
      </w:pPr>
      <w:r w:rsidRPr="00D85D62">
        <w:rPr>
          <w:lang w:val="en-MY"/>
        </w:rPr>
        <w:t>In today’s fast-paced world, people often need quick access to information. Long factual texts that require a considerable amount of time to read and search for important points may become difficult to process. This is where text summarization techniques extract and condense key information, thus significantly saving reading time. This may be evident in several domains like news reporting, medical research, and literary novels.</w:t>
      </w:r>
    </w:p>
    <w:p w14:paraId="73026A8B" w14:textId="502B4D1A" w:rsidR="00CD5374" w:rsidRDefault="00D85D62" w:rsidP="00D85D62">
      <w:pPr>
        <w:pStyle w:val="Paragraph"/>
      </w:pPr>
      <w:r w:rsidRPr="00D85D62">
        <w:rPr>
          <w:lang w:val="en-MY"/>
        </w:rPr>
        <w:t>In educational settings, a campus-based chatbot system is developed to assist students with academic queries using intelligent neural network models [1]. These systems indicate how NLP can handle large-scale and domain-specific information efficiently. The same issue arises with Islamic historical biographies, such as "The First Series" by Yaqeen Institute, where extensive documents make it difficult for users to obtain a brief overview of an episode before deciding whether to watch it.</w:t>
      </w:r>
    </w:p>
    <w:p w14:paraId="3EBE4CE2" w14:textId="77777777" w:rsidR="00CD5374" w:rsidRPr="00E672B3" w:rsidRDefault="00CD5374" w:rsidP="00CD5374">
      <w:pPr>
        <w:pStyle w:val="Paragraph"/>
        <w:rPr>
          <w:lang w:val="en-MY"/>
        </w:rPr>
      </w:pPr>
      <w:r w:rsidRPr="00E672B3">
        <w:rPr>
          <w:lang w:val="en-MY"/>
        </w:rPr>
        <w:t xml:space="preserve">Despite the advancements in general text summarization methodologies, </w:t>
      </w:r>
      <w:r>
        <w:rPr>
          <w:lang w:val="en-MY"/>
        </w:rPr>
        <w:t>the major</w:t>
      </w:r>
      <w:r w:rsidRPr="00E672B3">
        <w:rPr>
          <w:lang w:val="en-MY"/>
        </w:rPr>
        <w:t xml:space="preserve"> research gap</w:t>
      </w:r>
      <w:r>
        <w:rPr>
          <w:lang w:val="en-MY"/>
        </w:rPr>
        <w:t xml:space="preserve"> remains </w:t>
      </w:r>
      <w:r w:rsidRPr="00E672B3">
        <w:rPr>
          <w:lang w:val="en-MY"/>
        </w:rPr>
        <w:t>in tools specifically designed for the Islamic historical domain</w:t>
      </w:r>
      <w:r>
        <w:rPr>
          <w:lang w:val="en-MY"/>
        </w:rPr>
        <w:t xml:space="preserve">. </w:t>
      </w:r>
      <w:r w:rsidRPr="00E672B3">
        <w:rPr>
          <w:lang w:val="en-MY"/>
        </w:rPr>
        <w:t xml:space="preserve">To address this gap, our research </w:t>
      </w:r>
      <w:r>
        <w:rPr>
          <w:lang w:val="en-MY"/>
        </w:rPr>
        <w:t>conducted</w:t>
      </w:r>
      <w:r w:rsidRPr="00E672B3">
        <w:rPr>
          <w:lang w:val="en-MY"/>
        </w:rPr>
        <w:t xml:space="preserve"> </w:t>
      </w:r>
      <w:r>
        <w:rPr>
          <w:lang w:val="en-MY"/>
        </w:rPr>
        <w:t>a comparison of four different pre-trained NLP models and tested out their performance, and then we developed</w:t>
      </w:r>
      <w:r w:rsidRPr="00E672B3">
        <w:rPr>
          <w:lang w:val="en-MY"/>
        </w:rPr>
        <w:t xml:space="preserve"> a specialized </w:t>
      </w:r>
      <w:r>
        <w:rPr>
          <w:lang w:val="en-MY"/>
        </w:rPr>
        <w:t>web-based system</w:t>
      </w:r>
      <w:r w:rsidRPr="00E672B3">
        <w:rPr>
          <w:lang w:val="en-MY"/>
        </w:rPr>
        <w:t xml:space="preserve"> </w:t>
      </w:r>
      <w:r>
        <w:rPr>
          <w:lang w:val="en-MY"/>
        </w:rPr>
        <w:t>to provide a tailored platform for Islamic biographies summarization</w:t>
      </w:r>
      <w:r w:rsidRPr="00E672B3">
        <w:rPr>
          <w:lang w:val="en-MY"/>
        </w:rPr>
        <w:t>.</w:t>
      </w:r>
    </w:p>
    <w:p w14:paraId="259853A5" w14:textId="77777777" w:rsidR="00CD5374" w:rsidRPr="00E672B3" w:rsidRDefault="00CD5374" w:rsidP="00CD5374">
      <w:pPr>
        <w:pStyle w:val="Paragraph"/>
        <w:rPr>
          <w:lang w:val="en-MY"/>
        </w:rPr>
      </w:pPr>
      <w:r w:rsidRPr="00E672B3">
        <w:rPr>
          <w:lang w:val="en-MY"/>
        </w:rPr>
        <w:t>The proposed system deliver</w:t>
      </w:r>
      <w:r>
        <w:rPr>
          <w:lang w:val="en-MY"/>
        </w:rPr>
        <w:t>s</w:t>
      </w:r>
      <w:r w:rsidRPr="00E672B3">
        <w:rPr>
          <w:lang w:val="en-MY"/>
        </w:rPr>
        <w:t xml:space="preserve"> concise</w:t>
      </w:r>
      <w:r>
        <w:rPr>
          <w:lang w:val="en-MY"/>
        </w:rPr>
        <w:t xml:space="preserve"> and thematic</w:t>
      </w:r>
      <w:r w:rsidRPr="00E672B3">
        <w:rPr>
          <w:lang w:val="en-MY"/>
        </w:rPr>
        <w:t xml:space="preserve"> summaries of Islamic historical biographies, </w:t>
      </w:r>
      <w:r>
        <w:rPr>
          <w:lang w:val="en-MY"/>
        </w:rPr>
        <w:t xml:space="preserve">thus </w:t>
      </w:r>
      <w:r w:rsidRPr="00E672B3">
        <w:rPr>
          <w:lang w:val="en-MY"/>
        </w:rPr>
        <w:t xml:space="preserve">facilitating quicker access to essential information. By addressing this specific need within the domain, this research not only expands </w:t>
      </w:r>
      <w:r>
        <w:rPr>
          <w:lang w:val="en-MY"/>
        </w:rPr>
        <w:t xml:space="preserve">the new domain </w:t>
      </w:r>
      <w:r w:rsidRPr="00E672B3">
        <w:rPr>
          <w:lang w:val="en-MY"/>
        </w:rPr>
        <w:t xml:space="preserve">of text summarization but also </w:t>
      </w:r>
      <w:r>
        <w:rPr>
          <w:lang w:val="en-MY"/>
        </w:rPr>
        <w:t>makes an important contribution</w:t>
      </w:r>
      <w:r w:rsidRPr="00E672B3">
        <w:rPr>
          <w:lang w:val="en-MY"/>
        </w:rPr>
        <w:t xml:space="preserve"> to enhancing educational engagement and knowledge dissemination related to the influential figures in Islamic history.</w:t>
      </w:r>
    </w:p>
    <w:p w14:paraId="70CC5535" w14:textId="298D7846" w:rsidR="00662F55" w:rsidRPr="004E4903" w:rsidRDefault="00AE7C11" w:rsidP="004E4903">
      <w:pPr>
        <w:pStyle w:val="Heading1"/>
        <w:rPr>
          <w:b w:val="0"/>
          <w:caps w:val="0"/>
          <w:sz w:val="20"/>
        </w:rPr>
      </w:pPr>
      <w:r>
        <w:t>RELATED WORKS</w:t>
      </w:r>
    </w:p>
    <w:p w14:paraId="147659C9" w14:textId="19741473" w:rsidR="00662F55" w:rsidRDefault="00662F55" w:rsidP="00662F55">
      <w:pPr>
        <w:pStyle w:val="Heading2"/>
      </w:pPr>
      <w:r>
        <w:t>Extractive Summarization</w:t>
      </w:r>
      <w:r w:rsidR="008C18ED">
        <w:t xml:space="preserve"> Models</w:t>
      </w:r>
    </w:p>
    <w:p w14:paraId="6D5A1EE2" w14:textId="3F5AFE66" w:rsidR="00D85D62" w:rsidRDefault="00D85D62" w:rsidP="00D85D62">
      <w:pPr>
        <w:pStyle w:val="Paragraph"/>
      </w:pPr>
      <w:r>
        <w:t xml:space="preserve">Extractive summarization is widely used to extract key sentences, which is useful for summarizing historical biographies where factual accuracy is crucial. This section reviews studies on extractive models and assesses their relevance to Islamic historical texts. One study explored automatic text summarization using Word2Vec embedding </w:t>
      </w:r>
      <w:r>
        <w:lastRenderedPageBreak/>
        <w:t xml:space="preserve">combined with k-means clustering, then applied a ranking algorithm to select the most relevant sentences. The model consistently outperformed other extractive methods like OPINOSIS and </w:t>
      </w:r>
      <w:proofErr w:type="spellStart"/>
      <w:r>
        <w:t>PyTextRank</w:t>
      </w:r>
      <w:proofErr w:type="spellEnd"/>
      <w:r>
        <w:t xml:space="preserve"> across various summary lengths [2]. Recent studies have used deep learning to improve the coherence of the text. For example, a study presented a Siamese-BERT model for semantic text-matching, achieving a high ROUGE-1 score on CNN/</w:t>
      </w:r>
      <w:proofErr w:type="spellStart"/>
      <w:r>
        <w:t>DailyMail</w:t>
      </w:r>
      <w:proofErr w:type="spellEnd"/>
      <w:r>
        <w:t xml:space="preserve"> using </w:t>
      </w:r>
      <w:proofErr w:type="spellStart"/>
      <w:r>
        <w:t>RoBERTa</w:t>
      </w:r>
      <w:proofErr w:type="spellEnd"/>
      <w:r>
        <w:t>-base. Although this method improves semantic consistency, it may struggle in fluency and depth of context found in historical narratives [3].</w:t>
      </w:r>
    </w:p>
    <w:p w14:paraId="2F4B4EC3" w14:textId="677ADE9B" w:rsidR="00E85173" w:rsidRDefault="00CD5374" w:rsidP="00EF3E26">
      <w:pPr>
        <w:pStyle w:val="Paragraph"/>
      </w:pPr>
      <w:r>
        <w:t xml:space="preserve">Next, other </w:t>
      </w:r>
      <w:r w:rsidR="00D85D62">
        <w:t>works</w:t>
      </w:r>
      <w:r>
        <w:t xml:space="preserve"> have</w:t>
      </w:r>
      <w:r w:rsidRPr="00E85173">
        <w:t xml:space="preserve"> focused on domain-specific optimization</w:t>
      </w:r>
      <w:r w:rsidR="00D85D62">
        <w:t xml:space="preserve"> [2]</w:t>
      </w:r>
      <w:r w:rsidRPr="00E85173">
        <w:t xml:space="preserve">. For example, </w:t>
      </w:r>
      <w:r>
        <w:t xml:space="preserve">the </w:t>
      </w:r>
      <w:r w:rsidRPr="00E85173">
        <w:t>BERT</w:t>
      </w:r>
      <w:r>
        <w:t xml:space="preserve"> model</w:t>
      </w:r>
      <w:r w:rsidRPr="00E85173">
        <w:t xml:space="preserve"> was fine-tuned </w:t>
      </w:r>
      <w:r>
        <w:t>to facilitate the summarization of</w:t>
      </w:r>
      <w:r w:rsidRPr="00E85173">
        <w:t xml:space="preserve"> unstructured call transcripts</w:t>
      </w:r>
      <w:r>
        <w:t xml:space="preserve"> for</w:t>
      </w:r>
      <w:r w:rsidRPr="00E85173">
        <w:t xml:space="preserve"> </w:t>
      </w:r>
      <w:r>
        <w:t>higher</w:t>
      </w:r>
      <w:r w:rsidRPr="00E85173">
        <w:t xml:space="preserve"> ROUGE scores </w:t>
      </w:r>
      <w:r w:rsidR="006319C0">
        <w:t>[</w:t>
      </w:r>
      <w:r w:rsidR="007B1CF1">
        <w:t>4</w:t>
      </w:r>
      <w:r w:rsidR="006319C0">
        <w:t>].</w:t>
      </w:r>
      <w:r w:rsidR="00A45723">
        <w:t xml:space="preserve"> </w:t>
      </w:r>
      <w:r w:rsidR="00E85173" w:rsidRPr="00E85173">
        <w:t xml:space="preserve">Similarly, </w:t>
      </w:r>
      <w:proofErr w:type="spellStart"/>
      <w:r w:rsidR="00E85173" w:rsidRPr="00E85173">
        <w:t>TextRank</w:t>
      </w:r>
      <w:proofErr w:type="spellEnd"/>
      <w:r w:rsidR="00E85173" w:rsidRPr="00E85173">
        <w:t xml:space="preserve">-based clustering showed improved </w:t>
      </w:r>
      <w:r w:rsidR="005307A9">
        <w:t>R</w:t>
      </w:r>
      <w:r w:rsidR="00E85173" w:rsidRPr="00E85173">
        <w:t>ecall performance in an unsupervised setting [</w:t>
      </w:r>
      <w:r w:rsidR="00590EB8">
        <w:t>5</w:t>
      </w:r>
      <w:r w:rsidR="00E85173" w:rsidRPr="00E85173">
        <w:t xml:space="preserve">]. However, </w:t>
      </w:r>
      <w:r w:rsidR="0072101D">
        <w:t>inputs like</w:t>
      </w:r>
      <w:r w:rsidR="00E85173" w:rsidRPr="00E85173">
        <w:t xml:space="preserve"> call transcripts</w:t>
      </w:r>
      <w:r w:rsidR="0072101D">
        <w:t xml:space="preserve"> </w:t>
      </w:r>
      <w:r w:rsidR="00E85173" w:rsidRPr="00E85173">
        <w:t xml:space="preserve">have turn-based structures that </w:t>
      </w:r>
      <w:r w:rsidR="00F52FDA">
        <w:t>differ</w:t>
      </w:r>
      <w:r w:rsidR="00E85173" w:rsidRPr="00E85173">
        <w:t xml:space="preserve"> from the chronological</w:t>
      </w:r>
      <w:r w:rsidR="00CD6344">
        <w:t xml:space="preserve"> and thematic</w:t>
      </w:r>
      <w:r w:rsidR="00E85173" w:rsidRPr="00E85173">
        <w:t xml:space="preserve"> complexit</w:t>
      </w:r>
      <w:r w:rsidR="00CD6344">
        <w:t>ies</w:t>
      </w:r>
      <w:r w:rsidR="00E85173" w:rsidRPr="00E85173">
        <w:t xml:space="preserve"> of historical biographies.</w:t>
      </w:r>
    </w:p>
    <w:p w14:paraId="1996E66E" w14:textId="5F4C34AC" w:rsidR="00E651D6" w:rsidRPr="00E651D6" w:rsidRDefault="00E651D6" w:rsidP="00EF3E26">
      <w:pPr>
        <w:pStyle w:val="Paragraph"/>
      </w:pPr>
      <w:r w:rsidRPr="00E651D6">
        <w:t xml:space="preserve">Among graph-based ranking methods, </w:t>
      </w:r>
      <w:proofErr w:type="spellStart"/>
      <w:r w:rsidRPr="00E651D6">
        <w:t>TextRank</w:t>
      </w:r>
      <w:proofErr w:type="spellEnd"/>
      <w:r w:rsidRPr="00E651D6">
        <w:t xml:space="preserve"> and </w:t>
      </w:r>
      <w:proofErr w:type="spellStart"/>
      <w:r w:rsidRPr="00E651D6">
        <w:t>LexRank</w:t>
      </w:r>
      <w:proofErr w:type="spellEnd"/>
      <w:r w:rsidRPr="00E651D6">
        <w:t xml:space="preserve"> have been popular for extractive summarization. </w:t>
      </w:r>
      <w:proofErr w:type="spellStart"/>
      <w:r w:rsidRPr="00E651D6">
        <w:t>TextRank</w:t>
      </w:r>
      <w:proofErr w:type="spellEnd"/>
      <w:r w:rsidRPr="00E651D6">
        <w:t xml:space="preserve"> constructs a similarity graph </w:t>
      </w:r>
      <w:r w:rsidR="0094355C">
        <w:t>based on</w:t>
      </w:r>
      <w:r w:rsidRPr="00E651D6">
        <w:t xml:space="preserve"> </w:t>
      </w:r>
      <w:r w:rsidR="0094355C">
        <w:t>sentence overlap</w:t>
      </w:r>
      <w:r w:rsidR="001466B9">
        <w:t>s</w:t>
      </w:r>
      <w:r w:rsidR="0085341C">
        <w:t>, which potentially summarizes</w:t>
      </w:r>
      <w:r w:rsidR="003727A3">
        <w:t xml:space="preserve"> without</w:t>
      </w:r>
      <w:r w:rsidR="007D7D40" w:rsidRPr="007D7D40">
        <w:t xml:space="preserve"> considering the relevance of </w:t>
      </w:r>
      <w:r w:rsidR="0085341C">
        <w:t xml:space="preserve">topic-related terms. </w:t>
      </w:r>
      <w:r w:rsidRPr="00E651D6">
        <w:t xml:space="preserve">In contrast, </w:t>
      </w:r>
      <w:proofErr w:type="spellStart"/>
      <w:r w:rsidRPr="00E651D6">
        <w:t>LexRank</w:t>
      </w:r>
      <w:proofErr w:type="spellEnd"/>
      <w:r w:rsidRPr="00E651D6">
        <w:t xml:space="preserve"> </w:t>
      </w:r>
      <w:r w:rsidR="007D7D40">
        <w:t>employed</w:t>
      </w:r>
      <w:r w:rsidRPr="00E651D6">
        <w:t xml:space="preserve"> TF-IDF weighted vectors and cosine similarity to compute sentence similarity, </w:t>
      </w:r>
      <w:r w:rsidR="00C316D5">
        <w:t xml:space="preserve">which </w:t>
      </w:r>
      <w:r w:rsidR="00BE365F">
        <w:t xml:space="preserve">helps </w:t>
      </w:r>
      <w:r w:rsidR="0085341C">
        <w:t>capture</w:t>
      </w:r>
      <w:r w:rsidRPr="00E651D6">
        <w:t xml:space="preserve"> semantically important content while normalizing for sentence length. [</w:t>
      </w:r>
      <w:r w:rsidR="00590EB8">
        <w:t>6</w:t>
      </w:r>
      <w:r w:rsidRPr="00E651D6">
        <w:t>].</w:t>
      </w:r>
    </w:p>
    <w:p w14:paraId="145C6D0D" w14:textId="183C31BF" w:rsidR="009A44A8" w:rsidRDefault="00274F9D" w:rsidP="00C006AD">
      <w:pPr>
        <w:pStyle w:val="Paragraph"/>
      </w:pPr>
      <w:r w:rsidRPr="00274F9D">
        <w:t>A notable advancement in this field is HETFORMER</w:t>
      </w:r>
      <w:r w:rsidR="007C42F9">
        <w:t xml:space="preserve">. </w:t>
      </w:r>
      <w:r w:rsidR="00EF3E26" w:rsidRPr="00274F9D">
        <w:t>This pre-trained model u</w:t>
      </w:r>
      <w:r w:rsidR="00846CEA">
        <w:t>tilized</w:t>
      </w:r>
      <w:r w:rsidR="00EF3E26" w:rsidRPr="00274F9D">
        <w:t xml:space="preserve"> multi-granularity sparse attention </w:t>
      </w:r>
      <w:r w:rsidR="00044E9C">
        <w:t xml:space="preserve">mechanisms </w:t>
      </w:r>
      <w:r w:rsidR="00EF3E26" w:rsidRPr="00274F9D">
        <w:t xml:space="preserve">for long-text extractive summarization. </w:t>
      </w:r>
      <w:r w:rsidR="00044E9C">
        <w:t>In its evaluation</w:t>
      </w:r>
      <w:r w:rsidR="00EF3E26" w:rsidRPr="00274F9D">
        <w:t xml:space="preserve"> on CNN/</w:t>
      </w:r>
      <w:proofErr w:type="spellStart"/>
      <w:r w:rsidR="00EF3E26" w:rsidRPr="00274F9D">
        <w:t>DailyMail</w:t>
      </w:r>
      <w:proofErr w:type="spellEnd"/>
      <w:r w:rsidR="00EF3E26" w:rsidRPr="00274F9D">
        <w:t xml:space="preserve"> and Multi-News datasets, HETFORMER achieved </w:t>
      </w:r>
      <w:r w:rsidR="00AE7C11">
        <w:t>state</w:t>
      </w:r>
      <w:r w:rsidR="00EF3E26" w:rsidRPr="00274F9D">
        <w:t>-of-the-art performance while being more efficient in memory and parameters than existing models</w:t>
      </w:r>
      <w:r w:rsidR="004F613E">
        <w:t xml:space="preserve"> [</w:t>
      </w:r>
      <w:r w:rsidR="00590EB8">
        <w:t>7</w:t>
      </w:r>
      <w:r w:rsidR="004F613E">
        <w:t>]</w:t>
      </w:r>
      <w:r w:rsidR="00EF3E26" w:rsidRPr="00274F9D">
        <w:t xml:space="preserve">. </w:t>
      </w:r>
      <w:r w:rsidR="00EB3121">
        <w:t xml:space="preserve">From the analysis above, </w:t>
      </w:r>
      <w:proofErr w:type="spellStart"/>
      <w:r w:rsidR="00EB3121">
        <w:t>LexRank</w:t>
      </w:r>
      <w:proofErr w:type="spellEnd"/>
      <w:r w:rsidR="00EB3121">
        <w:t xml:space="preserve"> and HETFORMER </w:t>
      </w:r>
      <w:r w:rsidR="00307765">
        <w:t xml:space="preserve">seem to be appropriate models for </w:t>
      </w:r>
      <w:r w:rsidR="00307765" w:rsidRPr="00E651D6">
        <w:t xml:space="preserve">summarizing historical texts like Islamic biographies, where </w:t>
      </w:r>
      <w:r w:rsidR="002F3D64">
        <w:t xml:space="preserve">efficiency in handling long texts and </w:t>
      </w:r>
      <w:r w:rsidR="00307765" w:rsidRPr="00E651D6">
        <w:t>accurate thematic extraction is</w:t>
      </w:r>
      <w:r w:rsidR="00307765">
        <w:t xml:space="preserve"> important</w:t>
      </w:r>
      <w:r w:rsidR="002F3D64">
        <w:t>.</w:t>
      </w:r>
    </w:p>
    <w:p w14:paraId="1DCD6512" w14:textId="236C0F8A" w:rsidR="009A44A8" w:rsidRDefault="009A44A8" w:rsidP="009A44A8">
      <w:pPr>
        <w:pStyle w:val="Heading2"/>
      </w:pPr>
      <w:r>
        <w:t>Abstractive Summarization</w:t>
      </w:r>
      <w:r w:rsidR="008C18ED">
        <w:t xml:space="preserve"> Models</w:t>
      </w:r>
    </w:p>
    <w:p w14:paraId="50B14EF1" w14:textId="17ED2B91" w:rsidR="00CF73EF" w:rsidRDefault="005A7C70" w:rsidP="009A44A8">
      <w:pPr>
        <w:pStyle w:val="Paragraph"/>
      </w:pPr>
      <w:r w:rsidRPr="005A7C70">
        <w:t xml:space="preserve">Abstractive summarization generates new sentences rather than extracting them, making it useful for </w:t>
      </w:r>
      <w:r w:rsidR="00930006">
        <w:t xml:space="preserve">producing </w:t>
      </w:r>
      <w:r w:rsidRPr="005A7C70">
        <w:t xml:space="preserve">more </w:t>
      </w:r>
      <w:r w:rsidR="00BC020A">
        <w:t xml:space="preserve">fluent and </w:t>
      </w:r>
      <w:r w:rsidR="0006683B">
        <w:t xml:space="preserve">coherent </w:t>
      </w:r>
      <w:r w:rsidRPr="005A7C70">
        <w:t xml:space="preserve">narratives. However, </w:t>
      </w:r>
      <w:r w:rsidR="00CF73EF">
        <w:t>it may struggle with</w:t>
      </w:r>
      <w:r w:rsidRPr="005A7C70">
        <w:t xml:space="preserve"> factual consistency,</w:t>
      </w:r>
      <w:r w:rsidR="00BC020A">
        <w:t xml:space="preserve"> as </w:t>
      </w:r>
      <w:proofErr w:type="gramStart"/>
      <w:r w:rsidR="00CF73EF">
        <w:t>abstractive</w:t>
      </w:r>
      <w:proofErr w:type="gramEnd"/>
      <w:r w:rsidR="00CF73EF">
        <w:t xml:space="preserve"> models</w:t>
      </w:r>
      <w:r w:rsidR="006A34FA">
        <w:t xml:space="preserve"> </w:t>
      </w:r>
      <w:r w:rsidR="002E6B81">
        <w:t xml:space="preserve">might </w:t>
      </w:r>
      <w:r w:rsidR="006A34FA">
        <w:t xml:space="preserve">generate </w:t>
      </w:r>
      <w:r w:rsidR="006B1552">
        <w:t>nonexistent</w:t>
      </w:r>
      <w:r w:rsidR="006A34FA">
        <w:t xml:space="preserve"> </w:t>
      </w:r>
      <w:r w:rsidR="006B1552">
        <w:t>context,</w:t>
      </w:r>
      <w:r w:rsidRPr="005A7C70">
        <w:t xml:space="preserve"> which can be challenging when summarizing historical texts. </w:t>
      </w:r>
    </w:p>
    <w:p w14:paraId="04FCEB23" w14:textId="1CE4CF72" w:rsidR="003221E0" w:rsidRDefault="005F414E" w:rsidP="004F10BC">
      <w:pPr>
        <w:pStyle w:val="Paragraph"/>
      </w:pPr>
      <w:r>
        <w:t>A comparison was made between</w:t>
      </w:r>
      <w:r w:rsidR="005A7C70" w:rsidRPr="005A7C70">
        <w:t xml:space="preserve"> T5, BART, and PEGASUS on medical documents and found PEGASUS consistently outperformed other models across all ROUGE metrics</w:t>
      </w:r>
      <w:r w:rsidR="004F613E">
        <w:t xml:space="preserve"> [</w:t>
      </w:r>
      <w:r w:rsidR="00590EB8">
        <w:t>8</w:t>
      </w:r>
      <w:r w:rsidR="004F613E">
        <w:t>]</w:t>
      </w:r>
      <w:r w:rsidR="005A7C70" w:rsidRPr="005A7C70">
        <w:t xml:space="preserve">. </w:t>
      </w:r>
      <w:r w:rsidR="00DE2F85">
        <w:t>Another approach</w:t>
      </w:r>
      <w:r w:rsidR="005A7C70" w:rsidRPr="005A7C70">
        <w:t xml:space="preserve"> combined an extractive </w:t>
      </w:r>
      <w:r w:rsidR="000B783C">
        <w:t>pre-processing</w:t>
      </w:r>
      <w:r w:rsidR="005A7C70" w:rsidRPr="005A7C70">
        <w:t xml:space="preserve"> phase with transformer-based abstractive summarization, achieving state-of-the-art ROUGE scores across multiple datasets</w:t>
      </w:r>
      <w:r w:rsidR="0024505B">
        <w:t xml:space="preserve"> </w:t>
      </w:r>
      <w:r w:rsidR="00DE2F85">
        <w:t>[</w:t>
      </w:r>
      <w:r w:rsidR="00590EB8">
        <w:t>9</w:t>
      </w:r>
      <w:r w:rsidR="00DE2F85">
        <w:t>]</w:t>
      </w:r>
      <w:r w:rsidR="005A7C70" w:rsidRPr="005A7C70">
        <w:t xml:space="preserve">. These studies indicate that pretraining with </w:t>
      </w:r>
      <w:r w:rsidR="000B783C">
        <w:t>domain-specific</w:t>
      </w:r>
      <w:r w:rsidR="005A7C70" w:rsidRPr="005A7C70">
        <w:t xml:space="preserve"> data significantly improves abstractive summarization performance.</w:t>
      </w:r>
    </w:p>
    <w:p w14:paraId="5CFAFC93" w14:textId="3B875AAB" w:rsidR="004E67CE" w:rsidRPr="004E67CE" w:rsidRDefault="00A119DE" w:rsidP="004F10BC">
      <w:pPr>
        <w:pStyle w:val="Paragraph"/>
      </w:pPr>
      <w:r>
        <w:t>Another</w:t>
      </w:r>
      <w:r w:rsidR="00843382">
        <w:t xml:space="preserve"> study </w:t>
      </w:r>
      <w:r w:rsidR="005A7C70" w:rsidRPr="005A7C70">
        <w:t xml:space="preserve">evaluated BART’s encoder-decoder architecture and compared it with BERT, T5, and </w:t>
      </w:r>
      <w:proofErr w:type="spellStart"/>
      <w:r w:rsidR="005A7C70" w:rsidRPr="005A7C70">
        <w:t>RoBERTa</w:t>
      </w:r>
      <w:proofErr w:type="spellEnd"/>
      <w:r w:rsidR="006A1AEF">
        <w:t xml:space="preserve">. They found </w:t>
      </w:r>
      <w:r w:rsidR="005A7C70" w:rsidRPr="005A7C70">
        <w:t>that BART outperformed its peers in generating coherent summaries, reinforcing its potential as a strong candidate for refining structured summaries into high-quality narratives</w:t>
      </w:r>
      <w:r w:rsidR="00843382">
        <w:t xml:space="preserve"> [1</w:t>
      </w:r>
      <w:r w:rsidR="00590EB8">
        <w:t>0</w:t>
      </w:r>
      <w:r w:rsidR="00843382">
        <w:t>].</w:t>
      </w:r>
      <w:r w:rsidR="004F10BC">
        <w:t xml:space="preserve"> Next, a</w:t>
      </w:r>
      <w:r w:rsidR="004E67CE" w:rsidRPr="004E67CE">
        <w:t xml:space="preserve"> study focusing on intelligent abstractive summarization of scholarly publications introduced GRU-based and Transformer-based models (including </w:t>
      </w:r>
      <w:proofErr w:type="spellStart"/>
      <w:r w:rsidR="004E67CE" w:rsidRPr="004E67CE">
        <w:t>ProphetNet</w:t>
      </w:r>
      <w:proofErr w:type="spellEnd"/>
      <w:r w:rsidR="004E67CE" w:rsidRPr="004E67CE">
        <w:t>, PEGASUS, and BART) for headline generation [</w:t>
      </w:r>
      <w:r w:rsidR="00610848">
        <w:t>1</w:t>
      </w:r>
      <w:r w:rsidR="00590EB8">
        <w:t>1</w:t>
      </w:r>
      <w:r w:rsidR="004E67CE" w:rsidRPr="004E67CE">
        <w:t>]. Their findings showed that fine-tuned Transformer models, particularly BART, achieved the best ROUGE scores while being computationally efficient.</w:t>
      </w:r>
    </w:p>
    <w:p w14:paraId="56ADFA1F" w14:textId="762E50C1" w:rsidR="00E04BA4" w:rsidRPr="00E04BA4" w:rsidRDefault="00E04BA4" w:rsidP="00564725">
      <w:pPr>
        <w:pStyle w:val="Paragraph"/>
        <w:rPr>
          <w:lang w:val="en-MY"/>
        </w:rPr>
      </w:pPr>
      <w:r w:rsidRPr="00E04BA4">
        <w:rPr>
          <w:lang w:val="en-MY"/>
        </w:rPr>
        <w:t xml:space="preserve">While models like </w:t>
      </w:r>
      <w:r w:rsidR="002B2210">
        <w:rPr>
          <w:lang w:val="en-MY"/>
        </w:rPr>
        <w:t>GPT-3</w:t>
      </w:r>
      <w:r w:rsidRPr="00E04BA4">
        <w:rPr>
          <w:lang w:val="en-MY"/>
        </w:rPr>
        <w:t xml:space="preserve"> have been used for large-scale summarization tasks such as book summarization and received high ratings in human evaluations, they come with significant computational costs. These resource demands raise concerns about the practicality of using such models in real-time or large-scale applications, such as summarizing historical biographies across multiple transcripts [1</w:t>
      </w:r>
      <w:r w:rsidR="00590EB8">
        <w:rPr>
          <w:lang w:val="en-MY"/>
        </w:rPr>
        <w:t>2</w:t>
      </w:r>
      <w:r w:rsidRPr="00E04BA4">
        <w:rPr>
          <w:lang w:val="en-MY"/>
        </w:rPr>
        <w:t>].</w:t>
      </w:r>
      <w:r w:rsidR="00A45723">
        <w:rPr>
          <w:lang w:val="en-MY"/>
        </w:rPr>
        <w:t xml:space="preserve"> </w:t>
      </w:r>
      <w:r w:rsidRPr="00E04BA4">
        <w:rPr>
          <w:lang w:val="en-MY"/>
        </w:rPr>
        <w:t xml:space="preserve">Given these considerations, BART </w:t>
      </w:r>
      <w:r w:rsidR="00A5165D">
        <w:rPr>
          <w:lang w:val="en-MY"/>
        </w:rPr>
        <w:t xml:space="preserve">and PEGASUS </w:t>
      </w:r>
      <w:r w:rsidRPr="00E04BA4">
        <w:rPr>
          <w:lang w:val="en-MY"/>
        </w:rPr>
        <w:t>stand out as a balanced solution</w:t>
      </w:r>
      <w:r w:rsidR="00207030">
        <w:rPr>
          <w:lang w:val="en-MY"/>
        </w:rPr>
        <w:t>,</w:t>
      </w:r>
      <w:r>
        <w:rPr>
          <w:lang w:val="en-MY"/>
        </w:rPr>
        <w:t xml:space="preserve"> </w:t>
      </w:r>
      <w:r w:rsidRPr="00E04BA4">
        <w:rPr>
          <w:lang w:val="en-MY"/>
        </w:rPr>
        <w:t>offering strong coherence, readability, and computational efficiency. However, for use in historical biography summarization, additional fact-constrained fine-tuning is needed to ensure historical accuracy in the generated outputs.</w:t>
      </w:r>
    </w:p>
    <w:p w14:paraId="55E63461" w14:textId="37370DFC" w:rsidR="0057536E" w:rsidRPr="00075EA6" w:rsidRDefault="00CB37B3" w:rsidP="0057536E">
      <w:pPr>
        <w:pStyle w:val="Heading1"/>
        <w:rPr>
          <w:b w:val="0"/>
          <w:caps w:val="0"/>
          <w:sz w:val="20"/>
        </w:rPr>
      </w:pPr>
      <w:r>
        <w:t>Research methodology</w:t>
      </w:r>
    </w:p>
    <w:p w14:paraId="79419D4F" w14:textId="0B8068AA" w:rsidR="00BD20BF" w:rsidRPr="00BD20BF" w:rsidRDefault="000B5975" w:rsidP="008161F3">
      <w:pPr>
        <w:pStyle w:val="Heading2"/>
        <w:rPr>
          <w:lang w:val="en-GB" w:eastAsia="en-GB"/>
        </w:rPr>
      </w:pPr>
      <w:r>
        <w:t>Data</w:t>
      </w:r>
      <w:r w:rsidR="0034185F">
        <w:t>set Description</w:t>
      </w:r>
    </w:p>
    <w:p w14:paraId="413C2508" w14:textId="1B9B863F" w:rsidR="009F0905" w:rsidRPr="00564725" w:rsidRDefault="009F0905" w:rsidP="00564725">
      <w:pPr>
        <w:pStyle w:val="Paragraph"/>
        <w:rPr>
          <w:lang w:val="en-MY"/>
        </w:rPr>
      </w:pPr>
      <w:r w:rsidRPr="009F0905">
        <w:t>The dataset from Yaqeen Institute's The Firsts series consists of transcribed lectures that provide in-depth narratives of early Islamic figures</w:t>
      </w:r>
      <w:r w:rsidR="00A22237">
        <w:t xml:space="preserve"> [1</w:t>
      </w:r>
      <w:r w:rsidR="00590EB8">
        <w:t>3</w:t>
      </w:r>
      <w:r w:rsidR="00A22237">
        <w:t>]</w:t>
      </w:r>
      <w:r w:rsidRPr="009F0905">
        <w:t>. This dataset contains the story of the lives of the Prophet Muhammad’s (SAW) companions, their struggles, contributions, and spiritual journeys. The narratives are presented in a</w:t>
      </w:r>
      <w:r w:rsidR="006B557D">
        <w:t>n un</w:t>
      </w:r>
      <w:r w:rsidRPr="009F0905">
        <w:t xml:space="preserve">structured manner, incorporating historical references from the Quran and Hadith, personal reflections, and scholarly insights, </w:t>
      </w:r>
      <w:r w:rsidRPr="009F0905">
        <w:lastRenderedPageBreak/>
        <w:t>making the dataset highly valuable for researchers and learners alike. One of the defining characteristics of this dataset is its l</w:t>
      </w:r>
      <w:r w:rsidR="002328FA">
        <w:t xml:space="preserve">engthy texts, </w:t>
      </w:r>
      <w:r w:rsidR="00C24FBC">
        <w:t xml:space="preserve">which </w:t>
      </w:r>
      <w:r w:rsidRPr="009F0905">
        <w:t xml:space="preserve">contain informal expressions, repetitions, and filler words, making preprocessing essential for extracting meaningful content. </w:t>
      </w:r>
      <w:r w:rsidR="00981635" w:rsidRPr="00981635">
        <w:rPr>
          <w:lang w:val="en-MY"/>
        </w:rPr>
        <w:t>For this research, a maximum of ten transcripts from "The Firsts" series were selected</w:t>
      </w:r>
      <w:r w:rsidR="00B61625">
        <w:rPr>
          <w:lang w:val="en-MY"/>
        </w:rPr>
        <w:t xml:space="preserve"> due to limited time constraints</w:t>
      </w:r>
      <w:r w:rsidR="003D465B">
        <w:rPr>
          <w:lang w:val="en-MY"/>
        </w:rPr>
        <w:t xml:space="preserve"> </w:t>
      </w:r>
      <w:r w:rsidR="00E1564E">
        <w:rPr>
          <w:lang w:val="en-MY"/>
        </w:rPr>
        <w:t>for manual editing,</w:t>
      </w:r>
      <w:r w:rsidR="00B61625">
        <w:rPr>
          <w:lang w:val="en-MY"/>
        </w:rPr>
        <w:t xml:space="preserve"> while</w:t>
      </w:r>
      <w:r w:rsidR="00981635" w:rsidRPr="00981635">
        <w:rPr>
          <w:lang w:val="en-MY"/>
        </w:rPr>
        <w:t xml:space="preserve"> </w:t>
      </w:r>
      <w:r w:rsidR="00B61625">
        <w:rPr>
          <w:lang w:val="en-MY"/>
        </w:rPr>
        <w:t>ensuring</w:t>
      </w:r>
      <w:r w:rsidR="00981635" w:rsidRPr="00981635">
        <w:rPr>
          <w:lang w:val="en-MY"/>
        </w:rPr>
        <w:t xml:space="preserve"> thorough and manageable analysis.</w:t>
      </w:r>
    </w:p>
    <w:p w14:paraId="3E84C658" w14:textId="627606BF" w:rsidR="009F0905" w:rsidRDefault="000B556C" w:rsidP="000B556C">
      <w:pPr>
        <w:pStyle w:val="Heading2"/>
      </w:pPr>
      <w:r>
        <w:t xml:space="preserve">Data Pre-processing </w:t>
      </w:r>
    </w:p>
    <w:p w14:paraId="6734512D" w14:textId="5FC90866" w:rsidR="00CF467A" w:rsidRDefault="00D85D62" w:rsidP="00A148F1">
      <w:pPr>
        <w:pStyle w:val="Paragraph"/>
      </w:pPr>
      <w:r w:rsidRPr="00D85D62">
        <w:rPr>
          <w:lang w:val="en-MY"/>
        </w:rPr>
        <w:t>First, we manually reviewed and edited each transcript to align the texts with the video content. We also corrected the grammatical errors and improved coherence to simplify the subsequent preprocessing steps. We eliminated repetitive words and sentences, Arabic text, and transliterations, while preserving the English translations. These refined transcripts served as the primary input for our summarization pipeline. Next, we removed filler words (e.g., ‘um’, ‘uh’, ‘you know’, etc.) and common repeated phrases (e.g., ‘</w:t>
      </w:r>
      <w:proofErr w:type="spellStart"/>
      <w:r w:rsidRPr="00D85D62">
        <w:rPr>
          <w:lang w:val="en-MY"/>
        </w:rPr>
        <w:t>Subhanallah</w:t>
      </w:r>
      <w:proofErr w:type="spellEnd"/>
      <w:r w:rsidRPr="00D85D62">
        <w:rPr>
          <w:lang w:val="en-MY"/>
        </w:rPr>
        <w:t xml:space="preserve">’, ‘Alhamdulillah’, ‘said’, etc.) that added no meaning to the context. Following this, we performed sentence segmentation to help the models identify key sentences. Each sentence was then tokenized into individual words. Tokenization significantly improves the performance in NLP tasks, especially for texts with complex structures and limited resources [14]. </w:t>
      </w:r>
      <w:r w:rsidR="00CD5374" w:rsidRPr="00466154">
        <w:rPr>
          <w:lang w:val="en-MY"/>
        </w:rPr>
        <w:t xml:space="preserve">The tokens are then </w:t>
      </w:r>
      <w:r w:rsidR="00CD5374">
        <w:rPr>
          <w:lang w:val="en-MY"/>
        </w:rPr>
        <w:t>processed</w:t>
      </w:r>
      <w:r w:rsidR="00CD5374" w:rsidRPr="00466154">
        <w:rPr>
          <w:lang w:val="en-MY"/>
        </w:rPr>
        <w:t xml:space="preserve"> to</w:t>
      </w:r>
      <w:r w:rsidR="00CD5374">
        <w:rPr>
          <w:lang w:val="en-MY"/>
        </w:rPr>
        <w:t xml:space="preserve"> remove</w:t>
      </w:r>
      <w:r w:rsidR="00CD5374" w:rsidRPr="00466154">
        <w:rPr>
          <w:lang w:val="en-MY"/>
        </w:rPr>
        <w:t xml:space="preserve"> stop </w:t>
      </w:r>
      <w:r w:rsidR="00CD5374">
        <w:rPr>
          <w:lang w:val="en-MY"/>
        </w:rPr>
        <w:t>words</w:t>
      </w:r>
      <w:r w:rsidR="00CD5374" w:rsidRPr="00466154">
        <w:rPr>
          <w:lang w:val="en-MY"/>
        </w:rPr>
        <w:t xml:space="preserve"> and punctuation to minimize noise within the data. Finally, custom topic extraction is </w:t>
      </w:r>
      <w:r w:rsidR="00CD5374">
        <w:rPr>
          <w:lang w:val="en-MY"/>
        </w:rPr>
        <w:t>built</w:t>
      </w:r>
      <w:r w:rsidR="00CD5374" w:rsidRPr="00466154">
        <w:rPr>
          <w:lang w:val="en-MY"/>
        </w:rPr>
        <w:t xml:space="preserve"> </w:t>
      </w:r>
      <w:r w:rsidR="00CD5374">
        <w:rPr>
          <w:lang w:val="en-MY"/>
        </w:rPr>
        <w:t>through defining</w:t>
      </w:r>
      <w:r w:rsidR="00CD5374" w:rsidRPr="00466154">
        <w:rPr>
          <w:lang w:val="en-MY"/>
        </w:rPr>
        <w:t xml:space="preserve"> keywords relevant </w:t>
      </w:r>
      <w:r w:rsidR="00CD5374">
        <w:rPr>
          <w:lang w:val="en-MY"/>
        </w:rPr>
        <w:t>to each topic</w:t>
      </w:r>
      <w:r w:rsidR="00CD5374" w:rsidRPr="00466154">
        <w:rPr>
          <w:lang w:val="en-MY"/>
        </w:rPr>
        <w:t xml:space="preserve">, </w:t>
      </w:r>
      <w:r w:rsidR="00CD5374" w:rsidRPr="00466154">
        <w:t>ensuring that only the most relevant sentences are selected for summarization</w:t>
      </w:r>
      <w:r w:rsidR="00CD5374" w:rsidRPr="00466154">
        <w:rPr>
          <w:lang w:val="en-MY"/>
        </w:rPr>
        <w:t xml:space="preserve">. </w:t>
      </w:r>
      <w:r w:rsidR="00CD5374" w:rsidRPr="00466154">
        <w:t>The idea of utilizing keywords to guide content selection is inspired by keyword-based recommendation techniques, which have proven effective in capturing user preferences and personalizing recommendations even within large and diverse datasets [</w:t>
      </w:r>
      <w:r w:rsidR="00CD5374">
        <w:t>15</w:t>
      </w:r>
      <w:r w:rsidR="00CD5374" w:rsidRPr="00466154">
        <w:t>].</w:t>
      </w:r>
      <w:r w:rsidR="00C32C07" w:rsidRPr="00466154">
        <w:t xml:space="preserve"> </w:t>
      </w:r>
      <w:r w:rsidR="00E76D0A" w:rsidRPr="00466154">
        <w:rPr>
          <w:lang w:val="en-MY"/>
        </w:rPr>
        <w:t xml:space="preserve">The tokens are then </w:t>
      </w:r>
      <w:r w:rsidR="00CC2A31">
        <w:rPr>
          <w:lang w:val="en-MY"/>
        </w:rPr>
        <w:t>processed</w:t>
      </w:r>
      <w:r w:rsidR="00E76D0A" w:rsidRPr="00466154">
        <w:rPr>
          <w:lang w:val="en-MY"/>
        </w:rPr>
        <w:t xml:space="preserve"> to</w:t>
      </w:r>
      <w:r w:rsidR="006E29AD">
        <w:rPr>
          <w:lang w:val="en-MY"/>
        </w:rPr>
        <w:t xml:space="preserve"> remove</w:t>
      </w:r>
      <w:r w:rsidR="00E76D0A" w:rsidRPr="00466154">
        <w:rPr>
          <w:lang w:val="en-MY"/>
        </w:rPr>
        <w:t xml:space="preserve"> stop </w:t>
      </w:r>
      <w:r w:rsidR="006E29AD">
        <w:rPr>
          <w:lang w:val="en-MY"/>
        </w:rPr>
        <w:t>words</w:t>
      </w:r>
      <w:r w:rsidR="00E76D0A" w:rsidRPr="00466154">
        <w:rPr>
          <w:lang w:val="en-MY"/>
        </w:rPr>
        <w:t xml:space="preserve"> and punctuation to minimize noise within the data. </w:t>
      </w:r>
      <w:r w:rsidR="00421C1C" w:rsidRPr="00466154">
        <w:rPr>
          <w:lang w:val="en-MY"/>
        </w:rPr>
        <w:t>Finally</w:t>
      </w:r>
      <w:r w:rsidR="00E76D0A" w:rsidRPr="00466154">
        <w:rPr>
          <w:lang w:val="en-MY"/>
        </w:rPr>
        <w:t xml:space="preserve">, custom topic extraction is </w:t>
      </w:r>
      <w:r w:rsidR="006F615B">
        <w:rPr>
          <w:lang w:val="en-MY"/>
        </w:rPr>
        <w:t>built</w:t>
      </w:r>
      <w:r w:rsidR="00E76D0A" w:rsidRPr="00466154">
        <w:rPr>
          <w:lang w:val="en-MY"/>
        </w:rPr>
        <w:t xml:space="preserve"> </w:t>
      </w:r>
      <w:r w:rsidR="006F615B">
        <w:rPr>
          <w:lang w:val="en-MY"/>
        </w:rPr>
        <w:t xml:space="preserve">through </w:t>
      </w:r>
      <w:r w:rsidR="00CC3996">
        <w:rPr>
          <w:lang w:val="en-MY"/>
        </w:rPr>
        <w:t>defining</w:t>
      </w:r>
      <w:r w:rsidR="00E76D0A" w:rsidRPr="00466154">
        <w:rPr>
          <w:lang w:val="en-MY"/>
        </w:rPr>
        <w:t xml:space="preserve"> keywords relevant </w:t>
      </w:r>
      <w:r w:rsidR="002173C1">
        <w:rPr>
          <w:lang w:val="en-MY"/>
        </w:rPr>
        <w:t>to each topic</w:t>
      </w:r>
      <w:r w:rsidR="00421C1C" w:rsidRPr="00466154">
        <w:rPr>
          <w:lang w:val="en-MY"/>
        </w:rPr>
        <w:t xml:space="preserve">, </w:t>
      </w:r>
      <w:r w:rsidR="00421C1C" w:rsidRPr="00466154">
        <w:t>ensuring that only the most relevant sentences are selected for summarization</w:t>
      </w:r>
      <w:r w:rsidR="00E76D0A" w:rsidRPr="00466154">
        <w:rPr>
          <w:lang w:val="en-MY"/>
        </w:rPr>
        <w:t>.</w:t>
      </w:r>
      <w:r w:rsidR="00466154" w:rsidRPr="00466154">
        <w:rPr>
          <w:lang w:val="en-MY"/>
        </w:rPr>
        <w:t xml:space="preserve"> </w:t>
      </w:r>
      <w:r w:rsidR="00466154" w:rsidRPr="00466154">
        <w:t>The idea of utilizing keywords to guide content selection is inspired by keyword-based recommendation techniques, which have proven effective in capturing user preferences and personalizing recommendations even within large and diverse datasets [</w:t>
      </w:r>
      <w:r w:rsidR="007B1CF1">
        <w:t>1</w:t>
      </w:r>
      <w:r w:rsidR="002B2210">
        <w:t>6</w:t>
      </w:r>
      <w:r w:rsidR="00466154" w:rsidRPr="00466154">
        <w:t>]. By adopting a similar approach, keywords in this project serve as signals of topic relevance, helping to focus the summarization process on essential biographical themes.</w:t>
      </w:r>
      <w:r w:rsidR="00B332BF">
        <w:t xml:space="preserve"> </w:t>
      </w:r>
      <w:r w:rsidR="00FD7445">
        <w:t>The full research methodology is shown in Fig</w:t>
      </w:r>
      <w:r w:rsidR="00564725">
        <w:t>ure</w:t>
      </w:r>
      <w:r w:rsidR="00FD7445">
        <w:t xml:space="preserve"> 1.</w:t>
      </w:r>
    </w:p>
    <w:p w14:paraId="43CEA644" w14:textId="77777777" w:rsidR="00D85D62" w:rsidRDefault="00D85D62" w:rsidP="00D85D62">
      <w:pPr>
        <w:pStyle w:val="Heading2"/>
        <w:rPr>
          <w:lang w:val="en-MY"/>
        </w:rPr>
      </w:pPr>
      <w:r>
        <w:rPr>
          <w:lang w:val="en-MY"/>
        </w:rPr>
        <w:t>Summarization Approach</w:t>
      </w:r>
    </w:p>
    <w:p w14:paraId="69CD6128" w14:textId="77777777" w:rsidR="00D85D62" w:rsidRDefault="00D85D62" w:rsidP="00D85D62">
      <w:pPr>
        <w:pStyle w:val="Heading3"/>
      </w:pPr>
      <w:r>
        <w:t xml:space="preserve">Extractive Summarization: </w:t>
      </w:r>
      <w:proofErr w:type="spellStart"/>
      <w:r>
        <w:t>LexRank</w:t>
      </w:r>
      <w:proofErr w:type="spellEnd"/>
      <w:r>
        <w:t xml:space="preserve"> and HETFORMER</w:t>
      </w:r>
    </w:p>
    <w:p w14:paraId="07152F4D" w14:textId="77777777" w:rsidR="00D85D62" w:rsidRPr="005056FE" w:rsidRDefault="00D85D62" w:rsidP="00D85D62">
      <w:pPr>
        <w:pStyle w:val="Paragraph"/>
        <w:rPr>
          <w:lang w:val="en-MY"/>
        </w:rPr>
      </w:pPr>
      <w:r w:rsidRPr="005056FE">
        <w:rPr>
          <w:lang w:val="en-MY"/>
        </w:rPr>
        <w:t xml:space="preserve">To generate extractive summaries based on unsupervised graph-based ranking, we implemented </w:t>
      </w:r>
      <w:proofErr w:type="spellStart"/>
      <w:r w:rsidRPr="005056FE">
        <w:rPr>
          <w:lang w:val="en-MY"/>
        </w:rPr>
        <w:t>LexRank</w:t>
      </w:r>
      <w:proofErr w:type="spellEnd"/>
      <w:r w:rsidRPr="005056FE">
        <w:rPr>
          <w:lang w:val="en-MY"/>
        </w:rPr>
        <w:t xml:space="preserve"> using the </w:t>
      </w:r>
      <w:proofErr w:type="spellStart"/>
      <w:r w:rsidRPr="005056FE">
        <w:rPr>
          <w:lang w:val="en-MY"/>
        </w:rPr>
        <w:t>sumy</w:t>
      </w:r>
      <w:proofErr w:type="spellEnd"/>
      <w:r w:rsidRPr="005056FE">
        <w:rPr>
          <w:lang w:val="en-MY"/>
        </w:rPr>
        <w:t xml:space="preserve"> library. Each input file was structured into thematic blocks, each introduced by a custom marker format</w:t>
      </w:r>
      <w:r w:rsidRPr="00461A6F">
        <w:rPr>
          <w:lang w:val="en-MY"/>
        </w:rPr>
        <w:t xml:space="preserve"> ‘</w:t>
      </w:r>
      <w:r w:rsidRPr="005056FE">
        <w:rPr>
          <w:lang w:val="en-MY"/>
        </w:rPr>
        <w:t xml:space="preserve">--- Topic Name </w:t>
      </w:r>
      <w:r>
        <w:rPr>
          <w:lang w:val="en-MY"/>
        </w:rPr>
        <w:t>---'</w:t>
      </w:r>
      <w:r w:rsidRPr="005056FE">
        <w:rPr>
          <w:lang w:val="en-MY"/>
        </w:rPr>
        <w:t xml:space="preserve">. A regular expression parser was developed to segment these blocks. For each identified topic section, we applied </w:t>
      </w:r>
      <w:proofErr w:type="spellStart"/>
      <w:r w:rsidRPr="005056FE">
        <w:rPr>
          <w:lang w:val="en-MY"/>
        </w:rPr>
        <w:t>LexRank</w:t>
      </w:r>
      <w:proofErr w:type="spellEnd"/>
      <w:r w:rsidRPr="005056FE">
        <w:rPr>
          <w:lang w:val="en-MY"/>
        </w:rPr>
        <w:t xml:space="preserve"> with a fixed output length of 7 sentences per block. The </w:t>
      </w:r>
      <w:proofErr w:type="spellStart"/>
      <w:r w:rsidRPr="005056FE">
        <w:rPr>
          <w:lang w:val="en-MY"/>
        </w:rPr>
        <w:t>LexRank</w:t>
      </w:r>
      <w:proofErr w:type="spellEnd"/>
      <w:r w:rsidRPr="005056FE">
        <w:rPr>
          <w:lang w:val="en-MY"/>
        </w:rPr>
        <w:t xml:space="preserve"> algorithm builds a similarity graph of sentences and ranks them using eigenvector centrality, allowing for efficient selection of the most representative sentences without requiring training data. The results were stored in an output directory with summaries grouped by topic.</w:t>
      </w:r>
    </w:p>
    <w:p w14:paraId="52C44270" w14:textId="77777777" w:rsidR="00D85D62" w:rsidRPr="00083F74" w:rsidRDefault="00D85D62" w:rsidP="00D85D62">
      <w:pPr>
        <w:pStyle w:val="Paragraph"/>
        <w:rPr>
          <w:lang w:val="en-MY"/>
        </w:rPr>
      </w:pPr>
      <w:r w:rsidRPr="00461A6F">
        <w:rPr>
          <w:lang w:val="en-MY"/>
        </w:rPr>
        <w:t>To explore a supervised, context-aware approach to extractive summarization, we employed a BERT-based model (</w:t>
      </w:r>
      <w:proofErr w:type="spellStart"/>
      <w:r w:rsidRPr="00461A6F">
        <w:rPr>
          <w:lang w:val="en-MY"/>
        </w:rPr>
        <w:t>bert</w:t>
      </w:r>
      <w:proofErr w:type="spellEnd"/>
      <w:r w:rsidRPr="00461A6F">
        <w:rPr>
          <w:lang w:val="en-MY"/>
        </w:rPr>
        <w:t xml:space="preserve">-base-uncased) to simulate the </w:t>
      </w:r>
      <w:proofErr w:type="spellStart"/>
      <w:r w:rsidRPr="00461A6F">
        <w:rPr>
          <w:lang w:val="en-MY"/>
        </w:rPr>
        <w:t>HetFormer</w:t>
      </w:r>
      <w:proofErr w:type="spellEnd"/>
      <w:r w:rsidRPr="00461A6F">
        <w:rPr>
          <w:lang w:val="en-MY"/>
        </w:rPr>
        <w:t xml:space="preserve"> framework. Each topic and its corresponding text block were processed into (topic, sentence) pairs to allow the model to score sentences for relevance. We tokenized the pairs using the Hugging Face transformers library and passed them through the BERT model to obtain class logits. The scores for the "positive" class were interpreted as relevance probabilities. We then selected </w:t>
      </w:r>
      <w:r>
        <w:rPr>
          <w:lang w:val="en-MY"/>
        </w:rPr>
        <w:t>up to 3</w:t>
      </w:r>
      <w:r w:rsidRPr="00461A6F">
        <w:rPr>
          <w:lang w:val="en-MY"/>
        </w:rPr>
        <w:t xml:space="preserve"> </w:t>
      </w:r>
      <w:proofErr w:type="gramStart"/>
      <w:r w:rsidRPr="00461A6F">
        <w:rPr>
          <w:lang w:val="en-MY"/>
        </w:rPr>
        <w:t>top-scoring</w:t>
      </w:r>
      <w:proofErr w:type="gramEnd"/>
      <w:r w:rsidRPr="00461A6F">
        <w:rPr>
          <w:lang w:val="en-MY"/>
        </w:rPr>
        <w:t xml:space="preserve"> to construct concise summaries. This method emphasizes semantic alignment between the topic and candidate sentences. Summaries were stored similarly to the </w:t>
      </w:r>
      <w:proofErr w:type="spellStart"/>
      <w:r w:rsidRPr="00461A6F">
        <w:rPr>
          <w:lang w:val="en-MY"/>
        </w:rPr>
        <w:t>LexRank</w:t>
      </w:r>
      <w:proofErr w:type="spellEnd"/>
      <w:r w:rsidRPr="00461A6F">
        <w:rPr>
          <w:lang w:val="en-MY"/>
        </w:rPr>
        <w:t xml:space="preserve"> output for comparison.</w:t>
      </w:r>
      <w:r>
        <w:rPr>
          <w:lang w:val="en-MY"/>
        </w:rPr>
        <w:t xml:space="preserve"> </w:t>
      </w:r>
      <w:r w:rsidRPr="00F6492E">
        <w:t xml:space="preserve">All extractive summarization experiments were conducted using </w:t>
      </w:r>
      <w:r w:rsidRPr="00083F74">
        <w:t xml:space="preserve">pre-trained models without additional fine-tuning. </w:t>
      </w:r>
    </w:p>
    <w:p w14:paraId="26E93AC1" w14:textId="029697E5" w:rsidR="00C9414B" w:rsidRDefault="00C9414B" w:rsidP="00C9414B">
      <w:pPr>
        <w:pStyle w:val="Heading3"/>
      </w:pPr>
      <w:r>
        <w:t>Abstractive Summarization: BART and PEGASUS</w:t>
      </w:r>
    </w:p>
    <w:p w14:paraId="5C7FD7A7" w14:textId="77777777" w:rsidR="00C9414B" w:rsidRPr="00255CC3" w:rsidRDefault="00C9414B" w:rsidP="00C9414B">
      <w:pPr>
        <w:pStyle w:val="Paragraph"/>
        <w:rPr>
          <w:lang w:val="en-MY"/>
        </w:rPr>
      </w:pPr>
      <w:r w:rsidRPr="00255CC3">
        <w:rPr>
          <w:lang w:val="en-MY"/>
        </w:rPr>
        <w:t>To explore abstractive summarization, we employed two transformer-based models: BART (</w:t>
      </w:r>
      <w:proofErr w:type="spellStart"/>
      <w:r w:rsidRPr="00255CC3">
        <w:rPr>
          <w:lang w:val="en-MY"/>
        </w:rPr>
        <w:t>facebook</w:t>
      </w:r>
      <w:proofErr w:type="spellEnd"/>
      <w:r w:rsidRPr="00255CC3">
        <w:rPr>
          <w:lang w:val="en-MY"/>
        </w:rPr>
        <w:t>/</w:t>
      </w:r>
      <w:proofErr w:type="spellStart"/>
      <w:r w:rsidRPr="00255CC3">
        <w:rPr>
          <w:lang w:val="en-MY"/>
        </w:rPr>
        <w:t>bart</w:t>
      </w:r>
      <w:proofErr w:type="spellEnd"/>
      <w:r w:rsidRPr="00255CC3">
        <w:rPr>
          <w:lang w:val="en-MY"/>
        </w:rPr>
        <w:t>-large-</w:t>
      </w:r>
      <w:proofErr w:type="spellStart"/>
      <w:r w:rsidRPr="00255CC3">
        <w:rPr>
          <w:lang w:val="en-MY"/>
        </w:rPr>
        <w:t>cnn</w:t>
      </w:r>
      <w:proofErr w:type="spellEnd"/>
      <w:r w:rsidRPr="00255CC3">
        <w:rPr>
          <w:lang w:val="en-MY"/>
        </w:rPr>
        <w:t>) and PEGASUS (google/</w:t>
      </w:r>
      <w:proofErr w:type="spellStart"/>
      <w:r w:rsidRPr="00255CC3">
        <w:rPr>
          <w:lang w:val="en-MY"/>
        </w:rPr>
        <w:t>pegasus-cnn_dailymail</w:t>
      </w:r>
      <w:proofErr w:type="spellEnd"/>
      <w:r w:rsidRPr="00255CC3">
        <w:rPr>
          <w:lang w:val="en-MY"/>
        </w:rPr>
        <w:t>). Both models are pre-trained on large corpora and fine-tuned for summarization tasks, enabling them to generate coherent summaries that may go beyond directly copying from the source text.</w:t>
      </w:r>
    </w:p>
    <w:p w14:paraId="4080F30C" w14:textId="2F80FDD5" w:rsidR="00CF467A" w:rsidRPr="00C9414B" w:rsidRDefault="00CF467A" w:rsidP="00C86C7B">
      <w:pPr>
        <w:jc w:val="both"/>
        <w:rPr>
          <w:sz w:val="20"/>
          <w:lang w:val="en-MY"/>
        </w:rPr>
      </w:pPr>
    </w:p>
    <w:p w14:paraId="4CA8D6C1" w14:textId="2B840C49" w:rsidR="00C9414B" w:rsidRDefault="00C9414B" w:rsidP="00CF467A">
      <w:pPr>
        <w:rPr>
          <w:lang w:val="en-MY"/>
        </w:rPr>
      </w:pPr>
      <w:r>
        <w:rPr>
          <w:noProof/>
          <w:sz w:val="18"/>
          <w:szCs w:val="18"/>
          <w:lang w:val="en-MY"/>
        </w:rPr>
        <w:lastRenderedPageBreak/>
        <mc:AlternateContent>
          <mc:Choice Requires="wpg">
            <w:drawing>
              <wp:anchor distT="0" distB="0" distL="114300" distR="114300" simplePos="0" relativeHeight="251704354" behindDoc="0" locked="0" layoutInCell="1" allowOverlap="1" wp14:anchorId="2C89B913" wp14:editId="1C49ED62">
                <wp:simplePos x="0" y="0"/>
                <wp:positionH relativeFrom="column">
                  <wp:posOffset>769434</wp:posOffset>
                </wp:positionH>
                <wp:positionV relativeFrom="paragraph">
                  <wp:posOffset>29737</wp:posOffset>
                </wp:positionV>
                <wp:extent cx="4017645" cy="7970691"/>
                <wp:effectExtent l="0" t="0" r="1905" b="0"/>
                <wp:wrapNone/>
                <wp:docPr id="15965144" name="Group 57"/>
                <wp:cNvGraphicFramePr/>
                <a:graphic xmlns:a="http://schemas.openxmlformats.org/drawingml/2006/main">
                  <a:graphicData uri="http://schemas.microsoft.com/office/word/2010/wordprocessingGroup">
                    <wpg:wgp>
                      <wpg:cNvGrpSpPr/>
                      <wpg:grpSpPr>
                        <a:xfrm>
                          <a:off x="0" y="0"/>
                          <a:ext cx="4017645" cy="7970691"/>
                          <a:chOff x="0" y="0"/>
                          <a:chExt cx="4017930" cy="8257063"/>
                        </a:xfrm>
                      </wpg:grpSpPr>
                      <wps:wsp>
                        <wps:cNvPr id="462220311" name="Oval 1"/>
                        <wps:cNvSpPr/>
                        <wps:spPr>
                          <a:xfrm>
                            <a:off x="1708484" y="0"/>
                            <a:ext cx="1179195" cy="58483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59429208" name="Group 46"/>
                        <wpg:cNvGrpSpPr/>
                        <wpg:grpSpPr>
                          <a:xfrm>
                            <a:off x="1287379" y="818147"/>
                            <a:ext cx="2049780" cy="666750"/>
                            <a:chOff x="0" y="0"/>
                            <a:chExt cx="2049780" cy="666750"/>
                          </a:xfrm>
                        </wpg:grpSpPr>
                        <wps:wsp>
                          <wps:cNvPr id="434983948" name="Rectangle 4"/>
                          <wps:cNvSpPr/>
                          <wps:spPr>
                            <a:xfrm>
                              <a:off x="0" y="0"/>
                              <a:ext cx="2049780" cy="6667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2866092" name="Text Box 5"/>
                          <wps:cNvSpPr txBox="1"/>
                          <wps:spPr>
                            <a:xfrm>
                              <a:off x="60158" y="30079"/>
                              <a:ext cx="1964690" cy="584200"/>
                            </a:xfrm>
                            <a:prstGeom prst="rect">
                              <a:avLst/>
                            </a:prstGeom>
                            <a:solidFill>
                              <a:schemeClr val="lt1"/>
                            </a:solidFill>
                            <a:ln w="6350">
                              <a:noFill/>
                            </a:ln>
                          </wps:spPr>
                          <wps:txbx>
                            <w:txbxContent>
                              <w:p w14:paraId="742ADAF4" w14:textId="77777777" w:rsidR="00CF467A" w:rsidRPr="00242A3E" w:rsidRDefault="00CF467A" w:rsidP="00CF467A">
                                <w:pPr>
                                  <w:jc w:val="center"/>
                                  <w:rPr>
                                    <w:b/>
                                    <w:bCs/>
                                    <w:sz w:val="16"/>
                                    <w:szCs w:val="16"/>
                                    <w:lang w:val="en-MY"/>
                                  </w:rPr>
                                </w:pPr>
                                <w:r w:rsidRPr="00242A3E">
                                  <w:rPr>
                                    <w:b/>
                                    <w:bCs/>
                                    <w:sz w:val="16"/>
                                    <w:szCs w:val="16"/>
                                    <w:lang w:val="en-MY"/>
                                  </w:rPr>
                                  <w:t>Manual correction</w:t>
                                </w:r>
                              </w:p>
                              <w:p w14:paraId="2B1EB210" w14:textId="77777777" w:rsidR="00CF467A" w:rsidRPr="00E50477" w:rsidRDefault="00CF467A" w:rsidP="00CF467A">
                                <w:pPr>
                                  <w:jc w:val="center"/>
                                  <w:rPr>
                                    <w:sz w:val="16"/>
                                    <w:szCs w:val="16"/>
                                    <w:lang w:val="en-MY"/>
                                  </w:rPr>
                                </w:pPr>
                                <w:r w:rsidRPr="00242A3E">
                                  <w:rPr>
                                    <w:sz w:val="16"/>
                                    <w:szCs w:val="16"/>
                                    <w:lang w:val="en-MY"/>
                                  </w:rPr>
                                  <w:t>Remove repetitive words and sentences, Arabic texts and tran</w:t>
                                </w:r>
                                <w:r>
                                  <w:rPr>
                                    <w:sz w:val="16"/>
                                    <w:szCs w:val="16"/>
                                    <w:lang w:val="en-MY"/>
                                  </w:rPr>
                                  <w:t>s</w:t>
                                </w:r>
                                <w:r w:rsidRPr="00242A3E">
                                  <w:rPr>
                                    <w:sz w:val="16"/>
                                    <w:szCs w:val="16"/>
                                    <w:lang w:val="en-MY"/>
                                  </w:rPr>
                                  <w:t>literations, verify it tallies with video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236905884" name="Group 48"/>
                        <wpg:cNvGrpSpPr/>
                        <wpg:grpSpPr>
                          <a:xfrm>
                            <a:off x="1317458" y="1798721"/>
                            <a:ext cx="2049780" cy="660400"/>
                            <a:chOff x="0" y="0"/>
                            <a:chExt cx="2049780" cy="660400"/>
                          </a:xfrm>
                        </wpg:grpSpPr>
                        <wps:wsp>
                          <wps:cNvPr id="2052044621" name="Rectangle 4"/>
                          <wps:cNvSpPr/>
                          <wps:spPr>
                            <a:xfrm>
                              <a:off x="0" y="0"/>
                              <a:ext cx="2049780" cy="6604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250734" name="Text Box 5"/>
                          <wps:cNvSpPr txBox="1"/>
                          <wps:spPr>
                            <a:xfrm>
                              <a:off x="48126" y="42111"/>
                              <a:ext cx="1957363" cy="592455"/>
                            </a:xfrm>
                            <a:prstGeom prst="rect">
                              <a:avLst/>
                            </a:prstGeom>
                            <a:solidFill>
                              <a:schemeClr val="lt1"/>
                            </a:solidFill>
                            <a:ln w="6350">
                              <a:noFill/>
                            </a:ln>
                          </wps:spPr>
                          <wps:txbx>
                            <w:txbxContent>
                              <w:p w14:paraId="53A1C72F" w14:textId="77777777" w:rsidR="00CF467A" w:rsidRPr="00A56092" w:rsidRDefault="00CF467A" w:rsidP="00CF467A">
                                <w:pPr>
                                  <w:jc w:val="center"/>
                                  <w:rPr>
                                    <w:b/>
                                    <w:bCs/>
                                    <w:sz w:val="16"/>
                                    <w:szCs w:val="16"/>
                                    <w:lang w:val="en-MY"/>
                                  </w:rPr>
                                </w:pPr>
                                <w:r w:rsidRPr="00A56092">
                                  <w:rPr>
                                    <w:b/>
                                    <w:bCs/>
                                    <w:sz w:val="16"/>
                                    <w:szCs w:val="16"/>
                                    <w:lang w:val="en-MY"/>
                                  </w:rPr>
                                  <w:t>Preprocessing</w:t>
                                </w:r>
                              </w:p>
                              <w:p w14:paraId="006338D5" w14:textId="77777777" w:rsidR="00CF467A" w:rsidRPr="00A56092" w:rsidRDefault="00CF467A" w:rsidP="00CF467A">
                                <w:pPr>
                                  <w:jc w:val="center"/>
                                  <w:rPr>
                                    <w:sz w:val="16"/>
                                    <w:szCs w:val="16"/>
                                    <w:lang w:val="en-MY"/>
                                  </w:rPr>
                                </w:pPr>
                                <w:r>
                                  <w:rPr>
                                    <w:sz w:val="16"/>
                                    <w:szCs w:val="16"/>
                                    <w:lang w:val="en-MY"/>
                                  </w:rPr>
                                  <w:t>R</w:t>
                                </w:r>
                                <w:r w:rsidRPr="00A56092">
                                  <w:rPr>
                                    <w:sz w:val="16"/>
                                    <w:szCs w:val="16"/>
                                    <w:lang w:val="en-MY"/>
                                  </w:rPr>
                                  <w:t xml:space="preserve">emove filler words and redundant phrases, sentence segmentation, word tokenization, stop </w:t>
                                </w:r>
                                <w:r w:rsidRPr="00E50477">
                                  <w:rPr>
                                    <w:sz w:val="16"/>
                                    <w:szCs w:val="16"/>
                                    <w:lang w:val="en-MY"/>
                                  </w:rPr>
                                  <w:t>words,</w:t>
                                </w:r>
                                <w:r w:rsidRPr="00A56092">
                                  <w:rPr>
                                    <w:sz w:val="16"/>
                                    <w:szCs w:val="16"/>
                                    <w:lang w:val="en-MY"/>
                                  </w:rPr>
                                  <w:t xml:space="preserve"> and punctuation removal</w:t>
                                </w:r>
                              </w:p>
                              <w:p w14:paraId="79880649" w14:textId="77777777" w:rsidR="00CF467A" w:rsidRPr="00242A3E" w:rsidRDefault="00CF467A" w:rsidP="00CF467A">
                                <w:pPr>
                                  <w:jc w:val="center"/>
                                  <w:rPr>
                                    <w:sz w:val="18"/>
                                    <w:szCs w:val="18"/>
                                    <w:lang w:val="en-MY"/>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162829577" name="Group 47"/>
                        <wpg:cNvGrpSpPr/>
                        <wpg:grpSpPr>
                          <a:xfrm>
                            <a:off x="1329490" y="2755232"/>
                            <a:ext cx="2049780" cy="499533"/>
                            <a:chOff x="0" y="0"/>
                            <a:chExt cx="2049780" cy="499533"/>
                          </a:xfrm>
                        </wpg:grpSpPr>
                        <wps:wsp>
                          <wps:cNvPr id="886445346" name="Rectangle 4"/>
                          <wps:cNvSpPr/>
                          <wps:spPr>
                            <a:xfrm>
                              <a:off x="0" y="0"/>
                              <a:ext cx="2049780" cy="49953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7641433" name="Text Box 5"/>
                          <wps:cNvSpPr txBox="1"/>
                          <wps:spPr>
                            <a:xfrm>
                              <a:off x="66173" y="66173"/>
                              <a:ext cx="1863514" cy="381000"/>
                            </a:xfrm>
                            <a:prstGeom prst="rect">
                              <a:avLst/>
                            </a:prstGeom>
                            <a:solidFill>
                              <a:schemeClr val="lt1"/>
                            </a:solidFill>
                            <a:ln w="6350">
                              <a:noFill/>
                            </a:ln>
                          </wps:spPr>
                          <wps:txbx>
                            <w:txbxContent>
                              <w:p w14:paraId="72662697" w14:textId="77777777" w:rsidR="00CF467A" w:rsidRPr="00ED364C" w:rsidRDefault="00CF467A" w:rsidP="00CF467A">
                                <w:pPr>
                                  <w:jc w:val="center"/>
                                  <w:rPr>
                                    <w:b/>
                                    <w:bCs/>
                                    <w:sz w:val="16"/>
                                    <w:szCs w:val="16"/>
                                    <w:lang w:val="en-MY"/>
                                  </w:rPr>
                                </w:pPr>
                                <w:r w:rsidRPr="00ED364C">
                                  <w:rPr>
                                    <w:b/>
                                    <w:bCs/>
                                    <w:sz w:val="16"/>
                                    <w:szCs w:val="16"/>
                                    <w:lang w:val="en-MY"/>
                                  </w:rPr>
                                  <w:t>Custom Topic Extraction</w:t>
                                </w:r>
                              </w:p>
                              <w:p w14:paraId="53E351AF" w14:textId="77777777" w:rsidR="00CF467A" w:rsidRPr="00ED364C" w:rsidRDefault="00CF467A" w:rsidP="00CF467A">
                                <w:pPr>
                                  <w:jc w:val="center"/>
                                  <w:rPr>
                                    <w:sz w:val="16"/>
                                    <w:szCs w:val="16"/>
                                    <w:lang w:val="en-MY"/>
                                  </w:rPr>
                                </w:pPr>
                                <w:r w:rsidRPr="00ED364C">
                                  <w:rPr>
                                    <w:sz w:val="16"/>
                                    <w:szCs w:val="16"/>
                                    <w:lang w:val="en-MY"/>
                                  </w:rPr>
                                  <w:t>Define relevant keywords for each topic</w:t>
                                </w:r>
                              </w:p>
                              <w:p w14:paraId="52C196E4" w14:textId="77777777" w:rsidR="00CF467A" w:rsidRPr="00242A3E" w:rsidRDefault="00CF467A" w:rsidP="00CF467A">
                                <w:pPr>
                                  <w:jc w:val="center"/>
                                  <w:rPr>
                                    <w:sz w:val="18"/>
                                    <w:szCs w:val="18"/>
                                    <w:lang w:val="en-MY"/>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41506100" name="Group 49"/>
                        <wpg:cNvGrpSpPr/>
                        <wpg:grpSpPr>
                          <a:xfrm>
                            <a:off x="1341521" y="3519237"/>
                            <a:ext cx="2049780" cy="668444"/>
                            <a:chOff x="0" y="0"/>
                            <a:chExt cx="2049780" cy="668444"/>
                          </a:xfrm>
                        </wpg:grpSpPr>
                        <wps:wsp>
                          <wps:cNvPr id="2029868395" name="Rectangle 4"/>
                          <wps:cNvSpPr/>
                          <wps:spPr>
                            <a:xfrm>
                              <a:off x="0" y="0"/>
                              <a:ext cx="2049780" cy="668444"/>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4277064" name="Text Box 5"/>
                          <wps:cNvSpPr txBox="1"/>
                          <wps:spPr>
                            <a:xfrm>
                              <a:off x="48126" y="72189"/>
                              <a:ext cx="1990090" cy="548640"/>
                            </a:xfrm>
                            <a:prstGeom prst="rect">
                              <a:avLst/>
                            </a:prstGeom>
                            <a:solidFill>
                              <a:schemeClr val="lt1"/>
                            </a:solidFill>
                            <a:ln w="6350">
                              <a:noFill/>
                            </a:ln>
                          </wps:spPr>
                          <wps:txbx>
                            <w:txbxContent>
                              <w:p w14:paraId="67C68D61" w14:textId="77777777" w:rsidR="00CF467A" w:rsidRPr="002F6E17" w:rsidRDefault="00CF467A" w:rsidP="00CF467A">
                                <w:pPr>
                                  <w:jc w:val="center"/>
                                  <w:rPr>
                                    <w:b/>
                                    <w:bCs/>
                                    <w:sz w:val="16"/>
                                    <w:szCs w:val="16"/>
                                    <w:lang w:val="en-MY"/>
                                  </w:rPr>
                                </w:pPr>
                                <w:r w:rsidRPr="002F6E17">
                                  <w:rPr>
                                    <w:b/>
                                    <w:bCs/>
                                    <w:sz w:val="16"/>
                                    <w:szCs w:val="16"/>
                                    <w:lang w:val="en-MY"/>
                                  </w:rPr>
                                  <w:t>Model Comparison</w:t>
                                </w:r>
                              </w:p>
                              <w:p w14:paraId="472AB94D" w14:textId="77777777" w:rsidR="00CF467A" w:rsidRPr="002F6E17" w:rsidRDefault="00CF467A" w:rsidP="00CF467A">
                                <w:pPr>
                                  <w:jc w:val="center"/>
                                  <w:rPr>
                                    <w:sz w:val="16"/>
                                    <w:szCs w:val="16"/>
                                    <w:lang w:val="en-MY"/>
                                  </w:rPr>
                                </w:pPr>
                                <w:proofErr w:type="spellStart"/>
                                <w:r w:rsidRPr="002F6E17">
                                  <w:rPr>
                                    <w:sz w:val="16"/>
                                    <w:szCs w:val="16"/>
                                    <w:lang w:val="en-MY"/>
                                  </w:rPr>
                                  <w:t>LexRank</w:t>
                                </w:r>
                                <w:proofErr w:type="spellEnd"/>
                                <w:r w:rsidRPr="002F6E17">
                                  <w:rPr>
                                    <w:sz w:val="16"/>
                                    <w:szCs w:val="16"/>
                                    <w:lang w:val="en-MY"/>
                                  </w:rPr>
                                  <w:t xml:space="preserve"> and HETFORMER for extractive summarization. BART and PEGASUS for abstractive summarization.</w:t>
                                </w:r>
                              </w:p>
                              <w:p w14:paraId="4D138A80" w14:textId="77777777" w:rsidR="00CF467A" w:rsidRPr="00242A3E" w:rsidRDefault="00CF467A" w:rsidP="00CF467A">
                                <w:pPr>
                                  <w:jc w:val="center"/>
                                  <w:rPr>
                                    <w:sz w:val="18"/>
                                    <w:szCs w:val="18"/>
                                    <w:lang w:val="en-MY"/>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5806968" name="Group 50"/>
                        <wpg:cNvGrpSpPr/>
                        <wpg:grpSpPr>
                          <a:xfrm>
                            <a:off x="1341521" y="4475747"/>
                            <a:ext cx="2049780" cy="407963"/>
                            <a:chOff x="0" y="0"/>
                            <a:chExt cx="2049780" cy="407963"/>
                          </a:xfrm>
                        </wpg:grpSpPr>
                        <wps:wsp>
                          <wps:cNvPr id="1575922298" name="Rectangle 4"/>
                          <wps:cNvSpPr/>
                          <wps:spPr>
                            <a:xfrm>
                              <a:off x="0" y="0"/>
                              <a:ext cx="2049780" cy="40796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8974865" name="Text Box 5"/>
                          <wps:cNvSpPr txBox="1"/>
                          <wps:spPr>
                            <a:xfrm>
                              <a:off x="84221" y="36095"/>
                              <a:ext cx="1913206" cy="355600"/>
                            </a:xfrm>
                            <a:prstGeom prst="rect">
                              <a:avLst/>
                            </a:prstGeom>
                            <a:solidFill>
                              <a:schemeClr val="lt1"/>
                            </a:solidFill>
                            <a:ln w="6350">
                              <a:noFill/>
                            </a:ln>
                          </wps:spPr>
                          <wps:txbx>
                            <w:txbxContent>
                              <w:p w14:paraId="6471E0EF" w14:textId="77777777" w:rsidR="00CF467A" w:rsidRPr="00A01FF2" w:rsidRDefault="00CF467A" w:rsidP="00CF467A">
                                <w:pPr>
                                  <w:jc w:val="center"/>
                                  <w:rPr>
                                    <w:b/>
                                    <w:bCs/>
                                    <w:sz w:val="16"/>
                                    <w:szCs w:val="16"/>
                                    <w:lang w:val="en-MY"/>
                                  </w:rPr>
                                </w:pPr>
                                <w:r w:rsidRPr="00A01FF2">
                                  <w:rPr>
                                    <w:b/>
                                    <w:bCs/>
                                    <w:sz w:val="16"/>
                                    <w:szCs w:val="16"/>
                                    <w:lang w:val="en-MY"/>
                                  </w:rPr>
                                  <w:t>Model Evaluation</w:t>
                                </w:r>
                              </w:p>
                              <w:p w14:paraId="7FCF2808" w14:textId="77777777" w:rsidR="00CF467A" w:rsidRPr="00E50477" w:rsidRDefault="00CF467A" w:rsidP="00CF467A">
                                <w:pPr>
                                  <w:jc w:val="center"/>
                                  <w:rPr>
                                    <w:sz w:val="16"/>
                                    <w:szCs w:val="16"/>
                                    <w:lang w:val="en-MY"/>
                                  </w:rPr>
                                </w:pPr>
                                <w:r w:rsidRPr="00A01FF2">
                                  <w:rPr>
                                    <w:sz w:val="16"/>
                                    <w:szCs w:val="16"/>
                                    <w:lang w:val="en-MY"/>
                                  </w:rPr>
                                  <w:t xml:space="preserve">Evaluate models using </w:t>
                                </w:r>
                                <w:proofErr w:type="spellStart"/>
                                <w:r w:rsidRPr="00A01FF2">
                                  <w:rPr>
                                    <w:sz w:val="16"/>
                                    <w:szCs w:val="16"/>
                                    <w:lang w:val="en-MY"/>
                                  </w:rPr>
                                  <w:t>BERTScore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173547213" name="Group 51"/>
                        <wpg:cNvGrpSpPr/>
                        <wpg:grpSpPr>
                          <a:xfrm>
                            <a:off x="1768642" y="5197642"/>
                            <a:ext cx="1219200" cy="717452"/>
                            <a:chOff x="0" y="0"/>
                            <a:chExt cx="1219200" cy="717452"/>
                          </a:xfrm>
                        </wpg:grpSpPr>
                        <wps:wsp>
                          <wps:cNvPr id="239664287" name="Text Box 9"/>
                          <wps:cNvSpPr txBox="1"/>
                          <wps:spPr>
                            <a:xfrm>
                              <a:off x="156411" y="228600"/>
                              <a:ext cx="1024255" cy="262255"/>
                            </a:xfrm>
                            <a:prstGeom prst="rect">
                              <a:avLst/>
                            </a:prstGeom>
                            <a:solidFill>
                              <a:schemeClr val="lt1"/>
                            </a:solidFill>
                            <a:ln w="6350">
                              <a:noFill/>
                            </a:ln>
                          </wps:spPr>
                          <wps:txbx>
                            <w:txbxContent>
                              <w:p w14:paraId="1EB01712" w14:textId="77777777" w:rsidR="00CF467A" w:rsidRPr="002C6637" w:rsidRDefault="00CF467A" w:rsidP="00CF467A">
                                <w:pPr>
                                  <w:rPr>
                                    <w:sz w:val="18"/>
                                    <w:szCs w:val="18"/>
                                  </w:rPr>
                                </w:pPr>
                                <w:proofErr w:type="spellStart"/>
                                <w:r w:rsidRPr="002C6637">
                                  <w:rPr>
                                    <w:sz w:val="18"/>
                                    <w:szCs w:val="18"/>
                                  </w:rPr>
                                  <w:t>BERTScore</w:t>
                                </w:r>
                                <w:proofErr w:type="spellEnd"/>
                                <w:r w:rsidRPr="002C6637">
                                  <w:rPr>
                                    <w:sz w:val="18"/>
                                    <w:szCs w:val="18"/>
                                  </w:rPr>
                                  <w:t xml:space="preserve"> &gt; 0.8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45335340" name="Diamond 8"/>
                          <wps:cNvSpPr/>
                          <wps:spPr>
                            <a:xfrm>
                              <a:off x="0" y="0"/>
                              <a:ext cx="1219200" cy="717452"/>
                            </a:xfrm>
                            <a:prstGeom prst="diamond">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114696457" name="Group 52"/>
                        <wpg:cNvGrpSpPr/>
                        <wpg:grpSpPr>
                          <a:xfrm>
                            <a:off x="1359568" y="6136105"/>
                            <a:ext cx="2049780" cy="533400"/>
                            <a:chOff x="0" y="0"/>
                            <a:chExt cx="2049780" cy="533400"/>
                          </a:xfrm>
                        </wpg:grpSpPr>
                        <wps:wsp>
                          <wps:cNvPr id="775574750" name="Rectangle 4"/>
                          <wps:cNvSpPr/>
                          <wps:spPr>
                            <a:xfrm>
                              <a:off x="0" y="0"/>
                              <a:ext cx="2049780" cy="5334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2957599" name="Text Box 5"/>
                          <wps:cNvSpPr txBox="1"/>
                          <wps:spPr>
                            <a:xfrm>
                              <a:off x="24064" y="60158"/>
                              <a:ext cx="1990090" cy="448734"/>
                            </a:xfrm>
                            <a:prstGeom prst="rect">
                              <a:avLst/>
                            </a:prstGeom>
                            <a:solidFill>
                              <a:schemeClr val="lt1"/>
                            </a:solidFill>
                            <a:ln w="6350">
                              <a:noFill/>
                            </a:ln>
                          </wps:spPr>
                          <wps:txbx>
                            <w:txbxContent>
                              <w:p w14:paraId="146D0DD4" w14:textId="77777777" w:rsidR="00CF467A" w:rsidRPr="00C26628" w:rsidRDefault="00CF467A" w:rsidP="00CF467A">
                                <w:pPr>
                                  <w:jc w:val="center"/>
                                  <w:rPr>
                                    <w:b/>
                                    <w:bCs/>
                                    <w:sz w:val="16"/>
                                    <w:szCs w:val="16"/>
                                    <w:lang w:val="en-MY"/>
                                  </w:rPr>
                                </w:pPr>
                                <w:r w:rsidRPr="00C26628">
                                  <w:rPr>
                                    <w:b/>
                                    <w:bCs/>
                                    <w:sz w:val="16"/>
                                    <w:szCs w:val="16"/>
                                    <w:lang w:val="en-MY"/>
                                  </w:rPr>
                                  <w:t>Website Development</w:t>
                                </w:r>
                              </w:p>
                              <w:p w14:paraId="36B82A60" w14:textId="77777777" w:rsidR="00CF467A" w:rsidRPr="00C26628" w:rsidRDefault="00CF467A" w:rsidP="00CF467A">
                                <w:pPr>
                                  <w:jc w:val="center"/>
                                  <w:rPr>
                                    <w:sz w:val="16"/>
                                    <w:szCs w:val="16"/>
                                    <w:lang w:val="en-MY"/>
                                  </w:rPr>
                                </w:pPr>
                                <w:r w:rsidRPr="00C26628">
                                  <w:rPr>
                                    <w:sz w:val="16"/>
                                    <w:szCs w:val="16"/>
                                    <w:lang w:val="en-MY"/>
                                  </w:rPr>
                                  <w:t>Using Django. Summaries with the best score is implemented into the website</w:t>
                                </w:r>
                              </w:p>
                              <w:p w14:paraId="523E6CBB" w14:textId="77777777" w:rsidR="00CF467A" w:rsidRPr="00242A3E" w:rsidRDefault="00CF467A" w:rsidP="00CF467A">
                                <w:pPr>
                                  <w:jc w:val="center"/>
                                  <w:rPr>
                                    <w:sz w:val="18"/>
                                    <w:szCs w:val="18"/>
                                    <w:lang w:val="en-MY"/>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781290019" name="Straight Arrow Connector 10"/>
                        <wps:cNvCnPr/>
                        <wps:spPr>
                          <a:xfrm>
                            <a:off x="2320090" y="613611"/>
                            <a:ext cx="0" cy="2025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23896249" name="Straight Arrow Connector 11"/>
                        <wps:cNvCnPr/>
                        <wps:spPr>
                          <a:xfrm>
                            <a:off x="2332121" y="1503947"/>
                            <a:ext cx="0" cy="26289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85514230" name="Straight Arrow Connector 13"/>
                        <wps:cNvCnPr/>
                        <wps:spPr>
                          <a:xfrm>
                            <a:off x="2344153" y="2478505"/>
                            <a:ext cx="0" cy="279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23253879" name="Straight Arrow Connector 14"/>
                        <wps:cNvCnPr/>
                        <wps:spPr>
                          <a:xfrm>
                            <a:off x="2368216" y="3254542"/>
                            <a:ext cx="0" cy="2540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96847220" name="Straight Arrow Connector 15"/>
                        <wps:cNvCnPr/>
                        <wps:spPr>
                          <a:xfrm>
                            <a:off x="2368216" y="4186990"/>
                            <a:ext cx="0" cy="27961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54901035" name="Straight Arrow Connector 16"/>
                        <wps:cNvCnPr/>
                        <wps:spPr>
                          <a:xfrm>
                            <a:off x="2368216" y="4908884"/>
                            <a:ext cx="0" cy="28786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00335840" name="Straight Arrow Connector 17"/>
                        <wps:cNvCnPr/>
                        <wps:spPr>
                          <a:xfrm>
                            <a:off x="2380247" y="5931568"/>
                            <a:ext cx="0" cy="20362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67920684" name="Connector: Elbow 20"/>
                        <wps:cNvCnPr/>
                        <wps:spPr>
                          <a:xfrm flipH="1" flipV="1">
                            <a:off x="1352550" y="3775911"/>
                            <a:ext cx="406400" cy="1761067"/>
                          </a:xfrm>
                          <a:prstGeom prst="bentConnector3">
                            <a:avLst>
                              <a:gd name="adj1" fmla="val 205102"/>
                            </a:avLst>
                          </a:prstGeom>
                          <a:ln>
                            <a:tailEnd type="triangle"/>
                          </a:ln>
                        </wps:spPr>
                        <wps:style>
                          <a:lnRef idx="1">
                            <a:schemeClr val="dk1"/>
                          </a:lnRef>
                          <a:fillRef idx="0">
                            <a:schemeClr val="dk1"/>
                          </a:fillRef>
                          <a:effectRef idx="0">
                            <a:schemeClr val="dk1"/>
                          </a:effectRef>
                          <a:fontRef idx="minor">
                            <a:schemeClr val="tx1"/>
                          </a:fontRef>
                        </wps:style>
                        <wps:bodyPr/>
                      </wps:wsp>
                      <wps:wsp>
                        <wps:cNvPr id="1327654142" name="Text Box 21"/>
                        <wps:cNvSpPr txBox="1"/>
                        <wps:spPr>
                          <a:xfrm>
                            <a:off x="0" y="4511842"/>
                            <a:ext cx="863600" cy="457200"/>
                          </a:xfrm>
                          <a:prstGeom prst="rect">
                            <a:avLst/>
                          </a:prstGeom>
                          <a:solidFill>
                            <a:schemeClr val="lt1"/>
                          </a:solidFill>
                          <a:ln w="6350">
                            <a:noFill/>
                          </a:ln>
                        </wps:spPr>
                        <wps:txbx>
                          <w:txbxContent>
                            <w:p w14:paraId="01B52DF1" w14:textId="77777777" w:rsidR="00CF467A" w:rsidRPr="00270BFB" w:rsidRDefault="00CF467A" w:rsidP="00CF467A">
                              <w:pPr>
                                <w:jc w:val="center"/>
                                <w:rPr>
                                  <w:sz w:val="18"/>
                                  <w:szCs w:val="18"/>
                                </w:rPr>
                              </w:pPr>
                              <w:r w:rsidRPr="00270BFB">
                                <w:rPr>
                                  <w:sz w:val="18"/>
                                  <w:szCs w:val="18"/>
                                </w:rPr>
                                <w:t>Does not meet threshold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29935295" name="Text Box 21"/>
                        <wps:cNvSpPr txBox="1"/>
                        <wps:spPr>
                          <a:xfrm>
                            <a:off x="3080084" y="5426242"/>
                            <a:ext cx="937846" cy="237066"/>
                          </a:xfrm>
                          <a:prstGeom prst="rect">
                            <a:avLst/>
                          </a:prstGeom>
                          <a:solidFill>
                            <a:schemeClr val="lt1"/>
                          </a:solidFill>
                          <a:ln w="6350">
                            <a:noFill/>
                          </a:ln>
                        </wps:spPr>
                        <wps:txbx>
                          <w:txbxContent>
                            <w:p w14:paraId="5209EDE4" w14:textId="77777777" w:rsidR="00CF467A" w:rsidRPr="00270BFB" w:rsidRDefault="00CF467A" w:rsidP="00CF467A">
                              <w:pPr>
                                <w:rPr>
                                  <w:sz w:val="18"/>
                                  <w:szCs w:val="18"/>
                                </w:rPr>
                              </w:pPr>
                              <w:r w:rsidRPr="00270BFB">
                                <w:rPr>
                                  <w:sz w:val="18"/>
                                  <w:szCs w:val="18"/>
                                </w:rPr>
                                <w:t>Meet threshold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39894547" name="Straight Arrow Connector 17"/>
                        <wps:cNvCnPr/>
                        <wps:spPr>
                          <a:xfrm>
                            <a:off x="2368216" y="6671511"/>
                            <a:ext cx="0" cy="203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55677470" name="Text Box 6"/>
                        <wps:cNvSpPr txBox="1"/>
                        <wps:spPr>
                          <a:xfrm>
                            <a:off x="1708484" y="7427069"/>
                            <a:ext cx="1441939" cy="829994"/>
                          </a:xfrm>
                          <a:prstGeom prst="ellipse">
                            <a:avLst/>
                          </a:prstGeom>
                          <a:noFill/>
                          <a:ln w="6350">
                            <a:noFill/>
                          </a:ln>
                        </wps:spPr>
                        <wps:txbx>
                          <w:txbxContent>
                            <w:p w14:paraId="0DEB7A8B" w14:textId="77777777" w:rsidR="00CF467A" w:rsidRPr="009235B9" w:rsidRDefault="00CF467A" w:rsidP="00CF467A">
                              <w:pPr>
                                <w:jc w:val="center"/>
                                <w:rPr>
                                  <w:b/>
                                  <w:bCs/>
                                  <w:sz w:val="16"/>
                                  <w:szCs w:val="16"/>
                                  <w:lang w:val="en-MY"/>
                                </w:rPr>
                              </w:pPr>
                              <w:r w:rsidRPr="009235B9">
                                <w:rPr>
                                  <w:b/>
                                  <w:bCs/>
                                  <w:sz w:val="16"/>
                                  <w:szCs w:val="16"/>
                                  <w:lang w:val="en-MY"/>
                                </w:rPr>
                                <w:t>End</w:t>
                              </w:r>
                            </w:p>
                            <w:p w14:paraId="1DC8EEE1" w14:textId="77777777" w:rsidR="00CF467A" w:rsidRPr="00E50477" w:rsidRDefault="00CF467A" w:rsidP="00CF467A">
                              <w:pPr>
                                <w:jc w:val="center"/>
                                <w:rPr>
                                  <w:sz w:val="16"/>
                                  <w:szCs w:val="16"/>
                                </w:rPr>
                              </w:pPr>
                              <w:r w:rsidRPr="009235B9">
                                <w:rPr>
                                  <w:sz w:val="16"/>
                                  <w:szCs w:val="16"/>
                                  <w:lang w:val="en-MY"/>
                                </w:rPr>
                                <w:t>Summarise content and func</w:t>
                              </w:r>
                              <w:r>
                                <w:rPr>
                                  <w:sz w:val="16"/>
                                  <w:szCs w:val="16"/>
                                  <w:lang w:val="en-MY"/>
                                </w:rPr>
                                <w:t>ti</w:t>
                              </w:r>
                              <w:r w:rsidRPr="009235B9">
                                <w:rPr>
                                  <w:sz w:val="16"/>
                                  <w:szCs w:val="16"/>
                                  <w:lang w:val="en-MY"/>
                                </w:rPr>
                                <w:t>onal website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7189079" name="Text Box 21"/>
                        <wps:cNvSpPr txBox="1"/>
                        <wps:spPr>
                          <a:xfrm>
                            <a:off x="1768642" y="5859379"/>
                            <a:ext cx="427892" cy="237066"/>
                          </a:xfrm>
                          <a:prstGeom prst="rect">
                            <a:avLst/>
                          </a:prstGeom>
                          <a:solidFill>
                            <a:schemeClr val="lt1"/>
                          </a:solidFill>
                          <a:ln w="6350">
                            <a:noFill/>
                          </a:ln>
                        </wps:spPr>
                        <wps:txbx>
                          <w:txbxContent>
                            <w:p w14:paraId="06B9793F" w14:textId="77777777" w:rsidR="00CF467A" w:rsidRPr="00270BFB" w:rsidRDefault="00CF467A" w:rsidP="00CF467A">
                              <w:pPr>
                                <w:jc w:val="center"/>
                                <w:rPr>
                                  <w:sz w:val="18"/>
                                  <w:szCs w:val="18"/>
                                </w:rPr>
                              </w:pPr>
                              <w:r>
                                <w:rPr>
                                  <w:sz w:val="18"/>
                                  <w:szCs w:val="1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0408417" name="Text Box 21"/>
                        <wps:cNvSpPr txBox="1"/>
                        <wps:spPr>
                          <a:xfrm>
                            <a:off x="1076826" y="5570621"/>
                            <a:ext cx="427892" cy="237066"/>
                          </a:xfrm>
                          <a:prstGeom prst="rect">
                            <a:avLst/>
                          </a:prstGeom>
                          <a:solidFill>
                            <a:schemeClr val="lt1"/>
                          </a:solidFill>
                          <a:ln w="6350">
                            <a:noFill/>
                          </a:ln>
                        </wps:spPr>
                        <wps:txbx>
                          <w:txbxContent>
                            <w:p w14:paraId="61F81E91" w14:textId="77777777" w:rsidR="00CF467A" w:rsidRPr="00270BFB" w:rsidRDefault="00CF467A" w:rsidP="00CF467A">
                              <w:pPr>
                                <w:jc w:val="center"/>
                                <w:rPr>
                                  <w:sz w:val="18"/>
                                  <w:szCs w:val="18"/>
                                </w:rPr>
                              </w:pPr>
                              <w:r>
                                <w:rPr>
                                  <w:sz w:val="18"/>
                                  <w:szCs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260883060" name="Group 52"/>
                        <wpg:cNvGrpSpPr/>
                        <wpg:grpSpPr>
                          <a:xfrm>
                            <a:off x="1365584" y="6876047"/>
                            <a:ext cx="2049780" cy="498642"/>
                            <a:chOff x="0" y="0"/>
                            <a:chExt cx="2049780" cy="533400"/>
                          </a:xfrm>
                        </wpg:grpSpPr>
                        <wps:wsp>
                          <wps:cNvPr id="967181074" name="Rectangle 4"/>
                          <wps:cNvSpPr/>
                          <wps:spPr>
                            <a:xfrm>
                              <a:off x="0" y="0"/>
                              <a:ext cx="2049780" cy="5334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0765214" name="Text Box 5"/>
                          <wps:cNvSpPr txBox="1"/>
                          <wps:spPr>
                            <a:xfrm>
                              <a:off x="24064" y="27954"/>
                              <a:ext cx="1990090" cy="492397"/>
                            </a:xfrm>
                            <a:prstGeom prst="rect">
                              <a:avLst/>
                            </a:prstGeom>
                            <a:solidFill>
                              <a:schemeClr val="lt1"/>
                            </a:solidFill>
                            <a:ln w="6350">
                              <a:noFill/>
                            </a:ln>
                          </wps:spPr>
                          <wps:txbx>
                            <w:txbxContent>
                              <w:p w14:paraId="0813F9F3" w14:textId="77777777" w:rsidR="00A24BAA" w:rsidRPr="00AC7E17" w:rsidRDefault="00A24BAA" w:rsidP="00A24BAA">
                                <w:pPr>
                                  <w:jc w:val="center"/>
                                  <w:rPr>
                                    <w:b/>
                                    <w:bCs/>
                                    <w:sz w:val="16"/>
                                    <w:szCs w:val="16"/>
                                    <w:lang w:val="en-MY"/>
                                  </w:rPr>
                                </w:pPr>
                                <w:r w:rsidRPr="00AC7E17">
                                  <w:rPr>
                                    <w:b/>
                                    <w:bCs/>
                                    <w:sz w:val="16"/>
                                    <w:szCs w:val="16"/>
                                    <w:lang w:val="en-MY"/>
                                  </w:rPr>
                                  <w:t>Testing and Refinement</w:t>
                                </w:r>
                              </w:p>
                              <w:p w14:paraId="01688F4F" w14:textId="77777777" w:rsidR="00A24BAA" w:rsidRPr="00AC7E17" w:rsidRDefault="00A24BAA" w:rsidP="00A24BAA">
                                <w:pPr>
                                  <w:jc w:val="center"/>
                                  <w:rPr>
                                    <w:sz w:val="16"/>
                                    <w:szCs w:val="16"/>
                                    <w:lang w:val="en-MY"/>
                                  </w:rPr>
                                </w:pPr>
                                <w:r w:rsidRPr="00AC7E17">
                                  <w:rPr>
                                    <w:sz w:val="16"/>
                                    <w:szCs w:val="16"/>
                                    <w:lang w:val="en-MY"/>
                                  </w:rPr>
                                  <w:t>Test summarization output and website functionality</w:t>
                                </w:r>
                              </w:p>
                              <w:p w14:paraId="234E8DBC" w14:textId="77777777" w:rsidR="00A24BAA" w:rsidRPr="00242A3E" w:rsidRDefault="00A24BAA" w:rsidP="00A24BAA">
                                <w:pPr>
                                  <w:jc w:val="center"/>
                                  <w:rPr>
                                    <w:sz w:val="18"/>
                                    <w:szCs w:val="18"/>
                                    <w:lang w:val="en-MY"/>
                                  </w:rPr>
                                </w:pPr>
                                <w:r>
                                  <w:rPr>
                                    <w:sz w:val="18"/>
                                    <w:szCs w:val="18"/>
                                    <w:lang w:val="en-MY"/>
                                  </w:rPr>
                                  <w:t>0</w:t>
                                </w:r>
                              </w:p>
                              <w:p w14:paraId="0893F6A2" w14:textId="77777777" w:rsidR="00A24BAA" w:rsidRPr="00242A3E" w:rsidRDefault="00A24BAA" w:rsidP="00A24BAA">
                                <w:pPr>
                                  <w:jc w:val="center"/>
                                  <w:rPr>
                                    <w:sz w:val="18"/>
                                    <w:szCs w:val="18"/>
                                    <w:lang w:val="en-MY"/>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2C89B913" id="Group 57" o:spid="_x0000_s1026" style="position:absolute;margin-left:60.6pt;margin-top:2.35pt;width:316.35pt;height:627.6pt;z-index:251704354;mso-height-relative:margin" coordsize="40179,82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">
                <v:oval id="Oval 1" o:spid="_x0000_s1027" style="position:absolute;left:17084;width:11792;height:5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" filled="f" strokecolor="black [3213]" strokeweight="2pt"/>
                <v:group id="Group 46" o:spid="_x0000_s1028" style="position:absolute;left:12873;top:8181;width:20498;height:6667" coordsize="20497,6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">
                  <v:rect id="Rectangle 4" o:spid="_x0000_s1029" style="position:absolute;width:20497;height:6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" fillcolor="white [3201]" strokecolor="black [3213]" strokeweight="2pt"/>
                  <v:shapetype id="_x0000_t202" coordsize="21600,21600" o:spt="202" path="m,l,21600r21600,l21600,xe">
                    <v:stroke joinstyle="miter"/>
                    <v:path gradientshapeok="t" o:connecttype="rect"/>
                  </v:shapetype>
                  <v:shape id="_x0000_s1030" type="#_x0000_t202" style="position:absolute;left:601;top:300;width:19647;height:5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" fillcolor="white [3201]" stroked="f" strokeweight=".5pt">
                    <v:textbox>
                      <w:txbxContent>
                        <w:p w14:paraId="742ADAF4" w14:textId="77777777" w:rsidR="00CF467A" w:rsidRPr="00242A3E" w:rsidRDefault="00CF467A" w:rsidP="00CF467A">
                          <w:pPr>
                            <w:jc w:val="center"/>
                            <w:rPr>
                              <w:b/>
                              <w:bCs/>
                              <w:sz w:val="16"/>
                              <w:szCs w:val="16"/>
                              <w:lang w:val="en-MY"/>
                            </w:rPr>
                          </w:pPr>
                          <w:r w:rsidRPr="00242A3E">
                            <w:rPr>
                              <w:b/>
                              <w:bCs/>
                              <w:sz w:val="16"/>
                              <w:szCs w:val="16"/>
                              <w:lang w:val="en-MY"/>
                            </w:rPr>
                            <w:t>Manual correction</w:t>
                          </w:r>
                        </w:p>
                        <w:p w14:paraId="2B1EB210" w14:textId="77777777" w:rsidR="00CF467A" w:rsidRPr="00E50477" w:rsidRDefault="00CF467A" w:rsidP="00CF467A">
                          <w:pPr>
                            <w:jc w:val="center"/>
                            <w:rPr>
                              <w:sz w:val="16"/>
                              <w:szCs w:val="16"/>
                              <w:lang w:val="en-MY"/>
                            </w:rPr>
                          </w:pPr>
                          <w:r w:rsidRPr="00242A3E">
                            <w:rPr>
                              <w:sz w:val="16"/>
                              <w:szCs w:val="16"/>
                              <w:lang w:val="en-MY"/>
                            </w:rPr>
                            <w:t>Remove repetitive words and sentences, Arabic texts and tran</w:t>
                          </w:r>
                          <w:r>
                            <w:rPr>
                              <w:sz w:val="16"/>
                              <w:szCs w:val="16"/>
                              <w:lang w:val="en-MY"/>
                            </w:rPr>
                            <w:t>s</w:t>
                          </w:r>
                          <w:r w:rsidRPr="00242A3E">
                            <w:rPr>
                              <w:sz w:val="16"/>
                              <w:szCs w:val="16"/>
                              <w:lang w:val="en-MY"/>
                            </w:rPr>
                            <w:t>literations, verify it tallies with video</w:t>
                          </w:r>
                        </w:p>
                      </w:txbxContent>
                    </v:textbox>
                  </v:shape>
                </v:group>
                <v:group id="Group 48" o:spid="_x0000_s1031" style="position:absolute;left:13174;top:17987;width:20498;height:6604" coordsize="20497,6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">
                  <v:rect id="Rectangle 4" o:spid="_x0000_s1032" style="position:absolute;width:20497;height:6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" fillcolor="white [3201]" strokecolor="black [3213]" strokeweight="2pt"/>
                  <v:shape id="_x0000_s1033" type="#_x0000_t202" style="position:absolute;left:481;top:421;width:19573;height:5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" fillcolor="white [3201]" stroked="f" strokeweight=".5pt">
                    <v:textbox>
                      <w:txbxContent>
                        <w:p w14:paraId="53A1C72F" w14:textId="77777777" w:rsidR="00CF467A" w:rsidRPr="00A56092" w:rsidRDefault="00CF467A" w:rsidP="00CF467A">
                          <w:pPr>
                            <w:jc w:val="center"/>
                            <w:rPr>
                              <w:b/>
                              <w:bCs/>
                              <w:sz w:val="16"/>
                              <w:szCs w:val="16"/>
                              <w:lang w:val="en-MY"/>
                            </w:rPr>
                          </w:pPr>
                          <w:r w:rsidRPr="00A56092">
                            <w:rPr>
                              <w:b/>
                              <w:bCs/>
                              <w:sz w:val="16"/>
                              <w:szCs w:val="16"/>
                              <w:lang w:val="en-MY"/>
                            </w:rPr>
                            <w:t>Preprocessing</w:t>
                          </w:r>
                        </w:p>
                        <w:p w14:paraId="006338D5" w14:textId="77777777" w:rsidR="00CF467A" w:rsidRPr="00A56092" w:rsidRDefault="00CF467A" w:rsidP="00CF467A">
                          <w:pPr>
                            <w:jc w:val="center"/>
                            <w:rPr>
                              <w:sz w:val="16"/>
                              <w:szCs w:val="16"/>
                              <w:lang w:val="en-MY"/>
                            </w:rPr>
                          </w:pPr>
                          <w:r>
                            <w:rPr>
                              <w:sz w:val="16"/>
                              <w:szCs w:val="16"/>
                              <w:lang w:val="en-MY"/>
                            </w:rPr>
                            <w:t>R</w:t>
                          </w:r>
                          <w:r w:rsidRPr="00A56092">
                            <w:rPr>
                              <w:sz w:val="16"/>
                              <w:szCs w:val="16"/>
                              <w:lang w:val="en-MY"/>
                            </w:rPr>
                            <w:t xml:space="preserve">emove filler words and redundant phrases, sentence segmentation, word tokenization, stop </w:t>
                          </w:r>
                          <w:r w:rsidRPr="00E50477">
                            <w:rPr>
                              <w:sz w:val="16"/>
                              <w:szCs w:val="16"/>
                              <w:lang w:val="en-MY"/>
                            </w:rPr>
                            <w:t>words,</w:t>
                          </w:r>
                          <w:r w:rsidRPr="00A56092">
                            <w:rPr>
                              <w:sz w:val="16"/>
                              <w:szCs w:val="16"/>
                              <w:lang w:val="en-MY"/>
                            </w:rPr>
                            <w:t xml:space="preserve"> and punctuation removal</w:t>
                          </w:r>
                        </w:p>
                        <w:p w14:paraId="79880649" w14:textId="77777777" w:rsidR="00CF467A" w:rsidRPr="00242A3E" w:rsidRDefault="00CF467A" w:rsidP="00CF467A">
                          <w:pPr>
                            <w:jc w:val="center"/>
                            <w:rPr>
                              <w:sz w:val="18"/>
                              <w:szCs w:val="18"/>
                              <w:lang w:val="en-MY"/>
                            </w:rPr>
                          </w:pPr>
                        </w:p>
                      </w:txbxContent>
                    </v:textbox>
                  </v:shape>
                </v:group>
                <v:group id="Group 47" o:spid="_x0000_s1034" style="position:absolute;left:13294;top:27552;width:20498;height:4995" coordsize="20497,4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">
                  <v:rect id="Rectangle 4" o:spid="_x0000_s1035" style="position:absolute;width:20497;height:4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" fillcolor="white [3201]" strokecolor="black [3213]" strokeweight="2pt"/>
                  <v:shape id="_x0000_s1036" type="#_x0000_t202" style="position:absolute;left:661;top:661;width:18635;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" fillcolor="white [3201]" stroked="f" strokeweight=".5pt">
                    <v:textbox>
                      <w:txbxContent>
                        <w:p w14:paraId="72662697" w14:textId="77777777" w:rsidR="00CF467A" w:rsidRPr="00ED364C" w:rsidRDefault="00CF467A" w:rsidP="00CF467A">
                          <w:pPr>
                            <w:jc w:val="center"/>
                            <w:rPr>
                              <w:b/>
                              <w:bCs/>
                              <w:sz w:val="16"/>
                              <w:szCs w:val="16"/>
                              <w:lang w:val="en-MY"/>
                            </w:rPr>
                          </w:pPr>
                          <w:r w:rsidRPr="00ED364C">
                            <w:rPr>
                              <w:b/>
                              <w:bCs/>
                              <w:sz w:val="16"/>
                              <w:szCs w:val="16"/>
                              <w:lang w:val="en-MY"/>
                            </w:rPr>
                            <w:t>Custom Topic Extraction</w:t>
                          </w:r>
                        </w:p>
                        <w:p w14:paraId="53E351AF" w14:textId="77777777" w:rsidR="00CF467A" w:rsidRPr="00ED364C" w:rsidRDefault="00CF467A" w:rsidP="00CF467A">
                          <w:pPr>
                            <w:jc w:val="center"/>
                            <w:rPr>
                              <w:sz w:val="16"/>
                              <w:szCs w:val="16"/>
                              <w:lang w:val="en-MY"/>
                            </w:rPr>
                          </w:pPr>
                          <w:r w:rsidRPr="00ED364C">
                            <w:rPr>
                              <w:sz w:val="16"/>
                              <w:szCs w:val="16"/>
                              <w:lang w:val="en-MY"/>
                            </w:rPr>
                            <w:t>Define relevant keywords for each topic</w:t>
                          </w:r>
                        </w:p>
                        <w:p w14:paraId="52C196E4" w14:textId="77777777" w:rsidR="00CF467A" w:rsidRPr="00242A3E" w:rsidRDefault="00CF467A" w:rsidP="00CF467A">
                          <w:pPr>
                            <w:jc w:val="center"/>
                            <w:rPr>
                              <w:sz w:val="18"/>
                              <w:szCs w:val="18"/>
                              <w:lang w:val="en-MY"/>
                            </w:rPr>
                          </w:pPr>
                        </w:p>
                      </w:txbxContent>
                    </v:textbox>
                  </v:shape>
                </v:group>
                <v:group id="Group 49" o:spid="_x0000_s1037" style="position:absolute;left:13415;top:35192;width:20498;height:6684" coordsize="20497,6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">
                  <v:rect id="Rectangle 4" o:spid="_x0000_s1038" style="position:absolute;width:20497;height:6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" fillcolor="white [3201]" strokecolor="black [3213]" strokeweight="2pt"/>
                  <v:shape id="_x0000_s1039" type="#_x0000_t202" style="position:absolute;left:481;top:721;width:19901;height:5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" fillcolor="white [3201]" stroked="f" strokeweight=".5pt">
                    <v:textbox>
                      <w:txbxContent>
                        <w:p w14:paraId="67C68D61" w14:textId="77777777" w:rsidR="00CF467A" w:rsidRPr="002F6E17" w:rsidRDefault="00CF467A" w:rsidP="00CF467A">
                          <w:pPr>
                            <w:jc w:val="center"/>
                            <w:rPr>
                              <w:b/>
                              <w:bCs/>
                              <w:sz w:val="16"/>
                              <w:szCs w:val="16"/>
                              <w:lang w:val="en-MY"/>
                            </w:rPr>
                          </w:pPr>
                          <w:r w:rsidRPr="002F6E17">
                            <w:rPr>
                              <w:b/>
                              <w:bCs/>
                              <w:sz w:val="16"/>
                              <w:szCs w:val="16"/>
                              <w:lang w:val="en-MY"/>
                            </w:rPr>
                            <w:t>Model Comparison</w:t>
                          </w:r>
                        </w:p>
                        <w:p w14:paraId="472AB94D" w14:textId="77777777" w:rsidR="00CF467A" w:rsidRPr="002F6E17" w:rsidRDefault="00CF467A" w:rsidP="00CF467A">
                          <w:pPr>
                            <w:jc w:val="center"/>
                            <w:rPr>
                              <w:sz w:val="16"/>
                              <w:szCs w:val="16"/>
                              <w:lang w:val="en-MY"/>
                            </w:rPr>
                          </w:pPr>
                          <w:proofErr w:type="spellStart"/>
                          <w:r w:rsidRPr="002F6E17">
                            <w:rPr>
                              <w:sz w:val="16"/>
                              <w:szCs w:val="16"/>
                              <w:lang w:val="en-MY"/>
                            </w:rPr>
                            <w:t>LexRank</w:t>
                          </w:r>
                          <w:proofErr w:type="spellEnd"/>
                          <w:r w:rsidRPr="002F6E17">
                            <w:rPr>
                              <w:sz w:val="16"/>
                              <w:szCs w:val="16"/>
                              <w:lang w:val="en-MY"/>
                            </w:rPr>
                            <w:t xml:space="preserve"> and HETFORMER for extractive summarization. BART and PEGASUS for abstractive summarization.</w:t>
                          </w:r>
                        </w:p>
                        <w:p w14:paraId="4D138A80" w14:textId="77777777" w:rsidR="00CF467A" w:rsidRPr="00242A3E" w:rsidRDefault="00CF467A" w:rsidP="00CF467A">
                          <w:pPr>
                            <w:jc w:val="center"/>
                            <w:rPr>
                              <w:sz w:val="18"/>
                              <w:szCs w:val="18"/>
                              <w:lang w:val="en-MY"/>
                            </w:rPr>
                          </w:pPr>
                        </w:p>
                      </w:txbxContent>
                    </v:textbox>
                  </v:shape>
                </v:group>
                <v:group id="Group 50" o:spid="_x0000_s1040" style="position:absolute;left:13415;top:44757;width:20498;height:4080" coordsize="20497,4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">
                  <v:rect id="Rectangle 4" o:spid="_x0000_s1041" style="position:absolute;width:20497;height:4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" fillcolor="white [3201]" strokecolor="black [3213]" strokeweight="2pt"/>
                  <v:shape id="_x0000_s1042" type="#_x0000_t202" style="position:absolute;left:842;top:360;width:19132;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" fillcolor="white [3201]" stroked="f" strokeweight=".5pt">
                    <v:textbox>
                      <w:txbxContent>
                        <w:p w14:paraId="6471E0EF" w14:textId="77777777" w:rsidR="00CF467A" w:rsidRPr="00A01FF2" w:rsidRDefault="00CF467A" w:rsidP="00CF467A">
                          <w:pPr>
                            <w:jc w:val="center"/>
                            <w:rPr>
                              <w:b/>
                              <w:bCs/>
                              <w:sz w:val="16"/>
                              <w:szCs w:val="16"/>
                              <w:lang w:val="en-MY"/>
                            </w:rPr>
                          </w:pPr>
                          <w:r w:rsidRPr="00A01FF2">
                            <w:rPr>
                              <w:b/>
                              <w:bCs/>
                              <w:sz w:val="16"/>
                              <w:szCs w:val="16"/>
                              <w:lang w:val="en-MY"/>
                            </w:rPr>
                            <w:t>Model Evaluation</w:t>
                          </w:r>
                        </w:p>
                        <w:p w14:paraId="7FCF2808" w14:textId="77777777" w:rsidR="00CF467A" w:rsidRPr="00E50477" w:rsidRDefault="00CF467A" w:rsidP="00CF467A">
                          <w:pPr>
                            <w:jc w:val="center"/>
                            <w:rPr>
                              <w:sz w:val="16"/>
                              <w:szCs w:val="16"/>
                              <w:lang w:val="en-MY"/>
                            </w:rPr>
                          </w:pPr>
                          <w:r w:rsidRPr="00A01FF2">
                            <w:rPr>
                              <w:sz w:val="16"/>
                              <w:szCs w:val="16"/>
                              <w:lang w:val="en-MY"/>
                            </w:rPr>
                            <w:t xml:space="preserve">Evaluate models using </w:t>
                          </w:r>
                          <w:proofErr w:type="spellStart"/>
                          <w:r w:rsidRPr="00A01FF2">
                            <w:rPr>
                              <w:sz w:val="16"/>
                              <w:szCs w:val="16"/>
                              <w:lang w:val="en-MY"/>
                            </w:rPr>
                            <w:t>BERTScore</w:t>
                          </w:r>
                          <w:proofErr w:type="spellEnd"/>
                        </w:p>
                      </w:txbxContent>
                    </v:textbox>
                  </v:shape>
                </v:group>
                <v:group id="Group 51" o:spid="_x0000_s1043" style="position:absolute;left:17686;top:51976;width:12192;height:7174" coordsize="12192,7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">
                  <v:shape id="Text Box 9" o:spid="_x0000_s1044" type="#_x0000_t202" style="position:absolute;left:1564;top:2286;width:10242;height:2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" fillcolor="white [3201]" stroked="f" strokeweight=".5pt">
                    <v:textbox>
                      <w:txbxContent>
                        <w:p w14:paraId="1EB01712" w14:textId="77777777" w:rsidR="00CF467A" w:rsidRPr="002C6637" w:rsidRDefault="00CF467A" w:rsidP="00CF467A">
                          <w:pPr>
                            <w:rPr>
                              <w:sz w:val="18"/>
                              <w:szCs w:val="18"/>
                            </w:rPr>
                          </w:pPr>
                          <w:proofErr w:type="spellStart"/>
                          <w:r w:rsidRPr="002C6637">
                            <w:rPr>
                              <w:sz w:val="18"/>
                              <w:szCs w:val="18"/>
                            </w:rPr>
                            <w:t>BERTScore</w:t>
                          </w:r>
                          <w:proofErr w:type="spellEnd"/>
                          <w:r w:rsidRPr="002C6637">
                            <w:rPr>
                              <w:sz w:val="18"/>
                              <w:szCs w:val="18"/>
                            </w:rPr>
                            <w:t xml:space="preserve"> &gt; 0.8</w:t>
                          </w:r>
                        </w:p>
                      </w:txbxContent>
                    </v:textbox>
                  </v:shape>
                  <v:shapetype id="_x0000_t4" coordsize="21600,21600" o:spt="4" path="m10800,l,10800,10800,21600,21600,10800xe">
                    <v:stroke joinstyle="miter"/>
                    <v:path gradientshapeok="t" o:connecttype="rect" textboxrect="5400,5400,16200,16200"/>
                  </v:shapetype>
                  <v:shape id="Diamond 8" o:spid="_x0000_s1045" type="#_x0000_t4" style="position:absolute;width:12192;height:7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" filled="f" strokecolor="black [3213]" strokeweight="2pt"/>
                </v:group>
                <v:group id="Group 52" o:spid="_x0000_s1046" style="position:absolute;left:13595;top:61361;width:20498;height:5334" coordsize="20497,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">
                  <v:rect id="Rectangle 4" o:spid="_x0000_s1047" style="position:absolute;width:20497;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" fillcolor="white [3201]" strokecolor="black [3213]" strokeweight="2pt"/>
                  <v:shape id="_x0000_s1048" type="#_x0000_t202" style="position:absolute;left:240;top:601;width:19901;height:4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" fillcolor="white [3201]" stroked="f" strokeweight=".5pt">
                    <v:textbox>
                      <w:txbxContent>
                        <w:p w14:paraId="146D0DD4" w14:textId="77777777" w:rsidR="00CF467A" w:rsidRPr="00C26628" w:rsidRDefault="00CF467A" w:rsidP="00CF467A">
                          <w:pPr>
                            <w:jc w:val="center"/>
                            <w:rPr>
                              <w:b/>
                              <w:bCs/>
                              <w:sz w:val="16"/>
                              <w:szCs w:val="16"/>
                              <w:lang w:val="en-MY"/>
                            </w:rPr>
                          </w:pPr>
                          <w:r w:rsidRPr="00C26628">
                            <w:rPr>
                              <w:b/>
                              <w:bCs/>
                              <w:sz w:val="16"/>
                              <w:szCs w:val="16"/>
                              <w:lang w:val="en-MY"/>
                            </w:rPr>
                            <w:t>Website Development</w:t>
                          </w:r>
                        </w:p>
                        <w:p w14:paraId="36B82A60" w14:textId="77777777" w:rsidR="00CF467A" w:rsidRPr="00C26628" w:rsidRDefault="00CF467A" w:rsidP="00CF467A">
                          <w:pPr>
                            <w:jc w:val="center"/>
                            <w:rPr>
                              <w:sz w:val="16"/>
                              <w:szCs w:val="16"/>
                              <w:lang w:val="en-MY"/>
                            </w:rPr>
                          </w:pPr>
                          <w:r w:rsidRPr="00C26628">
                            <w:rPr>
                              <w:sz w:val="16"/>
                              <w:szCs w:val="16"/>
                              <w:lang w:val="en-MY"/>
                            </w:rPr>
                            <w:t>Using Django. Summaries with the best score is implemented into the website</w:t>
                          </w:r>
                        </w:p>
                        <w:p w14:paraId="523E6CBB" w14:textId="77777777" w:rsidR="00CF467A" w:rsidRPr="00242A3E" w:rsidRDefault="00CF467A" w:rsidP="00CF467A">
                          <w:pPr>
                            <w:jc w:val="center"/>
                            <w:rPr>
                              <w:sz w:val="18"/>
                              <w:szCs w:val="18"/>
                              <w:lang w:val="en-MY"/>
                            </w:rPr>
                          </w:pPr>
                        </w:p>
                      </w:txbxContent>
                    </v:textbox>
                  </v:shape>
                </v:group>
                <v:shapetype id="_x0000_t32" coordsize="21600,21600" o:spt="32" o:oned="t" path="m,l21600,21600e" filled="f">
                  <v:path arrowok="t" fillok="f" o:connecttype="none"/>
                  <o:lock v:ext="edit" shapetype="t"/>
                </v:shapetype>
                <v:shape id="Straight Arrow Connector 10" o:spid="_x0000_s1049" type="#_x0000_t32" style="position:absolute;left:23200;top:6136;width:0;height:20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" strokecolor="black [3040]">
                  <v:stroke endarrow="block"/>
                </v:shape>
                <v:shape id="Straight Arrow Connector 11" o:spid="_x0000_s1050" type="#_x0000_t32" style="position:absolute;left:23321;top:15039;width:0;height:26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" strokecolor="black [3040]">
                  <v:stroke endarrow="block"/>
                </v:shape>
                <v:shape id="Straight Arrow Connector 13" o:spid="_x0000_s1051" type="#_x0000_t32" style="position:absolute;left:23441;top:24785;width:0;height:27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" strokecolor="black [3040]">
                  <v:stroke endarrow="block"/>
                </v:shape>
                <v:shape id="Straight Arrow Connector 14" o:spid="_x0000_s1052" type="#_x0000_t32" style="position:absolute;left:23682;top:32545;width:0;height:25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" strokecolor="black [3040]">
                  <v:stroke endarrow="block"/>
                </v:shape>
                <v:shape id="Straight Arrow Connector 15" o:spid="_x0000_s1053" type="#_x0000_t32" style="position:absolute;left:23682;top:41869;width:0;height:2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" strokecolor="black [3040]">
                  <v:stroke endarrow="block"/>
                </v:shape>
                <v:shape id="Straight Arrow Connector 16" o:spid="_x0000_s1054" type="#_x0000_t32" style="position:absolute;left:23682;top:49088;width:0;height:28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" strokecolor="black [3040]">
                  <v:stroke endarrow="block"/>
                </v:shape>
                <v:shape id="Straight Arrow Connector 17" o:spid="_x0000_s1055" type="#_x0000_t32" style="position:absolute;left:23802;top:59315;width:0;height:20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" strokecolor="black [3040]">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0" o:spid="_x0000_s1056" type="#_x0000_t34" style="position:absolute;left:13525;top:37759;width:4064;height:1761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" adj="44302" strokecolor="black [3040]">
                  <v:stroke endarrow="block"/>
                </v:shape>
                <v:shape id="_x0000_s1057" type="#_x0000_t202" style="position:absolute;top:45118;width:863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" fillcolor="white [3201]" stroked="f" strokeweight=".5pt">
                  <v:textbox>
                    <w:txbxContent>
                      <w:p w14:paraId="01B52DF1" w14:textId="77777777" w:rsidR="00CF467A" w:rsidRPr="00270BFB" w:rsidRDefault="00CF467A" w:rsidP="00CF467A">
                        <w:pPr>
                          <w:jc w:val="center"/>
                          <w:rPr>
                            <w:sz w:val="18"/>
                            <w:szCs w:val="18"/>
                          </w:rPr>
                        </w:pPr>
                        <w:r w:rsidRPr="00270BFB">
                          <w:rPr>
                            <w:sz w:val="18"/>
                            <w:szCs w:val="18"/>
                          </w:rPr>
                          <w:t>Does not meet threshold</w:t>
                        </w:r>
                      </w:p>
                    </w:txbxContent>
                  </v:textbox>
                </v:shape>
                <v:shape id="_x0000_s1058" type="#_x0000_t202" style="position:absolute;left:30800;top:54262;width:9379;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" fillcolor="white [3201]" stroked="f" strokeweight=".5pt">
                  <v:textbox>
                    <w:txbxContent>
                      <w:p w14:paraId="5209EDE4" w14:textId="77777777" w:rsidR="00CF467A" w:rsidRPr="00270BFB" w:rsidRDefault="00CF467A" w:rsidP="00CF467A">
                        <w:pPr>
                          <w:rPr>
                            <w:sz w:val="18"/>
                            <w:szCs w:val="18"/>
                          </w:rPr>
                        </w:pPr>
                        <w:r w:rsidRPr="00270BFB">
                          <w:rPr>
                            <w:sz w:val="18"/>
                            <w:szCs w:val="18"/>
                          </w:rPr>
                          <w:t>Meet threshold</w:t>
                        </w:r>
                      </w:p>
                    </w:txbxContent>
                  </v:textbox>
                </v:shape>
                <v:shape id="Straight Arrow Connector 17" o:spid="_x0000_s1059" type="#_x0000_t32" style="position:absolute;left:23682;top:66715;width:0;height:20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" strokecolor="black [3040]">
                  <v:stroke endarrow="block"/>
                </v:shape>
                <v:oval id="_x0000_s1060" style="position:absolute;left:17084;top:74270;width:14420;height:8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" filled="f" stroked="f" strokeweight=".5pt">
                  <v:textbox>
                    <w:txbxContent>
                      <w:p w14:paraId="0DEB7A8B" w14:textId="77777777" w:rsidR="00CF467A" w:rsidRPr="009235B9" w:rsidRDefault="00CF467A" w:rsidP="00CF467A">
                        <w:pPr>
                          <w:jc w:val="center"/>
                          <w:rPr>
                            <w:b/>
                            <w:bCs/>
                            <w:sz w:val="16"/>
                            <w:szCs w:val="16"/>
                            <w:lang w:val="en-MY"/>
                          </w:rPr>
                        </w:pPr>
                        <w:r w:rsidRPr="009235B9">
                          <w:rPr>
                            <w:b/>
                            <w:bCs/>
                            <w:sz w:val="16"/>
                            <w:szCs w:val="16"/>
                            <w:lang w:val="en-MY"/>
                          </w:rPr>
                          <w:t>End</w:t>
                        </w:r>
                      </w:p>
                      <w:p w14:paraId="1DC8EEE1" w14:textId="77777777" w:rsidR="00CF467A" w:rsidRPr="00E50477" w:rsidRDefault="00CF467A" w:rsidP="00CF467A">
                        <w:pPr>
                          <w:jc w:val="center"/>
                          <w:rPr>
                            <w:sz w:val="16"/>
                            <w:szCs w:val="16"/>
                          </w:rPr>
                        </w:pPr>
                        <w:r w:rsidRPr="009235B9">
                          <w:rPr>
                            <w:sz w:val="16"/>
                            <w:szCs w:val="16"/>
                            <w:lang w:val="en-MY"/>
                          </w:rPr>
                          <w:t>Summarise content and func</w:t>
                        </w:r>
                        <w:r>
                          <w:rPr>
                            <w:sz w:val="16"/>
                            <w:szCs w:val="16"/>
                            <w:lang w:val="en-MY"/>
                          </w:rPr>
                          <w:t>ti</w:t>
                        </w:r>
                        <w:r w:rsidRPr="009235B9">
                          <w:rPr>
                            <w:sz w:val="16"/>
                            <w:szCs w:val="16"/>
                            <w:lang w:val="en-MY"/>
                          </w:rPr>
                          <w:t>onal website</w:t>
                        </w:r>
                      </w:p>
                    </w:txbxContent>
                  </v:textbox>
                </v:oval>
                <v:shape id="_x0000_s1061" type="#_x0000_t202" style="position:absolute;left:17686;top:58593;width:4279;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" fillcolor="white [3201]" stroked="f" strokeweight=".5pt">
                  <v:textbox>
                    <w:txbxContent>
                      <w:p w14:paraId="06B9793F" w14:textId="77777777" w:rsidR="00CF467A" w:rsidRPr="00270BFB" w:rsidRDefault="00CF467A" w:rsidP="00CF467A">
                        <w:pPr>
                          <w:jc w:val="center"/>
                          <w:rPr>
                            <w:sz w:val="18"/>
                            <w:szCs w:val="18"/>
                          </w:rPr>
                        </w:pPr>
                        <w:r>
                          <w:rPr>
                            <w:sz w:val="18"/>
                            <w:szCs w:val="18"/>
                          </w:rPr>
                          <w:t>Yes</w:t>
                        </w:r>
                      </w:p>
                    </w:txbxContent>
                  </v:textbox>
                </v:shape>
                <v:shape id="_x0000_s1062" type="#_x0000_t202" style="position:absolute;left:10768;top:55706;width:4279;height:2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" fillcolor="white [3201]" stroked="f" strokeweight=".5pt">
                  <v:textbox>
                    <w:txbxContent>
                      <w:p w14:paraId="61F81E91" w14:textId="77777777" w:rsidR="00CF467A" w:rsidRPr="00270BFB" w:rsidRDefault="00CF467A" w:rsidP="00CF467A">
                        <w:pPr>
                          <w:jc w:val="center"/>
                          <w:rPr>
                            <w:sz w:val="18"/>
                            <w:szCs w:val="18"/>
                          </w:rPr>
                        </w:pPr>
                        <w:r>
                          <w:rPr>
                            <w:sz w:val="18"/>
                            <w:szCs w:val="18"/>
                          </w:rPr>
                          <w:t>No</w:t>
                        </w:r>
                      </w:p>
                    </w:txbxContent>
                  </v:textbox>
                </v:shape>
                <v:group id="Group 52" o:spid="_x0000_s1063" style="position:absolute;left:13655;top:68760;width:20498;height:4986" coordsize="20497,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">
                  <v:rect id="Rectangle 4" o:spid="_x0000_s1064" style="position:absolute;width:20497;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" fillcolor="white [3201]" strokecolor="black [3213]" strokeweight="2pt"/>
                  <v:shape id="_x0000_s1065" type="#_x0000_t202" style="position:absolute;left:240;top:279;width:19901;height:4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" fillcolor="white [3201]" stroked="f" strokeweight=".5pt">
                    <v:textbox>
                      <w:txbxContent>
                        <w:p w14:paraId="0813F9F3" w14:textId="77777777" w:rsidR="00A24BAA" w:rsidRPr="00AC7E17" w:rsidRDefault="00A24BAA" w:rsidP="00A24BAA">
                          <w:pPr>
                            <w:jc w:val="center"/>
                            <w:rPr>
                              <w:b/>
                              <w:bCs/>
                              <w:sz w:val="16"/>
                              <w:szCs w:val="16"/>
                              <w:lang w:val="en-MY"/>
                            </w:rPr>
                          </w:pPr>
                          <w:r w:rsidRPr="00AC7E17">
                            <w:rPr>
                              <w:b/>
                              <w:bCs/>
                              <w:sz w:val="16"/>
                              <w:szCs w:val="16"/>
                              <w:lang w:val="en-MY"/>
                            </w:rPr>
                            <w:t>Testing and Refinement</w:t>
                          </w:r>
                        </w:p>
                        <w:p w14:paraId="01688F4F" w14:textId="77777777" w:rsidR="00A24BAA" w:rsidRPr="00AC7E17" w:rsidRDefault="00A24BAA" w:rsidP="00A24BAA">
                          <w:pPr>
                            <w:jc w:val="center"/>
                            <w:rPr>
                              <w:sz w:val="16"/>
                              <w:szCs w:val="16"/>
                              <w:lang w:val="en-MY"/>
                            </w:rPr>
                          </w:pPr>
                          <w:r w:rsidRPr="00AC7E17">
                            <w:rPr>
                              <w:sz w:val="16"/>
                              <w:szCs w:val="16"/>
                              <w:lang w:val="en-MY"/>
                            </w:rPr>
                            <w:t>Test summarization output and website functionality</w:t>
                          </w:r>
                        </w:p>
                        <w:p w14:paraId="234E8DBC" w14:textId="77777777" w:rsidR="00A24BAA" w:rsidRPr="00242A3E" w:rsidRDefault="00A24BAA" w:rsidP="00A24BAA">
                          <w:pPr>
                            <w:jc w:val="center"/>
                            <w:rPr>
                              <w:sz w:val="18"/>
                              <w:szCs w:val="18"/>
                              <w:lang w:val="en-MY"/>
                            </w:rPr>
                          </w:pPr>
                          <w:r>
                            <w:rPr>
                              <w:sz w:val="18"/>
                              <w:szCs w:val="18"/>
                              <w:lang w:val="en-MY"/>
                            </w:rPr>
                            <w:t>0</w:t>
                          </w:r>
                        </w:p>
                        <w:p w14:paraId="0893F6A2" w14:textId="77777777" w:rsidR="00A24BAA" w:rsidRPr="00242A3E" w:rsidRDefault="00A24BAA" w:rsidP="00A24BAA">
                          <w:pPr>
                            <w:jc w:val="center"/>
                            <w:rPr>
                              <w:sz w:val="18"/>
                              <w:szCs w:val="18"/>
                              <w:lang w:val="en-MY"/>
                            </w:rPr>
                          </w:pPr>
                        </w:p>
                      </w:txbxContent>
                    </v:textbox>
                  </v:shape>
                </v:group>
              </v:group>
            </w:pict>
          </mc:Fallback>
        </mc:AlternateContent>
      </w:r>
      <w:r>
        <w:rPr>
          <w:noProof/>
          <w:sz w:val="18"/>
          <w:szCs w:val="18"/>
          <w:lang w:val="en-MY"/>
        </w:rPr>
        <mc:AlternateContent>
          <mc:Choice Requires="wps">
            <w:drawing>
              <wp:anchor distT="0" distB="0" distL="114300" distR="114300" simplePos="0" relativeHeight="251654178" behindDoc="0" locked="0" layoutInCell="1" allowOverlap="1" wp14:anchorId="41B71890" wp14:editId="0404D964">
                <wp:simplePos x="0" y="0"/>
                <wp:positionH relativeFrom="column">
                  <wp:posOffset>2376170</wp:posOffset>
                </wp:positionH>
                <wp:positionV relativeFrom="paragraph">
                  <wp:posOffset>-66195</wp:posOffset>
                </wp:positionV>
                <wp:extent cx="1379643" cy="806450"/>
                <wp:effectExtent l="0" t="0" r="0" b="0"/>
                <wp:wrapNone/>
                <wp:docPr id="1227605766" name="Text Box 6"/>
                <wp:cNvGraphicFramePr/>
                <a:graphic xmlns:a="http://schemas.openxmlformats.org/drawingml/2006/main">
                  <a:graphicData uri="http://schemas.microsoft.com/office/word/2010/wordprocessingShape">
                    <wps:wsp>
                      <wps:cNvSpPr txBox="1"/>
                      <wps:spPr>
                        <a:xfrm>
                          <a:off x="0" y="0"/>
                          <a:ext cx="1379643" cy="806450"/>
                        </a:xfrm>
                        <a:prstGeom prst="ellipse">
                          <a:avLst/>
                        </a:prstGeom>
                        <a:solidFill>
                          <a:schemeClr val="lt1"/>
                        </a:solidFill>
                        <a:ln w="6350">
                          <a:noFill/>
                        </a:ln>
                      </wps:spPr>
                      <wps:txbx>
                        <w:txbxContent>
                          <w:p w14:paraId="7CAF9597" w14:textId="77777777" w:rsidR="00CF467A" w:rsidRPr="00AC7E17" w:rsidRDefault="00CF467A" w:rsidP="00CF467A">
                            <w:pPr>
                              <w:jc w:val="center"/>
                              <w:rPr>
                                <w:b/>
                                <w:bCs/>
                                <w:sz w:val="16"/>
                                <w:szCs w:val="16"/>
                              </w:rPr>
                            </w:pPr>
                            <w:r w:rsidRPr="00AC7E17">
                              <w:rPr>
                                <w:b/>
                                <w:bCs/>
                                <w:sz w:val="16"/>
                                <w:szCs w:val="16"/>
                              </w:rPr>
                              <w:t>Start</w:t>
                            </w:r>
                          </w:p>
                          <w:p w14:paraId="770ACB6C" w14:textId="77777777" w:rsidR="00CF467A" w:rsidRPr="00E50477" w:rsidRDefault="00CF467A" w:rsidP="00CF467A">
                            <w:pPr>
                              <w:jc w:val="center"/>
                              <w:rPr>
                                <w:sz w:val="16"/>
                                <w:szCs w:val="16"/>
                              </w:rPr>
                            </w:pPr>
                            <w:r w:rsidRPr="00E50477">
                              <w:rPr>
                                <w:sz w:val="16"/>
                                <w:szCs w:val="16"/>
                              </w:rPr>
                              <w:t>Fetch dataset from Yaqeen Institute website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B71890" id="Text Box 6" o:spid="_x0000_s1066" style="position:absolute;margin-left:187.1pt;margin-top:-5.2pt;width:108.65pt;height:63.5pt;z-index:2516541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" fillcolor="white [3201]" stroked="f" strokeweight=".5pt">
                <v:textbox>
                  <w:txbxContent>
                    <w:p w14:paraId="7CAF9597" w14:textId="77777777" w:rsidR="00CF467A" w:rsidRPr="00AC7E17" w:rsidRDefault="00CF467A" w:rsidP="00CF467A">
                      <w:pPr>
                        <w:jc w:val="center"/>
                        <w:rPr>
                          <w:b/>
                          <w:bCs/>
                          <w:sz w:val="16"/>
                          <w:szCs w:val="16"/>
                        </w:rPr>
                      </w:pPr>
                      <w:r w:rsidRPr="00AC7E17">
                        <w:rPr>
                          <w:b/>
                          <w:bCs/>
                          <w:sz w:val="16"/>
                          <w:szCs w:val="16"/>
                        </w:rPr>
                        <w:t>Start</w:t>
                      </w:r>
                    </w:p>
                    <w:p w14:paraId="770ACB6C" w14:textId="77777777" w:rsidR="00CF467A" w:rsidRPr="00E50477" w:rsidRDefault="00CF467A" w:rsidP="00CF467A">
                      <w:pPr>
                        <w:jc w:val="center"/>
                        <w:rPr>
                          <w:sz w:val="16"/>
                          <w:szCs w:val="16"/>
                        </w:rPr>
                      </w:pPr>
                      <w:r w:rsidRPr="00E50477">
                        <w:rPr>
                          <w:sz w:val="16"/>
                          <w:szCs w:val="16"/>
                        </w:rPr>
                        <w:t>Fetch dataset from Yaqeen Institute website</w:t>
                      </w:r>
                    </w:p>
                  </w:txbxContent>
                </v:textbox>
              </v:oval>
            </w:pict>
          </mc:Fallback>
        </mc:AlternateContent>
      </w:r>
    </w:p>
    <w:p w14:paraId="2DF8EDE0" w14:textId="71CEFBB4" w:rsidR="00CF467A" w:rsidRDefault="00CF467A" w:rsidP="00CF467A">
      <w:pPr>
        <w:rPr>
          <w:lang w:val="en-MY"/>
        </w:rPr>
      </w:pPr>
    </w:p>
    <w:p w14:paraId="41CA6E09" w14:textId="77777777" w:rsidR="00CF467A" w:rsidRDefault="00CF467A" w:rsidP="00CF467A">
      <w:pPr>
        <w:rPr>
          <w:lang w:val="en-MY"/>
        </w:rPr>
      </w:pPr>
    </w:p>
    <w:p w14:paraId="0DEC29F0" w14:textId="5355F63F" w:rsidR="00CF467A" w:rsidRDefault="00CF467A" w:rsidP="00CF467A">
      <w:pPr>
        <w:rPr>
          <w:lang w:val="en-MY"/>
        </w:rPr>
      </w:pPr>
    </w:p>
    <w:p w14:paraId="3811876C" w14:textId="5402B9F3" w:rsidR="00CF467A" w:rsidRDefault="00CF467A" w:rsidP="00CF467A">
      <w:pPr>
        <w:rPr>
          <w:lang w:val="en-MY"/>
        </w:rPr>
      </w:pPr>
    </w:p>
    <w:p w14:paraId="13850CA9" w14:textId="77777777" w:rsidR="00CF467A" w:rsidRDefault="00CF467A" w:rsidP="00CF467A">
      <w:pPr>
        <w:rPr>
          <w:lang w:val="en-MY"/>
        </w:rPr>
      </w:pPr>
    </w:p>
    <w:p w14:paraId="72435B60" w14:textId="77777777" w:rsidR="00CF467A" w:rsidRDefault="00CF467A" w:rsidP="00CF467A">
      <w:pPr>
        <w:rPr>
          <w:lang w:val="en-MY"/>
        </w:rPr>
      </w:pPr>
    </w:p>
    <w:p w14:paraId="1D15639E" w14:textId="77777777" w:rsidR="00CF467A" w:rsidRDefault="00CF467A" w:rsidP="00CF467A">
      <w:pPr>
        <w:rPr>
          <w:lang w:val="en-MY"/>
        </w:rPr>
      </w:pPr>
    </w:p>
    <w:p w14:paraId="589B740C" w14:textId="35E17C71" w:rsidR="00CF467A" w:rsidRDefault="00CF467A" w:rsidP="00CF467A">
      <w:pPr>
        <w:rPr>
          <w:lang w:val="en-MY"/>
        </w:rPr>
      </w:pPr>
    </w:p>
    <w:p w14:paraId="5EBFCD6B" w14:textId="4FCC623C" w:rsidR="00CF467A" w:rsidRDefault="00CF467A" w:rsidP="00CF467A">
      <w:pPr>
        <w:rPr>
          <w:lang w:val="en-MY"/>
        </w:rPr>
      </w:pPr>
    </w:p>
    <w:p w14:paraId="7F3872A2" w14:textId="18466C74" w:rsidR="00CF467A" w:rsidRDefault="00CF467A" w:rsidP="00CF467A">
      <w:pPr>
        <w:rPr>
          <w:lang w:val="en-MY"/>
        </w:rPr>
      </w:pPr>
    </w:p>
    <w:p w14:paraId="3392BF37" w14:textId="77777777" w:rsidR="00CF467A" w:rsidRDefault="00CF467A" w:rsidP="00CF467A">
      <w:pPr>
        <w:rPr>
          <w:lang w:val="en-MY"/>
        </w:rPr>
      </w:pPr>
    </w:p>
    <w:p w14:paraId="1FBE7F51" w14:textId="77777777" w:rsidR="00CF467A" w:rsidRDefault="00CF467A" w:rsidP="00CF467A">
      <w:pPr>
        <w:rPr>
          <w:lang w:val="en-MY"/>
        </w:rPr>
      </w:pPr>
    </w:p>
    <w:p w14:paraId="6A271433" w14:textId="5D2B82BE" w:rsidR="00CF467A" w:rsidRDefault="00CF467A" w:rsidP="00CF467A">
      <w:pPr>
        <w:rPr>
          <w:lang w:val="en-MY"/>
        </w:rPr>
      </w:pPr>
    </w:p>
    <w:p w14:paraId="783ED731" w14:textId="77777777" w:rsidR="00CF467A" w:rsidRDefault="00CF467A" w:rsidP="00CF467A">
      <w:pPr>
        <w:rPr>
          <w:lang w:val="en-MY"/>
        </w:rPr>
      </w:pPr>
    </w:p>
    <w:p w14:paraId="1DD27DDF" w14:textId="44F31617" w:rsidR="00CF467A" w:rsidRDefault="00CF467A" w:rsidP="00CF467A">
      <w:pPr>
        <w:rPr>
          <w:lang w:val="en-MY"/>
        </w:rPr>
      </w:pPr>
    </w:p>
    <w:p w14:paraId="2F338C49" w14:textId="77777777" w:rsidR="00CF467A" w:rsidRDefault="00CF467A" w:rsidP="00CF467A">
      <w:pPr>
        <w:rPr>
          <w:lang w:val="en-MY"/>
        </w:rPr>
      </w:pPr>
    </w:p>
    <w:p w14:paraId="67998FCE" w14:textId="77777777" w:rsidR="00CF467A" w:rsidRDefault="00CF467A" w:rsidP="00CF467A">
      <w:pPr>
        <w:rPr>
          <w:lang w:val="en-MY"/>
        </w:rPr>
      </w:pPr>
    </w:p>
    <w:p w14:paraId="092EB006" w14:textId="7FDAC101" w:rsidR="00CF467A" w:rsidRDefault="00CF467A" w:rsidP="00CF467A">
      <w:pPr>
        <w:rPr>
          <w:lang w:val="en-MY"/>
        </w:rPr>
      </w:pPr>
    </w:p>
    <w:p w14:paraId="5F239604" w14:textId="2E0F664D" w:rsidR="00CF467A" w:rsidRPr="00946303" w:rsidRDefault="00CF467A" w:rsidP="00CF467A">
      <w:pPr>
        <w:rPr>
          <w:lang w:val="en-MY"/>
        </w:rPr>
      </w:pPr>
    </w:p>
    <w:p w14:paraId="733F0E5D" w14:textId="41264BAD" w:rsidR="00CF467A" w:rsidRDefault="00CF467A" w:rsidP="00CF467A">
      <w:pPr>
        <w:keepNext/>
        <w:jc w:val="center"/>
      </w:pPr>
    </w:p>
    <w:p w14:paraId="5516E9BD" w14:textId="54E51076" w:rsidR="00CF467A" w:rsidRDefault="00CF467A" w:rsidP="00CF467A">
      <w:pPr>
        <w:jc w:val="center"/>
      </w:pPr>
      <w:r>
        <w:rPr>
          <w:noProof/>
          <w:sz w:val="18"/>
          <w:szCs w:val="18"/>
          <w:lang w:val="en-MY"/>
        </w:rPr>
        <mc:AlternateContent>
          <mc:Choice Requires="wps">
            <w:drawing>
              <wp:anchor distT="0" distB="0" distL="114300" distR="114300" simplePos="0" relativeHeight="251692066" behindDoc="0" locked="0" layoutInCell="1" allowOverlap="1" wp14:anchorId="30F76E21" wp14:editId="47AC28B0">
                <wp:simplePos x="0" y="0"/>
                <wp:positionH relativeFrom="column">
                  <wp:posOffset>4069081</wp:posOffset>
                </wp:positionH>
                <wp:positionV relativeFrom="paragraph">
                  <wp:posOffset>6278879</wp:posOffset>
                </wp:positionV>
                <wp:extent cx="45719" cy="313055"/>
                <wp:effectExtent l="38100" t="76200" r="507365" b="29845"/>
                <wp:wrapNone/>
                <wp:docPr id="882759288" name="Connector: Elbow 20"/>
                <wp:cNvGraphicFramePr/>
                <a:graphic xmlns:a="http://schemas.openxmlformats.org/drawingml/2006/main">
                  <a:graphicData uri="http://schemas.microsoft.com/office/word/2010/wordprocessingShape">
                    <wps:wsp>
                      <wps:cNvCnPr/>
                      <wps:spPr>
                        <a:xfrm flipV="1">
                          <a:off x="0" y="0"/>
                          <a:ext cx="45719" cy="313055"/>
                        </a:xfrm>
                        <a:prstGeom prst="bentConnector3">
                          <a:avLst>
                            <a:gd name="adj1" fmla="val 1180564"/>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F103B5" id="Connector: Elbow 20" o:spid="_x0000_s1026" type="#_x0000_t34" style="position:absolute;margin-left:320.4pt;margin-top:494.4pt;width:3.6pt;height:24.65pt;flip:y;z-index:2516920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" adj="255002" strokecolor="black [3040]">
                <v:stroke endarrow="block"/>
              </v:shape>
            </w:pict>
          </mc:Fallback>
        </mc:AlternateContent>
      </w:r>
      <w:r>
        <w:rPr>
          <w:noProof/>
          <w:sz w:val="18"/>
          <w:szCs w:val="18"/>
          <w:lang w:val="en-MY"/>
        </w:rPr>
        <mc:AlternateContent>
          <mc:Choice Requires="wps">
            <w:drawing>
              <wp:anchor distT="0" distB="0" distL="114300" distR="114300" simplePos="0" relativeHeight="251694114" behindDoc="0" locked="0" layoutInCell="1" allowOverlap="1" wp14:anchorId="4207B8CE" wp14:editId="32A1AFF2">
                <wp:simplePos x="0" y="0"/>
                <wp:positionH relativeFrom="column">
                  <wp:posOffset>1630680</wp:posOffset>
                </wp:positionH>
                <wp:positionV relativeFrom="paragraph">
                  <wp:posOffset>7618095</wp:posOffset>
                </wp:positionV>
                <wp:extent cx="2852420" cy="365760"/>
                <wp:effectExtent l="0" t="0" r="5080" b="0"/>
                <wp:wrapNone/>
                <wp:docPr id="2138420787" name="Text Box 6"/>
                <wp:cNvGraphicFramePr/>
                <a:graphic xmlns:a="http://schemas.openxmlformats.org/drawingml/2006/main">
                  <a:graphicData uri="http://schemas.microsoft.com/office/word/2010/wordprocessingShape">
                    <wps:wsp>
                      <wps:cNvSpPr txBox="1"/>
                      <wps:spPr>
                        <a:xfrm>
                          <a:off x="0" y="0"/>
                          <a:ext cx="2852420" cy="365760"/>
                        </a:xfrm>
                        <a:prstGeom prst="ellipse">
                          <a:avLst/>
                        </a:prstGeom>
                        <a:solidFill>
                          <a:schemeClr val="lt1"/>
                        </a:solidFill>
                        <a:ln w="6350">
                          <a:noFill/>
                        </a:ln>
                      </wps:spPr>
                      <wps:txbx>
                        <w:txbxContent>
                          <w:p w14:paraId="493FBABC" w14:textId="77777777" w:rsidR="00CF467A" w:rsidRPr="00AF262F" w:rsidRDefault="00CF467A" w:rsidP="00CF467A">
                            <w:pPr>
                              <w:pStyle w:val="Caption"/>
                              <w:jc w:val="center"/>
                              <w:rPr>
                                <w:i w:val="0"/>
                                <w:iCs w:val="0"/>
                                <w:color w:val="auto"/>
                              </w:rPr>
                            </w:pPr>
                            <w:r w:rsidRPr="00AF262F">
                              <w:rPr>
                                <w:b/>
                                <w:bCs/>
                                <w:i w:val="0"/>
                                <w:iCs w:val="0"/>
                                <w:color w:val="auto"/>
                              </w:rPr>
                              <w:t xml:space="preserve">FIGURE </w:t>
                            </w:r>
                            <w:r>
                              <w:rPr>
                                <w:b/>
                                <w:bCs/>
                                <w:i w:val="0"/>
                                <w:iCs w:val="0"/>
                                <w:color w:val="auto"/>
                              </w:rPr>
                              <w:t>4</w:t>
                            </w:r>
                            <w:r w:rsidRPr="00AF262F">
                              <w:rPr>
                                <w:b/>
                                <w:bCs/>
                                <w:i w:val="0"/>
                                <w:iCs w:val="0"/>
                                <w:color w:val="auto"/>
                              </w:rPr>
                              <w:t>.</w:t>
                            </w:r>
                            <w:r w:rsidRPr="00AF262F">
                              <w:rPr>
                                <w:i w:val="0"/>
                                <w:iCs w:val="0"/>
                                <w:color w:val="auto"/>
                              </w:rPr>
                              <w:t xml:space="preserve"> </w:t>
                            </w:r>
                            <w:r>
                              <w:rPr>
                                <w:i w:val="0"/>
                                <w:iCs w:val="0"/>
                                <w:color w:val="auto"/>
                              </w:rPr>
                              <w:t>Methodology Flowchart</w:t>
                            </w:r>
                          </w:p>
                          <w:p w14:paraId="2CEB93A4" w14:textId="77777777" w:rsidR="00CF467A" w:rsidRPr="00E50477" w:rsidRDefault="00CF467A" w:rsidP="00CF467A">
                            <w:pPr>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07B8CE" id="_x0000_s1067" style="position:absolute;left:0;text-align:left;margin-left:128.4pt;margin-top:599.85pt;width:224.6pt;height:28.8pt;z-index:2516941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" fillcolor="white [3201]" stroked="f" strokeweight=".5pt">
                <v:textbox>
                  <w:txbxContent>
                    <w:p w14:paraId="493FBABC" w14:textId="77777777" w:rsidR="00CF467A" w:rsidRPr="00AF262F" w:rsidRDefault="00CF467A" w:rsidP="00CF467A">
                      <w:pPr>
                        <w:pStyle w:val="Caption"/>
                        <w:jc w:val="center"/>
                        <w:rPr>
                          <w:i w:val="0"/>
                          <w:iCs w:val="0"/>
                          <w:color w:val="auto"/>
                        </w:rPr>
                      </w:pPr>
                      <w:r w:rsidRPr="00AF262F">
                        <w:rPr>
                          <w:b/>
                          <w:bCs/>
                          <w:i w:val="0"/>
                          <w:iCs w:val="0"/>
                          <w:color w:val="auto"/>
                        </w:rPr>
                        <w:t xml:space="preserve">FIGURE </w:t>
                      </w:r>
                      <w:r>
                        <w:rPr>
                          <w:b/>
                          <w:bCs/>
                          <w:i w:val="0"/>
                          <w:iCs w:val="0"/>
                          <w:color w:val="auto"/>
                        </w:rPr>
                        <w:t>4</w:t>
                      </w:r>
                      <w:r w:rsidRPr="00AF262F">
                        <w:rPr>
                          <w:b/>
                          <w:bCs/>
                          <w:i w:val="0"/>
                          <w:iCs w:val="0"/>
                          <w:color w:val="auto"/>
                        </w:rPr>
                        <w:t>.</w:t>
                      </w:r>
                      <w:r w:rsidRPr="00AF262F">
                        <w:rPr>
                          <w:i w:val="0"/>
                          <w:iCs w:val="0"/>
                          <w:color w:val="auto"/>
                        </w:rPr>
                        <w:t xml:space="preserve"> </w:t>
                      </w:r>
                      <w:r>
                        <w:rPr>
                          <w:i w:val="0"/>
                          <w:iCs w:val="0"/>
                          <w:color w:val="auto"/>
                        </w:rPr>
                        <w:t>Methodology Flowchart</w:t>
                      </w:r>
                    </w:p>
                    <w:p w14:paraId="2CEB93A4" w14:textId="77777777" w:rsidR="00CF467A" w:rsidRPr="00E50477" w:rsidRDefault="00CF467A" w:rsidP="00CF467A">
                      <w:pPr>
                        <w:jc w:val="center"/>
                        <w:rPr>
                          <w:sz w:val="16"/>
                          <w:szCs w:val="16"/>
                        </w:rPr>
                      </w:pPr>
                    </w:p>
                  </w:txbxContent>
                </v:textbox>
              </v:oval>
            </w:pict>
          </mc:Fallback>
        </mc:AlternateContent>
      </w:r>
      <w:r>
        <w:rPr>
          <w:noProof/>
          <w:sz w:val="18"/>
          <w:szCs w:val="18"/>
          <w:lang w:val="en-MY"/>
        </w:rPr>
        <mc:AlternateContent>
          <mc:Choice Requires="wps">
            <w:drawing>
              <wp:anchor distT="0" distB="0" distL="114300" distR="114300" simplePos="0" relativeHeight="251693090" behindDoc="0" locked="0" layoutInCell="1" allowOverlap="1" wp14:anchorId="4934BA8C" wp14:editId="7FE79FBE">
                <wp:simplePos x="0" y="0"/>
                <wp:positionH relativeFrom="column">
                  <wp:posOffset>4648200</wp:posOffset>
                </wp:positionH>
                <wp:positionV relativeFrom="paragraph">
                  <wp:posOffset>6281420</wp:posOffset>
                </wp:positionV>
                <wp:extent cx="448733" cy="237066"/>
                <wp:effectExtent l="0" t="0" r="8890" b="0"/>
                <wp:wrapNone/>
                <wp:docPr id="1967445" name="Text Box 21"/>
                <wp:cNvGraphicFramePr/>
                <a:graphic xmlns:a="http://schemas.openxmlformats.org/drawingml/2006/main">
                  <a:graphicData uri="http://schemas.microsoft.com/office/word/2010/wordprocessingShape">
                    <wps:wsp>
                      <wps:cNvSpPr txBox="1"/>
                      <wps:spPr>
                        <a:xfrm>
                          <a:off x="0" y="0"/>
                          <a:ext cx="448733" cy="237066"/>
                        </a:xfrm>
                        <a:prstGeom prst="rect">
                          <a:avLst/>
                        </a:prstGeom>
                        <a:solidFill>
                          <a:schemeClr val="lt1"/>
                        </a:solidFill>
                        <a:ln w="6350">
                          <a:noFill/>
                        </a:ln>
                      </wps:spPr>
                      <wps:txbx>
                        <w:txbxContent>
                          <w:p w14:paraId="648BD025" w14:textId="77777777" w:rsidR="00CF467A" w:rsidRPr="00270BFB" w:rsidRDefault="00CF467A" w:rsidP="00CF467A">
                            <w:pPr>
                              <w:jc w:val="center"/>
                              <w:rPr>
                                <w:sz w:val="18"/>
                                <w:szCs w:val="18"/>
                              </w:rPr>
                            </w:pPr>
                            <w:r>
                              <w:rPr>
                                <w:sz w:val="18"/>
                                <w:szCs w:val="18"/>
                              </w:rPr>
                              <w:t>Error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34BA8C" id="Text Box 21" o:spid="_x0000_s1068" type="#_x0000_t202" style="position:absolute;left:0;text-align:left;margin-left:366pt;margin-top:494.6pt;width:35.35pt;height:18.65pt;z-index:2516930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" fillcolor="white [3201]" stroked="f" strokeweight=".5pt">
                <v:textbox>
                  <w:txbxContent>
                    <w:p w14:paraId="648BD025" w14:textId="77777777" w:rsidR="00CF467A" w:rsidRPr="00270BFB" w:rsidRDefault="00CF467A" w:rsidP="00CF467A">
                      <w:pPr>
                        <w:jc w:val="center"/>
                        <w:rPr>
                          <w:sz w:val="18"/>
                          <w:szCs w:val="18"/>
                        </w:rPr>
                      </w:pPr>
                      <w:r>
                        <w:rPr>
                          <w:sz w:val="18"/>
                          <w:szCs w:val="18"/>
                        </w:rPr>
                        <w:t>Error</w:t>
                      </w:r>
                    </w:p>
                  </w:txbxContent>
                </v:textbox>
              </v:shape>
            </w:pict>
          </mc:Fallback>
        </mc:AlternateContent>
      </w:r>
      <w:r>
        <w:rPr>
          <w:noProof/>
          <w:sz w:val="18"/>
          <w:szCs w:val="18"/>
          <w:lang w:val="en-MY"/>
        </w:rPr>
        <mc:AlternateContent>
          <mc:Choice Requires="wps">
            <w:drawing>
              <wp:anchor distT="0" distB="0" distL="114300" distR="114300" simplePos="0" relativeHeight="251687970" behindDoc="0" locked="0" layoutInCell="1" allowOverlap="1" wp14:anchorId="29821420" wp14:editId="73E82B24">
                <wp:simplePos x="0" y="0"/>
                <wp:positionH relativeFrom="column">
                  <wp:posOffset>3081867</wp:posOffset>
                </wp:positionH>
                <wp:positionV relativeFrom="paragraph">
                  <wp:posOffset>6670675</wp:posOffset>
                </wp:positionV>
                <wp:extent cx="0" cy="271145"/>
                <wp:effectExtent l="76200" t="0" r="57150" b="52705"/>
                <wp:wrapNone/>
                <wp:docPr id="129361686" name="Straight Arrow Connector 19"/>
                <wp:cNvGraphicFramePr/>
                <a:graphic xmlns:a="http://schemas.openxmlformats.org/drawingml/2006/main">
                  <a:graphicData uri="http://schemas.microsoft.com/office/word/2010/wordprocessingShape">
                    <wps:wsp>
                      <wps:cNvCnPr/>
                      <wps:spPr>
                        <a:xfrm>
                          <a:off x="0" y="0"/>
                          <a:ext cx="0" cy="2711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D48ACE4" id="Straight Arrow Connector 19" o:spid="_x0000_s1026" type="#_x0000_t32" style="position:absolute;margin-left:242.65pt;margin-top:525.25pt;width:0;height:21.35pt;z-index:25168797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" strokecolor="black [3040]">
                <v:stroke endarrow="block"/>
              </v:shape>
            </w:pict>
          </mc:Fallback>
        </mc:AlternateContent>
      </w:r>
      <w:r>
        <w:rPr>
          <w:noProof/>
          <w:sz w:val="18"/>
          <w:szCs w:val="18"/>
          <w:lang w:val="en-MY"/>
        </w:rPr>
        <mc:AlternateContent>
          <mc:Choice Requires="wps">
            <w:drawing>
              <wp:anchor distT="0" distB="0" distL="114300" distR="114300" simplePos="0" relativeHeight="251686946" behindDoc="0" locked="0" layoutInCell="1" allowOverlap="1" wp14:anchorId="1625A2DE" wp14:editId="2CCBEC4E">
                <wp:simplePos x="0" y="0"/>
                <wp:positionH relativeFrom="column">
                  <wp:posOffset>3081867</wp:posOffset>
                </wp:positionH>
                <wp:positionV relativeFrom="paragraph">
                  <wp:posOffset>5875020</wp:posOffset>
                </wp:positionV>
                <wp:extent cx="0" cy="287867"/>
                <wp:effectExtent l="76200" t="0" r="57150" b="55245"/>
                <wp:wrapNone/>
                <wp:docPr id="1641824185" name="Straight Arrow Connector 18"/>
                <wp:cNvGraphicFramePr/>
                <a:graphic xmlns:a="http://schemas.openxmlformats.org/drawingml/2006/main">
                  <a:graphicData uri="http://schemas.microsoft.com/office/word/2010/wordprocessingShape">
                    <wps:wsp>
                      <wps:cNvCnPr/>
                      <wps:spPr>
                        <a:xfrm>
                          <a:off x="0" y="0"/>
                          <a:ext cx="0" cy="28786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48A5563" id="Straight Arrow Connector 18" o:spid="_x0000_s1026" type="#_x0000_t32" style="position:absolute;margin-left:242.65pt;margin-top:462.6pt;width:0;height:22.65pt;z-index:2516869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" strokecolor="black [3040]">
                <v:stroke endarrow="block"/>
              </v:shape>
            </w:pict>
          </mc:Fallback>
        </mc:AlternateContent>
      </w:r>
      <w:r>
        <w:rPr>
          <w:noProof/>
          <w:sz w:val="18"/>
          <w:szCs w:val="18"/>
          <w:lang w:val="en-MY"/>
        </w:rPr>
        <mc:AlternateContent>
          <mc:Choice Requires="wps">
            <w:drawing>
              <wp:anchor distT="0" distB="0" distL="114300" distR="114300" simplePos="0" relativeHeight="251652130" behindDoc="0" locked="0" layoutInCell="1" allowOverlap="1" wp14:anchorId="5B6F7C9E" wp14:editId="2635394A">
                <wp:simplePos x="0" y="0"/>
                <wp:positionH relativeFrom="column">
                  <wp:posOffset>2319655</wp:posOffset>
                </wp:positionH>
                <wp:positionV relativeFrom="paragraph">
                  <wp:posOffset>6831330</wp:posOffset>
                </wp:positionV>
                <wp:extent cx="1549400" cy="889000"/>
                <wp:effectExtent l="0" t="0" r="0" b="6350"/>
                <wp:wrapNone/>
                <wp:docPr id="965538858" name="Text Box 6"/>
                <wp:cNvGraphicFramePr/>
                <a:graphic xmlns:a="http://schemas.openxmlformats.org/drawingml/2006/main">
                  <a:graphicData uri="http://schemas.microsoft.com/office/word/2010/wordprocessingShape">
                    <wps:wsp>
                      <wps:cNvSpPr txBox="1"/>
                      <wps:spPr>
                        <a:xfrm>
                          <a:off x="0" y="0"/>
                          <a:ext cx="1549400" cy="889000"/>
                        </a:xfrm>
                        <a:prstGeom prst="ellipse">
                          <a:avLst/>
                        </a:prstGeom>
                        <a:solidFill>
                          <a:schemeClr val="lt1"/>
                        </a:solidFill>
                        <a:ln w="6350">
                          <a:noFill/>
                        </a:ln>
                      </wps:spPr>
                      <wps:txbx>
                        <w:txbxContent>
                          <w:p w14:paraId="62BD05EA" w14:textId="77777777" w:rsidR="00CF467A" w:rsidRPr="009235B9" w:rsidRDefault="00CF467A" w:rsidP="00CF467A">
                            <w:pPr>
                              <w:jc w:val="center"/>
                              <w:rPr>
                                <w:b/>
                                <w:bCs/>
                                <w:sz w:val="16"/>
                                <w:szCs w:val="16"/>
                                <w:lang w:val="en-MY"/>
                              </w:rPr>
                            </w:pPr>
                            <w:r w:rsidRPr="009235B9">
                              <w:rPr>
                                <w:b/>
                                <w:bCs/>
                                <w:sz w:val="16"/>
                                <w:szCs w:val="16"/>
                                <w:lang w:val="en-MY"/>
                              </w:rPr>
                              <w:t>End</w:t>
                            </w:r>
                          </w:p>
                          <w:p w14:paraId="0898C01F" w14:textId="77777777" w:rsidR="00CF467A" w:rsidRPr="00E50477" w:rsidRDefault="00CF467A" w:rsidP="00CF467A">
                            <w:pPr>
                              <w:jc w:val="center"/>
                              <w:rPr>
                                <w:sz w:val="16"/>
                                <w:szCs w:val="16"/>
                              </w:rPr>
                            </w:pPr>
                            <w:r w:rsidRPr="009235B9">
                              <w:rPr>
                                <w:sz w:val="16"/>
                                <w:szCs w:val="16"/>
                                <w:lang w:val="en-MY"/>
                              </w:rPr>
                              <w:t>Summarise content and func</w:t>
                            </w:r>
                            <w:r>
                              <w:rPr>
                                <w:sz w:val="16"/>
                                <w:szCs w:val="16"/>
                                <w:lang w:val="en-MY"/>
                              </w:rPr>
                              <w:t>ti</w:t>
                            </w:r>
                            <w:r w:rsidRPr="009235B9">
                              <w:rPr>
                                <w:sz w:val="16"/>
                                <w:szCs w:val="16"/>
                                <w:lang w:val="en-MY"/>
                              </w:rPr>
                              <w:t>onal website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6F7C9E" id="_x0000_s1069" style="position:absolute;left:0;text-align:left;margin-left:182.65pt;margin-top:537.9pt;width:122pt;height:70pt;z-index:2516521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" fillcolor="white [3201]" stroked="f" strokeweight=".5pt">
                <v:textbox>
                  <w:txbxContent>
                    <w:p w14:paraId="62BD05EA" w14:textId="77777777" w:rsidR="00CF467A" w:rsidRPr="009235B9" w:rsidRDefault="00CF467A" w:rsidP="00CF467A">
                      <w:pPr>
                        <w:jc w:val="center"/>
                        <w:rPr>
                          <w:b/>
                          <w:bCs/>
                          <w:sz w:val="16"/>
                          <w:szCs w:val="16"/>
                          <w:lang w:val="en-MY"/>
                        </w:rPr>
                      </w:pPr>
                      <w:r w:rsidRPr="009235B9">
                        <w:rPr>
                          <w:b/>
                          <w:bCs/>
                          <w:sz w:val="16"/>
                          <w:szCs w:val="16"/>
                          <w:lang w:val="en-MY"/>
                        </w:rPr>
                        <w:t>End</w:t>
                      </w:r>
                    </w:p>
                    <w:p w14:paraId="0898C01F" w14:textId="77777777" w:rsidR="00CF467A" w:rsidRPr="00E50477" w:rsidRDefault="00CF467A" w:rsidP="00CF467A">
                      <w:pPr>
                        <w:jc w:val="center"/>
                        <w:rPr>
                          <w:sz w:val="16"/>
                          <w:szCs w:val="16"/>
                        </w:rPr>
                      </w:pPr>
                      <w:r w:rsidRPr="009235B9">
                        <w:rPr>
                          <w:sz w:val="16"/>
                          <w:szCs w:val="16"/>
                          <w:lang w:val="en-MY"/>
                        </w:rPr>
                        <w:t>Summarise content and func</w:t>
                      </w:r>
                      <w:r>
                        <w:rPr>
                          <w:sz w:val="16"/>
                          <w:szCs w:val="16"/>
                          <w:lang w:val="en-MY"/>
                        </w:rPr>
                        <w:t>ti</w:t>
                      </w:r>
                      <w:r w:rsidRPr="009235B9">
                        <w:rPr>
                          <w:sz w:val="16"/>
                          <w:szCs w:val="16"/>
                          <w:lang w:val="en-MY"/>
                        </w:rPr>
                        <w:t>onal website</w:t>
                      </w:r>
                    </w:p>
                  </w:txbxContent>
                </v:textbox>
              </v:oval>
            </w:pict>
          </mc:Fallback>
        </mc:AlternateContent>
      </w:r>
      <w:r>
        <w:rPr>
          <w:noProof/>
          <w:sz w:val="18"/>
          <w:szCs w:val="18"/>
          <w:lang w:val="en-MY"/>
        </w:rPr>
        <mc:AlternateContent>
          <mc:Choice Requires="wps">
            <w:drawing>
              <wp:anchor distT="0" distB="0" distL="114300" distR="114300" simplePos="0" relativeHeight="251676706" behindDoc="1" locked="0" layoutInCell="1" allowOverlap="1" wp14:anchorId="0392B924" wp14:editId="62E39443">
                <wp:simplePos x="0" y="0"/>
                <wp:positionH relativeFrom="column">
                  <wp:posOffset>2057400</wp:posOffset>
                </wp:positionH>
                <wp:positionV relativeFrom="paragraph">
                  <wp:posOffset>6162887</wp:posOffset>
                </wp:positionV>
                <wp:extent cx="2049780" cy="507788"/>
                <wp:effectExtent l="0" t="0" r="26670" b="26035"/>
                <wp:wrapNone/>
                <wp:docPr id="997258" name="Rectangle 4"/>
                <wp:cNvGraphicFramePr/>
                <a:graphic xmlns:a="http://schemas.openxmlformats.org/drawingml/2006/main">
                  <a:graphicData uri="http://schemas.microsoft.com/office/word/2010/wordprocessingShape">
                    <wps:wsp>
                      <wps:cNvSpPr/>
                      <wps:spPr>
                        <a:xfrm>
                          <a:off x="0" y="0"/>
                          <a:ext cx="2049780" cy="50778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BB907C" id="Rectangle 4" o:spid="_x0000_s1026" style="position:absolute;margin-left:162pt;margin-top:485.25pt;width:161.4pt;height:40pt;z-index:-25163977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" fillcolor="white [3201]" strokecolor="black [3213]" strokeweight="2pt"/>
            </w:pict>
          </mc:Fallback>
        </mc:AlternateContent>
      </w:r>
      <w:r>
        <w:rPr>
          <w:noProof/>
          <w:sz w:val="18"/>
          <w:szCs w:val="18"/>
          <w:lang w:val="en-MY"/>
        </w:rPr>
        <mc:AlternateContent>
          <mc:Choice Requires="wps">
            <w:drawing>
              <wp:anchor distT="0" distB="0" distL="114300" distR="114300" simplePos="0" relativeHeight="251677730" behindDoc="0" locked="0" layoutInCell="1" allowOverlap="1" wp14:anchorId="4A013BC1" wp14:editId="4FBBBA03">
                <wp:simplePos x="0" y="0"/>
                <wp:positionH relativeFrom="column">
                  <wp:posOffset>2108200</wp:posOffset>
                </wp:positionH>
                <wp:positionV relativeFrom="paragraph">
                  <wp:posOffset>6205220</wp:posOffset>
                </wp:positionV>
                <wp:extent cx="1956223" cy="465667"/>
                <wp:effectExtent l="0" t="0" r="6350" b="0"/>
                <wp:wrapNone/>
                <wp:docPr id="1219636484" name="Text Box 5"/>
                <wp:cNvGraphicFramePr/>
                <a:graphic xmlns:a="http://schemas.openxmlformats.org/drawingml/2006/main">
                  <a:graphicData uri="http://schemas.microsoft.com/office/word/2010/wordprocessingShape">
                    <wps:wsp>
                      <wps:cNvSpPr txBox="1"/>
                      <wps:spPr>
                        <a:xfrm>
                          <a:off x="0" y="0"/>
                          <a:ext cx="1956223" cy="465667"/>
                        </a:xfrm>
                        <a:prstGeom prst="rect">
                          <a:avLst/>
                        </a:prstGeom>
                        <a:solidFill>
                          <a:schemeClr val="lt1"/>
                        </a:solidFill>
                        <a:ln w="6350">
                          <a:noFill/>
                        </a:ln>
                      </wps:spPr>
                      <wps:txbx>
                        <w:txbxContent>
                          <w:p w14:paraId="670F1E21" w14:textId="77777777" w:rsidR="00CF467A" w:rsidRPr="00AC7E17" w:rsidRDefault="00CF467A" w:rsidP="00CF467A">
                            <w:pPr>
                              <w:jc w:val="center"/>
                              <w:rPr>
                                <w:b/>
                                <w:bCs/>
                                <w:sz w:val="16"/>
                                <w:szCs w:val="16"/>
                                <w:lang w:val="en-MY"/>
                              </w:rPr>
                            </w:pPr>
                            <w:r w:rsidRPr="00AC7E17">
                              <w:rPr>
                                <w:b/>
                                <w:bCs/>
                                <w:sz w:val="16"/>
                                <w:szCs w:val="16"/>
                                <w:lang w:val="en-MY"/>
                              </w:rPr>
                              <w:t>Testing and Refinement</w:t>
                            </w:r>
                          </w:p>
                          <w:p w14:paraId="4A03D305" w14:textId="77777777" w:rsidR="00CF467A" w:rsidRPr="00AC7E17" w:rsidRDefault="00CF467A" w:rsidP="00CF467A">
                            <w:pPr>
                              <w:jc w:val="center"/>
                              <w:rPr>
                                <w:sz w:val="16"/>
                                <w:szCs w:val="16"/>
                                <w:lang w:val="en-MY"/>
                              </w:rPr>
                            </w:pPr>
                            <w:r w:rsidRPr="00AC7E17">
                              <w:rPr>
                                <w:sz w:val="16"/>
                                <w:szCs w:val="16"/>
                                <w:lang w:val="en-MY"/>
                              </w:rPr>
                              <w:t>Test summarization output and website functionality</w:t>
                            </w:r>
                          </w:p>
                          <w:p w14:paraId="0FC34A66" w14:textId="77777777" w:rsidR="00CF467A" w:rsidRPr="00242A3E" w:rsidRDefault="00CF467A" w:rsidP="00CF467A">
                            <w:pPr>
                              <w:jc w:val="center"/>
                              <w:rPr>
                                <w:sz w:val="18"/>
                                <w:szCs w:val="18"/>
                                <w:lang w:val="en-MY"/>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13BC1" id="Text Box 5" o:spid="_x0000_s1070" type="#_x0000_t202" style="position:absolute;left:0;text-align:left;margin-left:166pt;margin-top:488.6pt;width:154.05pt;height:36.65pt;z-index:2516777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" fillcolor="white [3201]" stroked="f" strokeweight=".5pt">
                <v:textbox>
                  <w:txbxContent>
                    <w:p w14:paraId="670F1E21" w14:textId="77777777" w:rsidR="00CF467A" w:rsidRPr="00AC7E17" w:rsidRDefault="00CF467A" w:rsidP="00CF467A">
                      <w:pPr>
                        <w:jc w:val="center"/>
                        <w:rPr>
                          <w:b/>
                          <w:bCs/>
                          <w:sz w:val="16"/>
                          <w:szCs w:val="16"/>
                          <w:lang w:val="en-MY"/>
                        </w:rPr>
                      </w:pPr>
                      <w:r w:rsidRPr="00AC7E17">
                        <w:rPr>
                          <w:b/>
                          <w:bCs/>
                          <w:sz w:val="16"/>
                          <w:szCs w:val="16"/>
                          <w:lang w:val="en-MY"/>
                        </w:rPr>
                        <w:t>Testing and Refinement</w:t>
                      </w:r>
                    </w:p>
                    <w:p w14:paraId="4A03D305" w14:textId="77777777" w:rsidR="00CF467A" w:rsidRPr="00AC7E17" w:rsidRDefault="00CF467A" w:rsidP="00CF467A">
                      <w:pPr>
                        <w:jc w:val="center"/>
                        <w:rPr>
                          <w:sz w:val="16"/>
                          <w:szCs w:val="16"/>
                          <w:lang w:val="en-MY"/>
                        </w:rPr>
                      </w:pPr>
                      <w:r w:rsidRPr="00AC7E17">
                        <w:rPr>
                          <w:sz w:val="16"/>
                          <w:szCs w:val="16"/>
                          <w:lang w:val="en-MY"/>
                        </w:rPr>
                        <w:t>Test summarization output and website functionality</w:t>
                      </w:r>
                    </w:p>
                    <w:p w14:paraId="0FC34A66" w14:textId="77777777" w:rsidR="00CF467A" w:rsidRPr="00242A3E" w:rsidRDefault="00CF467A" w:rsidP="00CF467A">
                      <w:pPr>
                        <w:jc w:val="center"/>
                        <w:rPr>
                          <w:sz w:val="18"/>
                          <w:szCs w:val="18"/>
                          <w:lang w:val="en-MY"/>
                        </w:rPr>
                      </w:pPr>
                    </w:p>
                  </w:txbxContent>
                </v:textbox>
              </v:shape>
            </w:pict>
          </mc:Fallback>
        </mc:AlternateContent>
      </w:r>
    </w:p>
    <w:p w14:paraId="6B11DD7C" w14:textId="77777777" w:rsidR="00CF467A" w:rsidRPr="009317DA" w:rsidRDefault="00CF467A" w:rsidP="00CF467A"/>
    <w:p w14:paraId="276AD87B" w14:textId="77777777" w:rsidR="00CF467A" w:rsidRPr="009317DA" w:rsidRDefault="00CF467A" w:rsidP="00CF467A"/>
    <w:p w14:paraId="48FFB908" w14:textId="77777777" w:rsidR="00CF467A" w:rsidRPr="009317DA" w:rsidRDefault="00CF467A" w:rsidP="00CF467A"/>
    <w:p w14:paraId="156A3349" w14:textId="09208F01" w:rsidR="00CF467A" w:rsidRPr="009317DA" w:rsidRDefault="00CF467A" w:rsidP="00CF467A"/>
    <w:p w14:paraId="263E4705" w14:textId="76969E13" w:rsidR="00CF467A" w:rsidRPr="009317DA" w:rsidRDefault="00CF467A" w:rsidP="00CF467A"/>
    <w:p w14:paraId="3E3759F1" w14:textId="514B9B69" w:rsidR="00CF467A" w:rsidRPr="009317DA" w:rsidRDefault="00CF467A" w:rsidP="00CF467A"/>
    <w:p w14:paraId="6C824532" w14:textId="77BF3FD6" w:rsidR="00CF467A" w:rsidRPr="009317DA" w:rsidRDefault="00CF467A" w:rsidP="00CF467A"/>
    <w:p w14:paraId="5CA5766A" w14:textId="59F0D832" w:rsidR="00CF467A" w:rsidRPr="009317DA" w:rsidRDefault="00CF467A" w:rsidP="00CF467A"/>
    <w:p w14:paraId="52BCA609" w14:textId="0DE893EB" w:rsidR="00CF467A" w:rsidRPr="009317DA" w:rsidRDefault="00CF467A" w:rsidP="00CF467A"/>
    <w:p w14:paraId="2A3A85D5" w14:textId="5FD483FE" w:rsidR="00CF467A" w:rsidRPr="009317DA" w:rsidRDefault="00CF467A" w:rsidP="00CF467A"/>
    <w:p w14:paraId="222CF8B3" w14:textId="3D94B8EE" w:rsidR="00CF467A" w:rsidRPr="009317DA" w:rsidRDefault="00CF467A" w:rsidP="00CF467A"/>
    <w:p w14:paraId="324DA6F9" w14:textId="62E2DBA0" w:rsidR="00CF467A" w:rsidRPr="009317DA" w:rsidRDefault="00CF467A" w:rsidP="00CF467A"/>
    <w:p w14:paraId="680B5DEB" w14:textId="16E41A86" w:rsidR="00CF467A" w:rsidRPr="009317DA" w:rsidRDefault="00CF467A" w:rsidP="00CF467A"/>
    <w:p w14:paraId="171EFACF" w14:textId="03D13A7A" w:rsidR="00CF467A" w:rsidRPr="009317DA" w:rsidRDefault="00CF467A" w:rsidP="00CF467A"/>
    <w:p w14:paraId="1A888309" w14:textId="2ABCB8E7" w:rsidR="00CF467A" w:rsidRPr="009317DA" w:rsidRDefault="00CF467A" w:rsidP="00CF467A"/>
    <w:p w14:paraId="0217ADB7" w14:textId="76E5AFF0" w:rsidR="00CF467A" w:rsidRPr="009317DA" w:rsidRDefault="00CF467A" w:rsidP="00CF467A"/>
    <w:p w14:paraId="616FF6DB" w14:textId="30A616AE" w:rsidR="00CF467A" w:rsidRPr="009317DA" w:rsidRDefault="00CF467A" w:rsidP="00CF467A"/>
    <w:p w14:paraId="1F5E244D" w14:textId="0701A812" w:rsidR="00CF467A" w:rsidRPr="009317DA" w:rsidRDefault="00CF467A" w:rsidP="00CF467A"/>
    <w:p w14:paraId="79A3684C" w14:textId="3BEC9F0C" w:rsidR="00CF467A" w:rsidRPr="009317DA" w:rsidRDefault="00C9414B" w:rsidP="00CF467A">
      <w:r>
        <w:rPr>
          <w:noProof/>
          <w:sz w:val="18"/>
          <w:szCs w:val="18"/>
          <w:lang w:val="en-MY"/>
        </w:rPr>
        <mc:AlternateContent>
          <mc:Choice Requires="wps">
            <w:drawing>
              <wp:anchor distT="0" distB="0" distL="114300" distR="114300" simplePos="0" relativeHeight="251698210" behindDoc="0" locked="0" layoutInCell="1" allowOverlap="1" wp14:anchorId="7EF779A5" wp14:editId="55FBEFF6">
                <wp:simplePos x="0" y="0"/>
                <wp:positionH relativeFrom="column">
                  <wp:posOffset>3135537</wp:posOffset>
                </wp:positionH>
                <wp:positionV relativeFrom="paragraph">
                  <wp:posOffset>151130</wp:posOffset>
                </wp:positionV>
                <wp:extent cx="0" cy="203200"/>
                <wp:effectExtent l="76200" t="0" r="57150" b="63500"/>
                <wp:wrapNone/>
                <wp:docPr id="896977440" name="Straight Arrow Connector 17"/>
                <wp:cNvGraphicFramePr/>
                <a:graphic xmlns:a="http://schemas.openxmlformats.org/drawingml/2006/main">
                  <a:graphicData uri="http://schemas.microsoft.com/office/word/2010/wordprocessingShape">
                    <wps:wsp>
                      <wps:cNvCnPr/>
                      <wps:spPr>
                        <a:xfrm>
                          <a:off x="0" y="0"/>
                          <a:ext cx="0" cy="203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B9F4AC1" id="Straight Arrow Connector 17" o:spid="_x0000_s1026" type="#_x0000_t32" style="position:absolute;margin-left:246.9pt;margin-top:11.9pt;width:0;height:16pt;z-index:25169821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" strokecolor="black [3040]">
                <v:stroke endarrow="block"/>
              </v:shape>
            </w:pict>
          </mc:Fallback>
        </mc:AlternateContent>
      </w:r>
    </w:p>
    <w:p w14:paraId="0CE53302" w14:textId="39DF05C1" w:rsidR="00CF467A" w:rsidRPr="009317DA" w:rsidRDefault="00C9414B" w:rsidP="00CF467A">
      <w:r>
        <w:rPr>
          <w:noProof/>
          <w:lang w:val="en-MY"/>
        </w:rPr>
        <mc:AlternateContent>
          <mc:Choice Requires="wps">
            <w:drawing>
              <wp:anchor distT="0" distB="0" distL="114300" distR="114300" simplePos="0" relativeHeight="251678754" behindDoc="0" locked="0" layoutInCell="1" allowOverlap="1" wp14:anchorId="39EC93E2" wp14:editId="114BAB32">
                <wp:simplePos x="0" y="0"/>
                <wp:positionH relativeFrom="column">
                  <wp:posOffset>2612390</wp:posOffset>
                </wp:positionH>
                <wp:positionV relativeFrom="bottomMargin">
                  <wp:posOffset>-882759</wp:posOffset>
                </wp:positionV>
                <wp:extent cx="1179195" cy="484505"/>
                <wp:effectExtent l="0" t="0" r="20955" b="10795"/>
                <wp:wrapNone/>
                <wp:docPr id="1110573869" name="Oval 1"/>
                <wp:cNvGraphicFramePr/>
                <a:graphic xmlns:a="http://schemas.openxmlformats.org/drawingml/2006/main">
                  <a:graphicData uri="http://schemas.microsoft.com/office/word/2010/wordprocessingShape">
                    <wps:wsp>
                      <wps:cNvSpPr/>
                      <wps:spPr>
                        <a:xfrm>
                          <a:off x="0" y="0"/>
                          <a:ext cx="1179195" cy="48450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67FD65" id="Oval 1" o:spid="_x0000_s1026" style="position:absolute;margin-left:205.7pt;margin-top:-69.5pt;width:92.85pt;height:38.15pt;z-index:251678754;visibility:visible;mso-wrap-style:square;mso-width-percent:0;mso-height-percent:0;mso-wrap-distance-left:9pt;mso-wrap-distance-top:0;mso-wrap-distance-right:9pt;mso-wrap-distance-bottom:0;mso-position-horizontal:absolute;mso-position-horizontal-relative:text;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" filled="f" strokecolor="black [3213]" strokeweight="2pt">
                <w10:wrap anchory="margin"/>
              </v:oval>
            </w:pict>
          </mc:Fallback>
        </mc:AlternateContent>
      </w:r>
    </w:p>
    <w:p w14:paraId="4FE28FE5" w14:textId="26481043" w:rsidR="00CF467A" w:rsidRPr="009317DA" w:rsidRDefault="00CF467A" w:rsidP="00CF467A"/>
    <w:p w14:paraId="3CECBD35" w14:textId="04ADF2C3" w:rsidR="00E76D0A" w:rsidRPr="00466154" w:rsidRDefault="00E76D0A" w:rsidP="00A148F1">
      <w:pPr>
        <w:pStyle w:val="Paragraph"/>
        <w:rPr>
          <w:lang w:val="en-MY"/>
        </w:rPr>
      </w:pPr>
    </w:p>
    <w:p w14:paraId="244012F4" w14:textId="77777777" w:rsidR="00B95629" w:rsidRDefault="00B95629" w:rsidP="00A56D4F">
      <w:pPr>
        <w:pStyle w:val="Paragraph"/>
        <w:ind w:firstLine="0"/>
        <w:rPr>
          <w:lang w:val="en-MY"/>
        </w:rPr>
      </w:pPr>
    </w:p>
    <w:p w14:paraId="4B78DC83" w14:textId="77777777" w:rsidR="00CF467A" w:rsidRDefault="00CF467A" w:rsidP="00A56D4F">
      <w:pPr>
        <w:pStyle w:val="Paragraph"/>
        <w:ind w:firstLine="0"/>
        <w:rPr>
          <w:lang w:val="en-MY"/>
        </w:rPr>
      </w:pPr>
    </w:p>
    <w:p w14:paraId="103744DE" w14:textId="431D45ED" w:rsidR="00CF467A" w:rsidRPr="00AE7C11" w:rsidRDefault="00CF467A" w:rsidP="00C9414B">
      <w:pPr>
        <w:pStyle w:val="Caption"/>
        <w:spacing w:after="0"/>
        <w:jc w:val="center"/>
        <w:rPr>
          <w:i w:val="0"/>
          <w:iCs w:val="0"/>
          <w:color w:val="auto"/>
        </w:rPr>
      </w:pPr>
      <w:r w:rsidRPr="00C36DF2">
        <w:rPr>
          <w:b/>
          <w:i w:val="0"/>
          <w:iCs w:val="0"/>
          <w:color w:val="auto"/>
        </w:rPr>
        <w:t xml:space="preserve">FIGURE </w:t>
      </w:r>
      <w:r>
        <w:rPr>
          <w:b/>
          <w:i w:val="0"/>
          <w:iCs w:val="0"/>
          <w:color w:val="auto"/>
        </w:rPr>
        <w:t>1.</w:t>
      </w:r>
      <w:r w:rsidRPr="00C36DF2">
        <w:rPr>
          <w:i w:val="0"/>
          <w:iCs w:val="0"/>
          <w:color w:val="auto"/>
        </w:rPr>
        <w:t xml:space="preserve"> </w:t>
      </w:r>
      <w:r w:rsidRPr="00AE7C11">
        <w:rPr>
          <w:i w:val="0"/>
          <w:iCs w:val="0"/>
          <w:color w:val="auto"/>
          <w:szCs w:val="20"/>
        </w:rPr>
        <w:t xml:space="preserve">Research </w:t>
      </w:r>
      <w:r w:rsidR="00564725">
        <w:rPr>
          <w:i w:val="0"/>
          <w:iCs w:val="0"/>
          <w:color w:val="auto"/>
          <w:szCs w:val="20"/>
        </w:rPr>
        <w:t>m</w:t>
      </w:r>
      <w:r w:rsidRPr="00AE7C11">
        <w:rPr>
          <w:i w:val="0"/>
          <w:iCs w:val="0"/>
          <w:color w:val="auto"/>
          <w:szCs w:val="20"/>
        </w:rPr>
        <w:t xml:space="preserve">ethodology </w:t>
      </w:r>
      <w:r w:rsidR="00564725">
        <w:rPr>
          <w:i w:val="0"/>
          <w:iCs w:val="0"/>
          <w:color w:val="auto"/>
          <w:szCs w:val="20"/>
        </w:rPr>
        <w:t>f</w:t>
      </w:r>
      <w:r w:rsidRPr="00AE7C11">
        <w:rPr>
          <w:i w:val="0"/>
          <w:iCs w:val="0"/>
          <w:color w:val="auto"/>
          <w:szCs w:val="20"/>
        </w:rPr>
        <w:t>lowchart</w:t>
      </w:r>
    </w:p>
    <w:p w14:paraId="15D60930" w14:textId="04725DF7" w:rsidR="00BA3234" w:rsidRDefault="00255CC3" w:rsidP="00083F74">
      <w:pPr>
        <w:pStyle w:val="Paragraph"/>
      </w:pPr>
      <w:r w:rsidRPr="00255CC3">
        <w:rPr>
          <w:lang w:val="en-MY"/>
        </w:rPr>
        <w:lastRenderedPageBreak/>
        <w:t xml:space="preserve">To make the summaries more focused and context-aware, we introduced a keyword conditioning mechanism. For each topic </w:t>
      </w:r>
      <w:r w:rsidR="00AA39D0" w:rsidRPr="00255CC3">
        <w:rPr>
          <w:lang w:val="en-MY"/>
        </w:rPr>
        <w:t>block</w:t>
      </w:r>
      <w:r w:rsidR="00AA39D0">
        <w:rPr>
          <w:lang w:val="en-MY"/>
        </w:rPr>
        <w:t>,</w:t>
      </w:r>
      <w:r w:rsidR="00252AB7">
        <w:rPr>
          <w:lang w:val="en-MY"/>
        </w:rPr>
        <w:t xml:space="preserve"> </w:t>
      </w:r>
      <w:r w:rsidRPr="00255CC3">
        <w:rPr>
          <w:lang w:val="en-MY"/>
        </w:rPr>
        <w:t>segmented using the same regex-based method as in other pipelines</w:t>
      </w:r>
      <w:r w:rsidR="00252AB7">
        <w:rPr>
          <w:lang w:val="en-MY"/>
        </w:rPr>
        <w:t xml:space="preserve">, </w:t>
      </w:r>
      <w:r w:rsidRPr="00255CC3">
        <w:rPr>
          <w:lang w:val="en-MY"/>
        </w:rPr>
        <w:t>we generated a short prompt that included the topic name and a set of curated keywords relevant to that topic</w:t>
      </w:r>
      <w:r w:rsidR="00DA6552">
        <w:rPr>
          <w:lang w:val="en-MY"/>
        </w:rPr>
        <w:t xml:space="preserve"> </w:t>
      </w:r>
      <w:r w:rsidR="00DA6552" w:rsidRPr="00BA3234">
        <w:t>(e.g., “</w:t>
      </w:r>
      <w:r w:rsidR="00DA6552">
        <w:t>tribe</w:t>
      </w:r>
      <w:r w:rsidR="00DA6552" w:rsidRPr="00BA3234">
        <w:t xml:space="preserve">” for </w:t>
      </w:r>
      <w:r w:rsidR="00DA6552">
        <w:t>lineage content</w:t>
      </w:r>
      <w:r w:rsidR="00DA6552" w:rsidRPr="00BA3234">
        <w:t>, “plague” and “martyr” for death-related content).</w:t>
      </w:r>
      <w:r w:rsidRPr="00255CC3">
        <w:rPr>
          <w:lang w:val="en-MY"/>
        </w:rPr>
        <w:t xml:space="preserve"> This prompt was prepended to the source content before feeding it to the model.</w:t>
      </w:r>
      <w:r w:rsidR="00083F74">
        <w:rPr>
          <w:lang w:val="en-MY"/>
        </w:rPr>
        <w:t xml:space="preserve"> </w:t>
      </w:r>
      <w:r w:rsidR="00BA3234" w:rsidRPr="00BA3234">
        <w:t xml:space="preserve">This technique provided soft guidance to the model, encouraging it to attend to the semantic core of each topic. </w:t>
      </w:r>
    </w:p>
    <w:p w14:paraId="2CC522CC" w14:textId="5CC81B2F" w:rsidR="00083F74" w:rsidRPr="00083F74" w:rsidRDefault="00083F74" w:rsidP="00083F74">
      <w:pPr>
        <w:pStyle w:val="Paragraph"/>
        <w:rPr>
          <w:lang w:val="en-MY"/>
        </w:rPr>
      </w:pPr>
      <w:r w:rsidRPr="00083F74">
        <w:t>The input length for both models was truncated to 1024 tokens per block due to model constraints. No fine-tuning was applied. Summaries were generated using the Hugging Face Transformers pipeline and stored in output directories for evaluation.</w:t>
      </w:r>
    </w:p>
    <w:p w14:paraId="46480F89" w14:textId="2F551170" w:rsidR="00AC6440" w:rsidRDefault="00277DDB" w:rsidP="00AC6440">
      <w:pPr>
        <w:pStyle w:val="Heading3"/>
      </w:pPr>
      <w:r>
        <w:t>Evaluation Metrics</w:t>
      </w:r>
    </w:p>
    <w:p w14:paraId="592B9158" w14:textId="57115EBE" w:rsidR="00511610" w:rsidRDefault="00226A27" w:rsidP="00511610">
      <w:pPr>
        <w:pStyle w:val="Paragraph"/>
      </w:pPr>
      <w:r w:rsidRPr="00226A27">
        <w:rPr>
          <w:lang w:val="en-MY"/>
        </w:rPr>
        <w:t>To quantitatively assess the quality of summaries generated by the four models</w:t>
      </w:r>
      <w:r w:rsidR="00C4702E">
        <w:rPr>
          <w:lang w:val="en-MY"/>
        </w:rPr>
        <w:t xml:space="preserve"> - </w:t>
      </w:r>
      <w:proofErr w:type="spellStart"/>
      <w:r w:rsidRPr="00226A27">
        <w:rPr>
          <w:lang w:val="en-MY"/>
        </w:rPr>
        <w:t>LexRank</w:t>
      </w:r>
      <w:proofErr w:type="spellEnd"/>
      <w:r w:rsidRPr="00226A27">
        <w:rPr>
          <w:lang w:val="en-MY"/>
        </w:rPr>
        <w:t xml:space="preserve">, </w:t>
      </w:r>
      <w:proofErr w:type="spellStart"/>
      <w:r w:rsidRPr="00226A27">
        <w:rPr>
          <w:lang w:val="en-MY"/>
        </w:rPr>
        <w:t>HetFormer</w:t>
      </w:r>
      <w:proofErr w:type="spellEnd"/>
      <w:r w:rsidRPr="00226A27">
        <w:rPr>
          <w:lang w:val="en-MY"/>
        </w:rPr>
        <w:t xml:space="preserve"> (BERT), BART, and PEGASUS</w:t>
      </w:r>
      <w:r w:rsidR="00C4702E">
        <w:rPr>
          <w:lang w:val="en-MY"/>
        </w:rPr>
        <w:t xml:space="preserve"> - </w:t>
      </w:r>
      <w:proofErr w:type="spellStart"/>
      <w:r w:rsidRPr="00226A27">
        <w:rPr>
          <w:lang w:val="en-MY"/>
        </w:rPr>
        <w:t>BERTScore</w:t>
      </w:r>
      <w:proofErr w:type="spellEnd"/>
      <w:r w:rsidRPr="00226A27">
        <w:rPr>
          <w:lang w:val="en-MY"/>
        </w:rPr>
        <w:t>, a semantic similarity metric designed for evaluating natural language generation tasks</w:t>
      </w:r>
      <w:r w:rsidR="00B86647">
        <w:rPr>
          <w:lang w:val="en-MY"/>
        </w:rPr>
        <w:t>, is used</w:t>
      </w:r>
      <w:r w:rsidRPr="00226A27">
        <w:rPr>
          <w:lang w:val="en-MY"/>
        </w:rPr>
        <w:t xml:space="preserve">. Unlike traditional string-matching metrics like ROUGE, </w:t>
      </w:r>
      <w:proofErr w:type="spellStart"/>
      <w:r w:rsidRPr="00226A27">
        <w:rPr>
          <w:lang w:val="en-MY"/>
        </w:rPr>
        <w:t>BERTScore</w:t>
      </w:r>
      <w:proofErr w:type="spellEnd"/>
      <w:r w:rsidRPr="00226A27">
        <w:rPr>
          <w:lang w:val="en-MY"/>
        </w:rPr>
        <w:t xml:space="preserve"> compares token embeddings generated by a pretrained BERT model, allowing it to capture deeper contextual and semantic alignment between the predicted summaries and reference (gold) summaries</w:t>
      </w:r>
      <w:r w:rsidR="00517904">
        <w:rPr>
          <w:lang w:val="en-MY"/>
        </w:rPr>
        <w:t xml:space="preserve"> [</w:t>
      </w:r>
      <w:r w:rsidR="007B1CF1">
        <w:rPr>
          <w:lang w:val="en-MY"/>
        </w:rPr>
        <w:t>1</w:t>
      </w:r>
      <w:r w:rsidR="001E5343">
        <w:rPr>
          <w:lang w:val="en-MY"/>
        </w:rPr>
        <w:t>6</w:t>
      </w:r>
      <w:r w:rsidR="00517904">
        <w:rPr>
          <w:lang w:val="en-MY"/>
        </w:rPr>
        <w:t>]</w:t>
      </w:r>
      <w:r w:rsidRPr="00226A27">
        <w:rPr>
          <w:lang w:val="en-MY"/>
        </w:rPr>
        <w:t>.</w:t>
      </w:r>
      <w:r w:rsidR="00511610">
        <w:rPr>
          <w:lang w:val="en-MY"/>
        </w:rPr>
        <w:t xml:space="preserve"> </w:t>
      </w:r>
      <w:r w:rsidR="00576D70" w:rsidRPr="00576D70">
        <w:t xml:space="preserve">The gold summaries were generated with the assistance of ChatGPT and then manually refined to improve clarity, tone, and flow. </w:t>
      </w:r>
    </w:p>
    <w:p w14:paraId="3E0C11FB" w14:textId="1845FF8B" w:rsidR="00EB5AC7" w:rsidRPr="00511610" w:rsidRDefault="00576D70" w:rsidP="00511610">
      <w:pPr>
        <w:pStyle w:val="Paragraph"/>
        <w:rPr>
          <w:lang w:val="en-MY"/>
        </w:rPr>
      </w:pPr>
      <w:r w:rsidRPr="00576D70">
        <w:t>This approach ensured that the final summaries were both consistent and human-like, preserving fidelity to the original content while enhancing readability. Each gold summary corresponds to a topic block in the original text, allowing for precise alignment during evaluation.</w:t>
      </w:r>
      <w:r w:rsidR="00511610">
        <w:t xml:space="preserve"> </w:t>
      </w:r>
      <w:r w:rsidR="00D64291" w:rsidRPr="00D64291">
        <w:rPr>
          <w:lang w:val="en-MY"/>
        </w:rPr>
        <w:t xml:space="preserve">The evaluation script reads all model-generated summaries and their corresponding gold summaries, matching them by filename. </w:t>
      </w:r>
      <w:proofErr w:type="spellStart"/>
      <w:r w:rsidR="00D64291" w:rsidRPr="00D64291">
        <w:rPr>
          <w:lang w:val="en-MY"/>
        </w:rPr>
        <w:t>BERTScore</w:t>
      </w:r>
      <w:proofErr w:type="spellEnd"/>
      <w:r w:rsidR="00D64291" w:rsidRPr="00D64291">
        <w:rPr>
          <w:lang w:val="en-MY"/>
        </w:rPr>
        <w:t xml:space="preserve"> is computed for </w:t>
      </w:r>
      <w:r w:rsidR="00F309C5">
        <w:rPr>
          <w:lang w:val="en-MY"/>
        </w:rPr>
        <w:t>P</w:t>
      </w:r>
      <w:r w:rsidR="00D64291" w:rsidRPr="00D64291">
        <w:rPr>
          <w:lang w:val="en-MY"/>
        </w:rPr>
        <w:t>recision</w:t>
      </w:r>
      <w:r w:rsidR="00F309C5">
        <w:rPr>
          <w:lang w:val="en-MY"/>
        </w:rPr>
        <w:t xml:space="preserve"> (</w:t>
      </w:r>
      <w:r w:rsidR="00564725">
        <w:rPr>
          <w:lang w:val="en-MY"/>
        </w:rPr>
        <w:t>Equation (</w:t>
      </w:r>
      <w:r w:rsidR="00F309C5">
        <w:rPr>
          <w:lang w:val="en-MY"/>
        </w:rPr>
        <w:t>1</w:t>
      </w:r>
      <w:r w:rsidR="00564725">
        <w:rPr>
          <w:lang w:val="en-MY"/>
        </w:rPr>
        <w:t>)</w:t>
      </w:r>
      <w:r w:rsidR="00F309C5">
        <w:rPr>
          <w:lang w:val="en-MY"/>
        </w:rPr>
        <w:t>)</w:t>
      </w:r>
      <w:r w:rsidR="00D64291" w:rsidRPr="00D64291">
        <w:rPr>
          <w:lang w:val="en-MY"/>
        </w:rPr>
        <w:t xml:space="preserve">, </w:t>
      </w:r>
      <w:r w:rsidR="00F309C5">
        <w:rPr>
          <w:lang w:val="en-MY"/>
        </w:rPr>
        <w:t>R</w:t>
      </w:r>
      <w:r w:rsidR="00D64291" w:rsidRPr="00D64291">
        <w:rPr>
          <w:lang w:val="en-MY"/>
        </w:rPr>
        <w:t>ecall</w:t>
      </w:r>
      <w:r w:rsidR="00F309C5">
        <w:rPr>
          <w:lang w:val="en-MY"/>
        </w:rPr>
        <w:t xml:space="preserve"> (</w:t>
      </w:r>
      <w:r w:rsidR="006929DD">
        <w:rPr>
          <w:lang w:val="en-MY"/>
        </w:rPr>
        <w:t>Equation (</w:t>
      </w:r>
      <w:r w:rsidR="00F309C5">
        <w:rPr>
          <w:lang w:val="en-MY"/>
        </w:rPr>
        <w:t>2</w:t>
      </w:r>
      <w:r w:rsidR="006929DD">
        <w:rPr>
          <w:lang w:val="en-MY"/>
        </w:rPr>
        <w:t>)</w:t>
      </w:r>
      <w:r w:rsidR="00F309C5">
        <w:rPr>
          <w:lang w:val="en-MY"/>
        </w:rPr>
        <w:t>)</w:t>
      </w:r>
      <w:r w:rsidR="00D64291" w:rsidRPr="00D64291">
        <w:rPr>
          <w:lang w:val="en-MY"/>
        </w:rPr>
        <w:t>, and F1-score</w:t>
      </w:r>
      <w:r w:rsidR="00F309C5">
        <w:rPr>
          <w:lang w:val="en-MY"/>
        </w:rPr>
        <w:t xml:space="preserve"> (</w:t>
      </w:r>
      <w:r w:rsidR="006929DD">
        <w:rPr>
          <w:lang w:val="en-MY"/>
        </w:rPr>
        <w:t>Equation (</w:t>
      </w:r>
      <w:r w:rsidR="00F309C5">
        <w:rPr>
          <w:lang w:val="en-MY"/>
        </w:rPr>
        <w:t>3</w:t>
      </w:r>
      <w:r w:rsidR="006929DD">
        <w:rPr>
          <w:lang w:val="en-MY"/>
        </w:rPr>
        <w:t>)</w:t>
      </w:r>
      <w:r w:rsidR="00F309C5">
        <w:rPr>
          <w:lang w:val="en-MY"/>
        </w:rPr>
        <w:t>)</w:t>
      </w:r>
      <w:r w:rsidR="00D64291" w:rsidRPr="00D64291">
        <w:rPr>
          <w:lang w:val="en-MY"/>
        </w:rPr>
        <w:t>, and these values are averaged across all files for each method. This provides a reliable, meaning-focused measure of how well each model performs at capturing the key information in a human-like way.</w:t>
      </w:r>
      <w:r w:rsidR="000D70C9">
        <w:rPr>
          <w:lang w:val="en-MY"/>
        </w:rPr>
        <w:t xml:space="preserve"> </w:t>
      </w:r>
      <w:r w:rsidR="000D70C9" w:rsidRPr="00E76D0A">
        <w:rPr>
          <w:lang w:val="en-MY"/>
        </w:rPr>
        <w:t>Should the summarization outcomes meet predetermined quality thresholds,</w:t>
      </w:r>
      <w:r w:rsidR="000D70C9">
        <w:rPr>
          <w:lang w:val="en-MY"/>
        </w:rPr>
        <w:t xml:space="preserve"> which is 0.8,</w:t>
      </w:r>
      <w:r w:rsidR="000D70C9" w:rsidRPr="00E76D0A">
        <w:rPr>
          <w:lang w:val="en-MY"/>
        </w:rPr>
        <w:t xml:space="preserve"> the project advances to the development of a web platform using Django. If the evaluation criteria are not satisfied, iterative refinement and reassessment of the summarization methods are undertaken</w:t>
      </w:r>
      <w:r w:rsidR="00277350">
        <w:rPr>
          <w:lang w:val="en-MY"/>
        </w:rPr>
        <w:t>.</w:t>
      </w:r>
    </w:p>
    <w:p w14:paraId="1B54B1C2" w14:textId="34E27F44" w:rsidR="001F09EA" w:rsidRPr="00A06DB8" w:rsidRDefault="00000000" w:rsidP="00A06DB8">
      <m:oMathPara>
        <m:oMath>
          <m:eqArr>
            <m:eqArrPr>
              <m:maxDist m:val="1"/>
              <m:ctrlPr>
                <w:rPr>
                  <w:rFonts w:ascii="Cambria Math" w:hAnsi="Cambria Math"/>
                </w:rPr>
              </m:ctrlPr>
            </m:eqArrPr>
            <m:e>
              <m:r>
                <m:rPr>
                  <m:nor/>
                </m:rPr>
                <m:t>Precision=</m:t>
              </m:r>
              <m:f>
                <m:fPr>
                  <m:ctrlPr>
                    <w:rPr>
                      <w:rFonts w:ascii="Cambria Math" w:hAnsi="Cambria Math"/>
                    </w:rPr>
                  </m:ctrlPr>
                </m:fPr>
                <m:num>
                  <m:r>
                    <m:rPr>
                      <m:nor/>
                    </m:rPr>
                    <m:t>1</m:t>
                  </m:r>
                </m:num>
                <m:den>
                  <m:r>
                    <w:rPr>
                      <w:rFonts w:ascii="Cambria Math" w:hAnsi="Cambria Math"/>
                    </w:rPr>
                    <m:t>|</m:t>
                  </m:r>
                  <m:r>
                    <m:rPr>
                      <m:nor/>
                    </m:rPr>
                    <m:t>X</m:t>
                  </m:r>
                  <m:r>
                    <w:rPr>
                      <w:rFonts w:ascii="Cambria Math" w:hAnsi="Cambria Math"/>
                    </w:rPr>
                    <m:t>|</m:t>
                  </m:r>
                </m:den>
              </m:f>
              <m:nary>
                <m:naryPr>
                  <m:chr m:val="∑"/>
                  <m:limLoc m:val="undOvr"/>
                  <m:supHide m:val="1"/>
                  <m:ctrlPr>
                    <w:rPr>
                      <w:rFonts w:ascii="Cambria Math" w:hAnsi="Cambria Math"/>
                    </w:rPr>
                  </m:ctrlPr>
                </m:naryPr>
                <m:sub>
                  <m:r>
                    <m:rPr>
                      <m:nor/>
                    </m:rPr>
                    <m:t xml:space="preserve">x </m:t>
                  </m:r>
                  <m:r>
                    <m:rPr>
                      <m:nor/>
                    </m:rPr>
                    <w:rPr>
                      <w:rFonts w:ascii="Cambria Math" w:hAnsi="Cambria Math" w:cs="Cambria Math"/>
                    </w:rPr>
                    <m:t>∈</m:t>
                  </m:r>
                  <m:r>
                    <m:rPr>
                      <m:nor/>
                    </m:rPr>
                    <m:t xml:space="preserve"> X</m:t>
                  </m:r>
                </m:sub>
                <m:sup/>
                <m:e>
                  <m:func>
                    <m:funcPr>
                      <m:ctrlPr>
                        <w:rPr>
                          <w:rFonts w:ascii="Cambria Math" w:hAnsi="Cambria Math"/>
                        </w:rPr>
                      </m:ctrlPr>
                    </m:funcPr>
                    <m:fName>
                      <m:limLow>
                        <m:limLowPr>
                          <m:ctrlPr>
                            <w:rPr>
                              <w:rFonts w:ascii="Cambria Math" w:hAnsi="Cambria Math"/>
                            </w:rPr>
                          </m:ctrlPr>
                        </m:limLowPr>
                        <m:e>
                          <m:r>
                            <m:rPr>
                              <m:nor/>
                            </m:rPr>
                            <m:t>max</m:t>
                          </m:r>
                        </m:e>
                        <m:lim>
                          <m:r>
                            <m:rPr>
                              <m:nor/>
                            </m:rPr>
                            <m:t xml:space="preserve">y </m:t>
                          </m:r>
                          <m:r>
                            <m:rPr>
                              <m:nor/>
                            </m:rPr>
                            <w:rPr>
                              <w:rFonts w:ascii="Cambria Math" w:hAnsi="Cambria Math" w:cs="Cambria Math"/>
                            </w:rPr>
                            <m:t>∈</m:t>
                          </m:r>
                          <m:r>
                            <m:rPr>
                              <m:nor/>
                            </m:rPr>
                            <m:t xml:space="preserve"> Y</m:t>
                          </m:r>
                        </m:lim>
                      </m:limLow>
                    </m:fName>
                    <m:e>
                      <m:r>
                        <m:rPr>
                          <m:nor/>
                        </m:rPr>
                        <m:t>sim</m:t>
                      </m:r>
                      <m:d>
                        <m:dPr>
                          <m:ctrlPr>
                            <w:rPr>
                              <w:rFonts w:ascii="Cambria Math" w:hAnsi="Cambria Math"/>
                            </w:rPr>
                          </m:ctrlPr>
                        </m:dPr>
                        <m:e>
                          <w:proofErr w:type="spellStart"/>
                          <m:r>
                            <m:rPr>
                              <m:nor/>
                            </m:rPr>
                            <m:t>x,y</m:t>
                          </m:r>
                          <w:proofErr w:type="spellEnd"/>
                        </m:e>
                      </m:d>
                    </m:e>
                  </m:func>
                </m:e>
              </m:nary>
              <m:r>
                <w:rPr>
                  <w:rFonts w:ascii="Cambria Math" w:hAnsi="Cambria Math"/>
                </w:rPr>
                <m:t>#</m:t>
              </m:r>
              <m:d>
                <m:dPr>
                  <m:ctrlPr>
                    <w:rPr>
                      <w:rFonts w:ascii="Cambria Math" w:hAnsi="Cambria Math"/>
                    </w:rPr>
                  </m:ctrlPr>
                </m:dPr>
                <m:e>
                  <m:r>
                    <m:rPr>
                      <m:nor/>
                    </m:rPr>
                    <m:t>1</m:t>
                  </m:r>
                </m:e>
              </m:d>
            </m:e>
          </m:eqArr>
        </m:oMath>
      </m:oMathPara>
    </w:p>
    <w:p w14:paraId="3382B894" w14:textId="77777777" w:rsidR="004E7149" w:rsidRDefault="004E7149" w:rsidP="001E6E57">
      <w:pPr>
        <w:pStyle w:val="Paragraph"/>
        <w:ind w:firstLine="0"/>
        <w:rPr>
          <w:iCs/>
          <w:lang w:val="en-GB" w:eastAsia="en-GB"/>
        </w:rPr>
      </w:pPr>
    </w:p>
    <w:p w14:paraId="638AA430" w14:textId="5AD26329" w:rsidR="004E7149" w:rsidRPr="00A06DB8" w:rsidRDefault="00000000" w:rsidP="00A06DB8">
      <m:oMathPara>
        <m:oMath>
          <m:eqArr>
            <m:eqArrPr>
              <m:maxDist m:val="1"/>
              <m:ctrlPr>
                <w:rPr>
                  <w:rFonts w:ascii="Cambria Math" w:hAnsi="Cambria Math"/>
                </w:rPr>
              </m:ctrlPr>
            </m:eqArrPr>
            <m:e>
              <m:r>
                <m:rPr>
                  <m:nor/>
                </m:rPr>
                <m:t>Recall=</m:t>
              </m:r>
              <m:f>
                <m:fPr>
                  <m:ctrlPr>
                    <w:rPr>
                      <w:rFonts w:ascii="Cambria Math" w:hAnsi="Cambria Math"/>
                    </w:rPr>
                  </m:ctrlPr>
                </m:fPr>
                <m:num>
                  <m:r>
                    <m:rPr>
                      <m:nor/>
                    </m:rPr>
                    <m:t>1</m:t>
                  </m:r>
                </m:num>
                <m:den>
                  <m:d>
                    <m:dPr>
                      <m:begChr m:val="|"/>
                      <m:endChr m:val="|"/>
                      <m:ctrlPr>
                        <w:rPr>
                          <w:rFonts w:ascii="Cambria Math" w:hAnsi="Cambria Math"/>
                        </w:rPr>
                      </m:ctrlPr>
                    </m:dPr>
                    <m:e>
                      <m:r>
                        <m:rPr>
                          <m:nor/>
                        </m:rPr>
                        <m:t>Y</m:t>
                      </m:r>
                    </m:e>
                  </m:d>
                </m:den>
              </m:f>
              <m:nary>
                <m:naryPr>
                  <m:chr m:val="∑"/>
                  <m:limLoc m:val="undOvr"/>
                  <m:supHide m:val="1"/>
                  <m:ctrlPr>
                    <w:rPr>
                      <w:rFonts w:ascii="Cambria Math" w:hAnsi="Cambria Math"/>
                    </w:rPr>
                  </m:ctrlPr>
                </m:naryPr>
                <m:sub>
                  <m:r>
                    <m:rPr>
                      <m:nor/>
                    </m:rPr>
                    <m:t xml:space="preserve">y </m:t>
                  </m:r>
                  <m:r>
                    <m:rPr>
                      <m:nor/>
                    </m:rPr>
                    <w:rPr>
                      <w:rFonts w:ascii="Cambria Math" w:hAnsi="Cambria Math" w:cs="Cambria Math"/>
                    </w:rPr>
                    <m:t>∈</m:t>
                  </m:r>
                  <m:r>
                    <m:rPr>
                      <m:nor/>
                    </m:rPr>
                    <m:t xml:space="preserve"> Y</m:t>
                  </m:r>
                </m:sub>
                <m:sup/>
                <m:e>
                  <m:func>
                    <m:funcPr>
                      <m:ctrlPr>
                        <w:rPr>
                          <w:rFonts w:ascii="Cambria Math" w:hAnsi="Cambria Math"/>
                        </w:rPr>
                      </m:ctrlPr>
                    </m:funcPr>
                    <m:fName>
                      <m:limLow>
                        <m:limLowPr>
                          <m:ctrlPr>
                            <w:rPr>
                              <w:rFonts w:ascii="Cambria Math" w:hAnsi="Cambria Math"/>
                            </w:rPr>
                          </m:ctrlPr>
                        </m:limLowPr>
                        <m:e>
                          <m:r>
                            <m:rPr>
                              <m:nor/>
                            </m:rPr>
                            <m:t>max</m:t>
                          </m:r>
                        </m:e>
                        <m:lim>
                          <m:r>
                            <m:rPr>
                              <m:nor/>
                            </m:rPr>
                            <m:t xml:space="preserve">x </m:t>
                          </m:r>
                          <m:r>
                            <m:rPr>
                              <m:nor/>
                            </m:rPr>
                            <w:rPr>
                              <w:rFonts w:ascii="Cambria Math" w:hAnsi="Cambria Math" w:cs="Cambria Math"/>
                            </w:rPr>
                            <m:t>∈</m:t>
                          </m:r>
                          <m:r>
                            <m:rPr>
                              <m:nor/>
                            </m:rPr>
                            <m:t xml:space="preserve"> X</m:t>
                          </m:r>
                        </m:lim>
                      </m:limLow>
                    </m:fName>
                    <m:e>
                      <m:r>
                        <m:rPr>
                          <m:nor/>
                        </m:rPr>
                        <m:t>sim</m:t>
                      </m:r>
                      <m:d>
                        <m:dPr>
                          <m:ctrlPr>
                            <w:rPr>
                              <w:rFonts w:ascii="Cambria Math" w:hAnsi="Cambria Math"/>
                            </w:rPr>
                          </m:ctrlPr>
                        </m:dPr>
                        <m:e>
                          <w:proofErr w:type="spellStart"/>
                          <m:r>
                            <m:rPr>
                              <m:nor/>
                            </m:rPr>
                            <m:t>y,x</m:t>
                          </m:r>
                          <w:proofErr w:type="spellEnd"/>
                        </m:e>
                      </m:d>
                    </m:e>
                  </m:func>
                </m:e>
              </m:nary>
              <m:r>
                <w:rPr>
                  <w:rFonts w:ascii="Cambria Math" w:hAnsi="Cambria Math"/>
                </w:rPr>
                <m:t>#</m:t>
              </m:r>
              <m:d>
                <m:dPr>
                  <m:ctrlPr>
                    <w:rPr>
                      <w:rFonts w:ascii="Cambria Math" w:hAnsi="Cambria Math"/>
                    </w:rPr>
                  </m:ctrlPr>
                </m:dPr>
                <m:e>
                  <m:r>
                    <m:rPr>
                      <m:nor/>
                    </m:rPr>
                    <m:t>2</m:t>
                  </m:r>
                </m:e>
              </m:d>
            </m:e>
          </m:eqArr>
        </m:oMath>
      </m:oMathPara>
    </w:p>
    <w:p w14:paraId="4C7DC71E" w14:textId="77777777" w:rsidR="00F309C5" w:rsidRPr="008B74A1" w:rsidRDefault="00F309C5" w:rsidP="00D64291">
      <w:pPr>
        <w:pStyle w:val="Paragraph"/>
        <w:rPr>
          <w:iCs/>
          <w:lang w:val="en-MY" w:eastAsia="en-GB"/>
        </w:rPr>
      </w:pPr>
    </w:p>
    <w:p w14:paraId="33F15BBF" w14:textId="225009C6" w:rsidR="008B74A1" w:rsidRPr="00A06DB8" w:rsidRDefault="00000000" w:rsidP="00A06DB8">
      <m:oMathPara>
        <m:oMath>
          <m:eqArr>
            <m:eqArrPr>
              <m:maxDist m:val="1"/>
              <m:ctrlPr>
                <w:rPr>
                  <w:rFonts w:ascii="Cambria Math" w:hAnsi="Cambria Math"/>
                </w:rPr>
              </m:ctrlPr>
            </m:eqArrPr>
            <m:e>
              <m:r>
                <m:rPr>
                  <m:nor/>
                </m:rPr>
                <m:t>F1=2∙</m:t>
              </m:r>
              <m:f>
                <m:fPr>
                  <m:ctrlPr>
                    <w:rPr>
                      <w:rFonts w:ascii="Cambria Math" w:hAnsi="Cambria Math"/>
                    </w:rPr>
                  </m:ctrlPr>
                </m:fPr>
                <m:num>
                  <m:r>
                    <m:rPr>
                      <m:nor/>
                    </m:rPr>
                    <m:t>Precision</m:t>
                  </m:r>
                  <m:r>
                    <m:rPr>
                      <m:nor/>
                    </m:rPr>
                    <w:rPr>
                      <w:rFonts w:ascii="Cambria Math"/>
                    </w:rPr>
                    <m:t xml:space="preserve"> </m:t>
                  </m:r>
                  <m:r>
                    <m:rPr>
                      <m:nor/>
                    </m:rPr>
                    <m:t>∙</m:t>
                  </m:r>
                  <m:r>
                    <m:rPr>
                      <m:nor/>
                    </m:rPr>
                    <w:rPr>
                      <w:rFonts w:ascii="Cambria Math"/>
                    </w:rPr>
                    <m:t xml:space="preserve"> </m:t>
                  </m:r>
                  <m:r>
                    <m:rPr>
                      <m:nor/>
                    </m:rPr>
                    <m:t>Recall</m:t>
                  </m:r>
                </m:num>
                <m:den>
                  <m:r>
                    <m:rPr>
                      <m:nor/>
                    </m:rPr>
                    <m:t>Precision</m:t>
                  </m:r>
                  <m:r>
                    <m:rPr>
                      <m:nor/>
                    </m:rPr>
                    <w:rPr>
                      <w:rFonts w:ascii="Cambria Math"/>
                    </w:rPr>
                    <m:t xml:space="preserve"> </m:t>
                  </m:r>
                  <m:r>
                    <m:rPr>
                      <m:nor/>
                    </m:rPr>
                    <m:t>+</m:t>
                  </m:r>
                  <m:r>
                    <m:rPr>
                      <m:nor/>
                    </m:rPr>
                    <w:rPr>
                      <w:rFonts w:ascii="Cambria Math"/>
                    </w:rPr>
                    <m:t xml:space="preserve"> </m:t>
                  </m:r>
                  <m:r>
                    <m:rPr>
                      <m:nor/>
                    </m:rPr>
                    <m:t>Recall</m:t>
                  </m:r>
                </m:den>
              </m:f>
              <m:r>
                <w:rPr>
                  <w:rFonts w:ascii="Cambria Math" w:hAnsi="Cambria Math"/>
                </w:rPr>
                <m:t>#</m:t>
              </m:r>
              <m:d>
                <m:dPr>
                  <m:ctrlPr>
                    <w:rPr>
                      <w:rFonts w:ascii="Cambria Math" w:hAnsi="Cambria Math"/>
                    </w:rPr>
                  </m:ctrlPr>
                </m:dPr>
                <m:e>
                  <m:r>
                    <m:rPr>
                      <m:nor/>
                    </m:rPr>
                    <m:t>3</m:t>
                  </m:r>
                </m:e>
              </m:d>
            </m:e>
          </m:eqArr>
        </m:oMath>
      </m:oMathPara>
    </w:p>
    <w:p w14:paraId="4C2BDDE2" w14:textId="77777777" w:rsidR="001E6E57" w:rsidRDefault="001E6E57" w:rsidP="00277DDB">
      <w:pPr>
        <w:rPr>
          <w:sz w:val="20"/>
          <w:lang w:val="en-MY"/>
        </w:rPr>
      </w:pPr>
    </w:p>
    <w:p w14:paraId="2ED04B3F" w14:textId="0B23F199" w:rsidR="00AA2EC0" w:rsidRDefault="00AA2EC0" w:rsidP="00AA2EC0">
      <w:pPr>
        <w:pStyle w:val="Heading3"/>
      </w:pPr>
      <w:r>
        <w:t>Website Development</w:t>
      </w:r>
    </w:p>
    <w:p w14:paraId="6BF6AECA" w14:textId="6D5B1C63" w:rsidR="00E74E3D" w:rsidRPr="00E74E3D" w:rsidRDefault="005C03F7" w:rsidP="00E74E3D">
      <w:pPr>
        <w:pStyle w:val="Paragraph"/>
        <w:rPr>
          <w:lang w:val="en-MY"/>
        </w:rPr>
      </w:pPr>
      <w:r w:rsidRPr="00E76D0A">
        <w:rPr>
          <w:lang w:val="en-MY"/>
        </w:rPr>
        <w:t xml:space="preserve">The ultimate deliverables of this project include </w:t>
      </w:r>
      <w:r>
        <w:rPr>
          <w:lang w:val="en-MY"/>
        </w:rPr>
        <w:t xml:space="preserve">a </w:t>
      </w:r>
      <w:r w:rsidRPr="00E76D0A">
        <w:rPr>
          <w:lang w:val="en-MY"/>
        </w:rPr>
        <w:t>summarized biographical content and a functional</w:t>
      </w:r>
      <w:r>
        <w:rPr>
          <w:lang w:val="en-MY"/>
        </w:rPr>
        <w:t xml:space="preserve"> </w:t>
      </w:r>
      <w:r w:rsidRPr="00E76D0A">
        <w:rPr>
          <w:lang w:val="en-MY"/>
        </w:rPr>
        <w:t>website designed to enhance user engagement and facilitate efficient access to Islamic historical biographies</w:t>
      </w:r>
      <w:r>
        <w:rPr>
          <w:lang w:val="en-MY"/>
        </w:rPr>
        <w:t xml:space="preserve">, </w:t>
      </w:r>
      <w:r w:rsidR="00E74E3D" w:rsidRPr="00E74E3D">
        <w:rPr>
          <w:lang w:val="en-MY"/>
        </w:rPr>
        <w:t>using Django as the backend framework, along with Python, HTML, and CSS for logic and presentation. The website features a home page that displays a list of available episodes for users to explore</w:t>
      </w:r>
      <w:r w:rsidR="00EB5844">
        <w:rPr>
          <w:lang w:val="en-MY"/>
        </w:rPr>
        <w:t xml:space="preserve"> (Figure </w:t>
      </w:r>
      <w:r w:rsidR="00511610">
        <w:rPr>
          <w:lang w:val="en-MY"/>
        </w:rPr>
        <w:t>2</w:t>
      </w:r>
      <w:r w:rsidR="00EB5844">
        <w:rPr>
          <w:lang w:val="en-MY"/>
        </w:rPr>
        <w:t>)</w:t>
      </w:r>
      <w:r w:rsidR="00E74E3D" w:rsidRPr="00E74E3D">
        <w:rPr>
          <w:lang w:val="en-MY"/>
        </w:rPr>
        <w:t>. Each episode links to a dedicated episode page, which includes the YouTube link to watch the original video, the cleaned long-form transcript, a "Summarize" button to generate the summary, and a download button for saving the transcript as a PDF</w:t>
      </w:r>
      <w:r w:rsidR="00EB5844">
        <w:rPr>
          <w:lang w:val="en-MY"/>
        </w:rPr>
        <w:t xml:space="preserve"> (Figure </w:t>
      </w:r>
      <w:r w:rsidR="00511610">
        <w:rPr>
          <w:lang w:val="en-MY"/>
        </w:rPr>
        <w:t>3</w:t>
      </w:r>
      <w:r w:rsidR="00EB5844">
        <w:rPr>
          <w:lang w:val="en-MY"/>
        </w:rPr>
        <w:t>)</w:t>
      </w:r>
      <w:r w:rsidR="00E74E3D" w:rsidRPr="00E74E3D">
        <w:rPr>
          <w:lang w:val="en-MY"/>
        </w:rPr>
        <w:t>.</w:t>
      </w:r>
    </w:p>
    <w:p w14:paraId="719C6481" w14:textId="1948C775" w:rsidR="00E74E3D" w:rsidRDefault="00E74E3D" w:rsidP="00E74E3D">
      <w:pPr>
        <w:pStyle w:val="Paragraph"/>
        <w:rPr>
          <w:lang w:val="en-MY"/>
        </w:rPr>
      </w:pPr>
      <w:r w:rsidRPr="00E74E3D">
        <w:rPr>
          <w:lang w:val="en-MY"/>
        </w:rPr>
        <w:t xml:space="preserve">Once the summarization process is triggered, a pop-up summary page is displayed, presenting the generated summary using the model with the highest </w:t>
      </w:r>
      <w:proofErr w:type="spellStart"/>
      <w:r w:rsidRPr="00E74E3D">
        <w:rPr>
          <w:lang w:val="en-MY"/>
        </w:rPr>
        <w:t>BERTScore</w:t>
      </w:r>
      <w:proofErr w:type="spellEnd"/>
      <w:r w:rsidRPr="00E74E3D">
        <w:rPr>
          <w:lang w:val="en-MY"/>
        </w:rPr>
        <w:t>. This summary page also includes a download button, allowing users to save the summarized version as a PDF</w:t>
      </w:r>
      <w:r w:rsidR="00991EA8">
        <w:rPr>
          <w:lang w:val="en-MY"/>
        </w:rPr>
        <w:t xml:space="preserve"> for offline access</w:t>
      </w:r>
      <w:r w:rsidR="00A64A85">
        <w:rPr>
          <w:lang w:val="en-MY"/>
        </w:rPr>
        <w:t xml:space="preserve"> (Figure </w:t>
      </w:r>
      <w:r w:rsidR="00511610">
        <w:rPr>
          <w:lang w:val="en-MY"/>
        </w:rPr>
        <w:t>4</w:t>
      </w:r>
      <w:r w:rsidR="00A64A85">
        <w:rPr>
          <w:lang w:val="en-MY"/>
        </w:rPr>
        <w:t>)</w:t>
      </w:r>
      <w:r w:rsidRPr="00E74E3D">
        <w:rPr>
          <w:lang w:val="en-MY"/>
        </w:rPr>
        <w:t>.</w:t>
      </w:r>
    </w:p>
    <w:p w14:paraId="60F2C885" w14:textId="77777777" w:rsidR="00504653" w:rsidRDefault="00504653" w:rsidP="00E74E3D">
      <w:pPr>
        <w:pStyle w:val="Paragraph"/>
        <w:rPr>
          <w:lang w:val="en-MY"/>
        </w:rPr>
      </w:pPr>
    </w:p>
    <w:p w14:paraId="3D825187" w14:textId="16D69FE5" w:rsidR="00F6289D" w:rsidRDefault="007B02FB" w:rsidP="00F6289D">
      <w:pPr>
        <w:pStyle w:val="Paragraph"/>
        <w:keepNext/>
        <w:jc w:val="center"/>
      </w:pPr>
      <w:r w:rsidRPr="007B02FB">
        <w:rPr>
          <w:noProof/>
        </w:rPr>
        <w:lastRenderedPageBreak/>
        <w:drawing>
          <wp:inline distT="0" distB="0" distL="0" distR="0" wp14:anchorId="42C0C7E4" wp14:editId="288CF9E8">
            <wp:extent cx="4671060" cy="3500800"/>
            <wp:effectExtent l="0" t="0" r="0" b="4445"/>
            <wp:docPr id="1928396031"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396031" name="Picture 1" descr="A screenshot of a computer&#10;&#10;AI-generated content may be incorrect."/>
                    <pic:cNvPicPr/>
                  </pic:nvPicPr>
                  <pic:blipFill>
                    <a:blip r:embed="rId12"/>
                    <a:stretch>
                      <a:fillRect/>
                    </a:stretch>
                  </pic:blipFill>
                  <pic:spPr>
                    <a:xfrm>
                      <a:off x="0" y="0"/>
                      <a:ext cx="4683685" cy="3510262"/>
                    </a:xfrm>
                    <a:prstGeom prst="rect">
                      <a:avLst/>
                    </a:prstGeom>
                  </pic:spPr>
                </pic:pic>
              </a:graphicData>
            </a:graphic>
          </wp:inline>
        </w:drawing>
      </w:r>
    </w:p>
    <w:p w14:paraId="0557C101" w14:textId="6FDB8A85" w:rsidR="002B474F" w:rsidRDefault="00427480" w:rsidP="006929DD">
      <w:pPr>
        <w:pStyle w:val="Caption"/>
        <w:spacing w:before="120" w:after="0"/>
        <w:jc w:val="center"/>
        <w:rPr>
          <w:i w:val="0"/>
          <w:iCs w:val="0"/>
          <w:color w:val="auto"/>
          <w:szCs w:val="20"/>
        </w:rPr>
      </w:pPr>
      <w:r w:rsidRPr="00C36DF2">
        <w:rPr>
          <w:b/>
          <w:i w:val="0"/>
          <w:iCs w:val="0"/>
          <w:color w:val="auto"/>
        </w:rPr>
        <w:t xml:space="preserve">FIGURE </w:t>
      </w:r>
      <w:r w:rsidR="00511610">
        <w:rPr>
          <w:b/>
          <w:i w:val="0"/>
          <w:iCs w:val="0"/>
          <w:color w:val="auto"/>
        </w:rPr>
        <w:t>2</w:t>
      </w:r>
      <w:r w:rsidR="002B474F">
        <w:rPr>
          <w:b/>
          <w:i w:val="0"/>
          <w:iCs w:val="0"/>
          <w:color w:val="auto"/>
        </w:rPr>
        <w:t>.</w:t>
      </w:r>
      <w:r w:rsidR="00F6289D" w:rsidRPr="00C36DF2">
        <w:rPr>
          <w:i w:val="0"/>
          <w:iCs w:val="0"/>
          <w:color w:val="auto"/>
        </w:rPr>
        <w:t xml:space="preserve"> </w:t>
      </w:r>
      <w:r w:rsidR="00F6289D" w:rsidRPr="00AE7C11">
        <w:rPr>
          <w:i w:val="0"/>
          <w:iCs w:val="0"/>
          <w:color w:val="auto"/>
          <w:szCs w:val="20"/>
        </w:rPr>
        <w:t xml:space="preserve">Home </w:t>
      </w:r>
      <w:r w:rsidR="006929DD">
        <w:rPr>
          <w:i w:val="0"/>
          <w:iCs w:val="0"/>
          <w:color w:val="auto"/>
          <w:szCs w:val="20"/>
        </w:rPr>
        <w:t>p</w:t>
      </w:r>
      <w:r w:rsidR="00F6289D" w:rsidRPr="00AE7C11">
        <w:rPr>
          <w:i w:val="0"/>
          <w:iCs w:val="0"/>
          <w:color w:val="auto"/>
          <w:szCs w:val="20"/>
        </w:rPr>
        <w:t>age</w:t>
      </w:r>
    </w:p>
    <w:p w14:paraId="220DFFD0" w14:textId="77777777" w:rsidR="006929DD" w:rsidRPr="006929DD" w:rsidRDefault="006929DD" w:rsidP="006929DD"/>
    <w:p w14:paraId="6575BCDF" w14:textId="3C885BCE" w:rsidR="002B474F" w:rsidRDefault="00FC48DA" w:rsidP="002B474F">
      <w:pPr>
        <w:keepNext/>
        <w:jc w:val="center"/>
      </w:pPr>
      <w:r w:rsidRPr="00FC48DA">
        <w:rPr>
          <w:noProof/>
        </w:rPr>
        <w:drawing>
          <wp:inline distT="0" distB="0" distL="0" distR="0" wp14:anchorId="2FED7183" wp14:editId="1302183A">
            <wp:extent cx="4953000" cy="2233083"/>
            <wp:effectExtent l="0" t="0" r="0" b="0"/>
            <wp:docPr id="1802894331"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894331" name="Picture 1" descr="A screenshot of a computer&#10;&#10;AI-generated content may be incorrect."/>
                    <pic:cNvPicPr/>
                  </pic:nvPicPr>
                  <pic:blipFill>
                    <a:blip r:embed="rId13"/>
                    <a:stretch>
                      <a:fillRect/>
                    </a:stretch>
                  </pic:blipFill>
                  <pic:spPr>
                    <a:xfrm>
                      <a:off x="0" y="0"/>
                      <a:ext cx="4961825" cy="2237062"/>
                    </a:xfrm>
                    <a:prstGeom prst="rect">
                      <a:avLst/>
                    </a:prstGeom>
                  </pic:spPr>
                </pic:pic>
              </a:graphicData>
            </a:graphic>
          </wp:inline>
        </w:drawing>
      </w:r>
    </w:p>
    <w:p w14:paraId="52AAB9AE" w14:textId="360EA2B0" w:rsidR="002B474F" w:rsidRDefault="002B474F" w:rsidP="006929DD">
      <w:pPr>
        <w:pStyle w:val="Caption"/>
        <w:spacing w:before="120" w:after="0"/>
        <w:jc w:val="center"/>
        <w:rPr>
          <w:i w:val="0"/>
          <w:iCs w:val="0"/>
          <w:color w:val="auto"/>
        </w:rPr>
      </w:pPr>
      <w:r w:rsidRPr="002B474F">
        <w:rPr>
          <w:b/>
          <w:i w:val="0"/>
          <w:iCs w:val="0"/>
          <w:color w:val="auto"/>
        </w:rPr>
        <w:t xml:space="preserve">FIGURE </w:t>
      </w:r>
      <w:r w:rsidR="00511610">
        <w:rPr>
          <w:b/>
          <w:i w:val="0"/>
          <w:iCs w:val="0"/>
          <w:color w:val="auto"/>
        </w:rPr>
        <w:t>3</w:t>
      </w:r>
      <w:r>
        <w:rPr>
          <w:b/>
          <w:i w:val="0"/>
          <w:iCs w:val="0"/>
          <w:color w:val="auto"/>
        </w:rPr>
        <w:t>.</w:t>
      </w:r>
      <w:r w:rsidRPr="002B474F">
        <w:rPr>
          <w:i w:val="0"/>
          <w:iCs w:val="0"/>
          <w:color w:val="auto"/>
        </w:rPr>
        <w:t xml:space="preserve"> </w:t>
      </w:r>
      <w:r w:rsidRPr="00AE7C11">
        <w:rPr>
          <w:i w:val="0"/>
          <w:iCs w:val="0"/>
          <w:color w:val="auto"/>
          <w:szCs w:val="20"/>
        </w:rPr>
        <w:t xml:space="preserve">Episode </w:t>
      </w:r>
      <w:r w:rsidR="006929DD">
        <w:rPr>
          <w:i w:val="0"/>
          <w:iCs w:val="0"/>
          <w:color w:val="auto"/>
          <w:szCs w:val="20"/>
        </w:rPr>
        <w:t>p</w:t>
      </w:r>
      <w:r w:rsidRPr="00AE7C11">
        <w:rPr>
          <w:i w:val="0"/>
          <w:iCs w:val="0"/>
          <w:color w:val="auto"/>
          <w:szCs w:val="20"/>
        </w:rPr>
        <w:t>age</w:t>
      </w:r>
    </w:p>
    <w:p w14:paraId="68B084FE" w14:textId="77777777" w:rsidR="00C9414B" w:rsidRDefault="00C9414B" w:rsidP="00C9414B">
      <w:pPr>
        <w:pStyle w:val="Paragraph"/>
        <w:rPr>
          <w:lang w:val="en-MY"/>
        </w:rPr>
      </w:pPr>
    </w:p>
    <w:p w14:paraId="60313B33" w14:textId="5BB90232" w:rsidR="00C9414B" w:rsidRDefault="00C9414B" w:rsidP="00C9414B">
      <w:pPr>
        <w:pStyle w:val="Heading1"/>
        <w:rPr>
          <w:lang w:val="en-MY"/>
        </w:rPr>
      </w:pPr>
      <w:r>
        <w:t>Results and discussion</w:t>
      </w:r>
    </w:p>
    <w:p w14:paraId="4ADA7B48" w14:textId="7EF6E161" w:rsidR="00C9414B" w:rsidRPr="006001B4" w:rsidRDefault="00C9414B" w:rsidP="00C9414B">
      <w:pPr>
        <w:pStyle w:val="Paragraph"/>
        <w:rPr>
          <w:lang w:val="en-MY"/>
        </w:rPr>
      </w:pPr>
      <w:r w:rsidRPr="006001B4">
        <w:rPr>
          <w:lang w:val="en-MY"/>
        </w:rPr>
        <w:t xml:space="preserve">Among all models, BART achieved the highest performance across all three metrics, with a precision of 0.841, </w:t>
      </w:r>
      <w:r>
        <w:rPr>
          <w:lang w:val="en-MY"/>
        </w:rPr>
        <w:t xml:space="preserve">a </w:t>
      </w:r>
      <w:r w:rsidRPr="006001B4">
        <w:rPr>
          <w:lang w:val="en-MY"/>
        </w:rPr>
        <w:t>recall of 0.836, and an F1 score of 0.</w:t>
      </w:r>
      <w:r w:rsidRPr="00EB7E71">
        <w:rPr>
          <w:lang w:val="en-MY"/>
        </w:rPr>
        <w:t>839 as illustrated in Table 1</w:t>
      </w:r>
      <w:r w:rsidRPr="006001B4">
        <w:rPr>
          <w:lang w:val="en-MY"/>
        </w:rPr>
        <w:t xml:space="preserve">. This indicates that BART produces summaries that are not only semantically </w:t>
      </w:r>
      <w:proofErr w:type="gramStart"/>
      <w:r w:rsidRPr="006001B4">
        <w:rPr>
          <w:lang w:val="en-MY"/>
        </w:rPr>
        <w:t>similar to</w:t>
      </w:r>
      <w:proofErr w:type="gramEnd"/>
      <w:r w:rsidRPr="006001B4">
        <w:rPr>
          <w:lang w:val="en-MY"/>
        </w:rPr>
        <w:t xml:space="preserve"> the gold references but also highly consistent in identifying key information. The results support the effectiveness of BART’s encoder-decoder architecture and its fine-tuning on summarization tasks.</w:t>
      </w:r>
    </w:p>
    <w:p w14:paraId="3AB84CED" w14:textId="77777777" w:rsidR="00C9414B" w:rsidRPr="006001B4" w:rsidRDefault="00C9414B" w:rsidP="00C9414B">
      <w:pPr>
        <w:pStyle w:val="Paragraph"/>
        <w:rPr>
          <w:lang w:val="en-MY"/>
        </w:rPr>
      </w:pPr>
      <w:r w:rsidRPr="006001B4">
        <w:rPr>
          <w:lang w:val="en-MY"/>
        </w:rPr>
        <w:t xml:space="preserve">PEGASUS followed closely with an F1 score of 0.829, demonstrating strong semantic retention, especially in recall (0.839), which aligns with its design for abstractive summarization through sentence masking. </w:t>
      </w:r>
      <w:proofErr w:type="spellStart"/>
      <w:r w:rsidRPr="006001B4">
        <w:rPr>
          <w:lang w:val="en-MY"/>
        </w:rPr>
        <w:t>HetFormer</w:t>
      </w:r>
      <w:proofErr w:type="spellEnd"/>
      <w:r w:rsidRPr="006001B4">
        <w:rPr>
          <w:lang w:val="en-MY"/>
        </w:rPr>
        <w:t xml:space="preserve"> and </w:t>
      </w:r>
      <w:proofErr w:type="spellStart"/>
      <w:r w:rsidRPr="006001B4">
        <w:rPr>
          <w:lang w:val="en-MY"/>
        </w:rPr>
        <w:t>LexRank</w:t>
      </w:r>
      <w:proofErr w:type="spellEnd"/>
      <w:r w:rsidRPr="006001B4">
        <w:rPr>
          <w:lang w:val="en-MY"/>
        </w:rPr>
        <w:t xml:space="preserve">, while performing slightly lower, still provided reasonable outputs. </w:t>
      </w:r>
      <w:proofErr w:type="spellStart"/>
      <w:r w:rsidRPr="006001B4">
        <w:rPr>
          <w:lang w:val="en-MY"/>
        </w:rPr>
        <w:t>HetFormer</w:t>
      </w:r>
      <w:proofErr w:type="spellEnd"/>
      <w:r w:rsidRPr="006001B4">
        <w:rPr>
          <w:lang w:val="en-MY"/>
        </w:rPr>
        <w:t xml:space="preserve"> (a supervised extractive approach) marginally outperformed </w:t>
      </w:r>
      <w:proofErr w:type="spellStart"/>
      <w:r w:rsidRPr="006001B4">
        <w:rPr>
          <w:lang w:val="en-MY"/>
        </w:rPr>
        <w:t>LexRank</w:t>
      </w:r>
      <w:proofErr w:type="spellEnd"/>
      <w:r w:rsidRPr="006001B4">
        <w:rPr>
          <w:lang w:val="en-MY"/>
        </w:rPr>
        <w:t xml:space="preserve"> (an unsupervised extractive model), particularly in recall and F1.</w:t>
      </w:r>
    </w:p>
    <w:p w14:paraId="4B6BFCC9" w14:textId="77777777" w:rsidR="00C9414B" w:rsidRPr="006001B4" w:rsidRDefault="00C9414B" w:rsidP="00C9414B">
      <w:pPr>
        <w:pStyle w:val="Paragraph"/>
        <w:rPr>
          <w:lang w:val="en-MY"/>
        </w:rPr>
      </w:pPr>
      <w:r w:rsidRPr="006001B4">
        <w:rPr>
          <w:lang w:val="en-MY"/>
        </w:rPr>
        <w:lastRenderedPageBreak/>
        <w:t>The gap between extractive models (</w:t>
      </w:r>
      <w:proofErr w:type="spellStart"/>
      <w:r w:rsidRPr="006001B4">
        <w:rPr>
          <w:lang w:val="en-MY"/>
        </w:rPr>
        <w:t>LexRank</w:t>
      </w:r>
      <w:proofErr w:type="spellEnd"/>
      <w:r w:rsidRPr="006001B4">
        <w:rPr>
          <w:lang w:val="en-MY"/>
        </w:rPr>
        <w:t xml:space="preserve"> and </w:t>
      </w:r>
      <w:proofErr w:type="spellStart"/>
      <w:r w:rsidRPr="006001B4">
        <w:rPr>
          <w:lang w:val="en-MY"/>
        </w:rPr>
        <w:t>HetFormer</w:t>
      </w:r>
      <w:proofErr w:type="spellEnd"/>
      <w:r w:rsidRPr="006001B4">
        <w:rPr>
          <w:lang w:val="en-MY"/>
        </w:rPr>
        <w:t xml:space="preserve">) and abstractive models (BART and PEGASUS) highlights the advantage of leveraging pretrained sequence-to-sequence architectures for generating coherent, human-like summaries. It also validates the use of </w:t>
      </w:r>
      <w:proofErr w:type="spellStart"/>
      <w:r w:rsidRPr="006001B4">
        <w:rPr>
          <w:lang w:val="en-MY"/>
        </w:rPr>
        <w:t>BERTScore</w:t>
      </w:r>
      <w:proofErr w:type="spellEnd"/>
      <w:r w:rsidRPr="006001B4">
        <w:rPr>
          <w:lang w:val="en-MY"/>
        </w:rPr>
        <w:t>, which prioritizes semantic similarity over surface-level matching, as a suitable metric for evaluating such outputs.</w:t>
      </w:r>
    </w:p>
    <w:p w14:paraId="08CD78F3" w14:textId="77777777" w:rsidR="00C9414B" w:rsidRPr="006929DD" w:rsidRDefault="00C9414B" w:rsidP="00C9414B">
      <w:pPr>
        <w:pStyle w:val="Paragraph"/>
        <w:rPr>
          <w:lang w:val="en-MY"/>
        </w:rPr>
      </w:pPr>
      <w:r w:rsidRPr="006001B4">
        <w:rPr>
          <w:lang w:val="en-MY"/>
        </w:rPr>
        <w:t>Based on these results, BART was selected as the default summarization model in the deployed web application, offering the best trade-off between informativeness, fluency, and faithfulness to the original content.</w:t>
      </w:r>
    </w:p>
    <w:p w14:paraId="516CC8B0" w14:textId="77777777" w:rsidR="00642BA7" w:rsidRPr="00C9414B" w:rsidRDefault="00642BA7" w:rsidP="00642BA7">
      <w:pPr>
        <w:rPr>
          <w:lang w:val="en-MY"/>
        </w:rPr>
      </w:pPr>
    </w:p>
    <w:p w14:paraId="55C7F101" w14:textId="7CBB314E" w:rsidR="007F3708" w:rsidRDefault="00585D94" w:rsidP="007F3708">
      <w:pPr>
        <w:keepNext/>
        <w:jc w:val="center"/>
      </w:pPr>
      <w:r w:rsidRPr="00585D94">
        <w:rPr>
          <w:noProof/>
        </w:rPr>
        <w:drawing>
          <wp:inline distT="0" distB="0" distL="0" distR="0" wp14:anchorId="345F7CA4" wp14:editId="0A74E657">
            <wp:extent cx="3829237" cy="2994660"/>
            <wp:effectExtent l="0" t="0" r="0" b="0"/>
            <wp:docPr id="20717555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75558" name="Picture 1" descr="A screenshot of a computer&#10;&#10;AI-generated content may be incorrect."/>
                    <pic:cNvPicPr/>
                  </pic:nvPicPr>
                  <pic:blipFill>
                    <a:blip r:embed="rId14"/>
                    <a:stretch>
                      <a:fillRect/>
                    </a:stretch>
                  </pic:blipFill>
                  <pic:spPr>
                    <a:xfrm>
                      <a:off x="0" y="0"/>
                      <a:ext cx="3835626" cy="2999657"/>
                    </a:xfrm>
                    <a:prstGeom prst="rect">
                      <a:avLst/>
                    </a:prstGeom>
                  </pic:spPr>
                </pic:pic>
              </a:graphicData>
            </a:graphic>
          </wp:inline>
        </w:drawing>
      </w:r>
    </w:p>
    <w:p w14:paraId="155432F9" w14:textId="6DB87958" w:rsidR="00511610" w:rsidRDefault="007F3708" w:rsidP="006929DD">
      <w:pPr>
        <w:pStyle w:val="Caption"/>
        <w:spacing w:before="120" w:after="0"/>
        <w:jc w:val="center"/>
        <w:rPr>
          <w:i w:val="0"/>
          <w:iCs w:val="0"/>
          <w:color w:val="auto"/>
          <w:szCs w:val="20"/>
        </w:rPr>
      </w:pPr>
      <w:r w:rsidRPr="002B474F">
        <w:rPr>
          <w:b/>
          <w:i w:val="0"/>
          <w:iCs w:val="0"/>
          <w:color w:val="auto"/>
        </w:rPr>
        <w:t xml:space="preserve">FIGURE </w:t>
      </w:r>
      <w:r w:rsidR="00511610">
        <w:rPr>
          <w:b/>
          <w:i w:val="0"/>
          <w:iCs w:val="0"/>
          <w:color w:val="auto"/>
        </w:rPr>
        <w:t>4</w:t>
      </w:r>
      <w:r>
        <w:rPr>
          <w:b/>
          <w:i w:val="0"/>
          <w:iCs w:val="0"/>
          <w:color w:val="auto"/>
        </w:rPr>
        <w:t>.</w:t>
      </w:r>
      <w:r w:rsidRPr="002B474F">
        <w:rPr>
          <w:i w:val="0"/>
          <w:iCs w:val="0"/>
          <w:color w:val="auto"/>
        </w:rPr>
        <w:t xml:space="preserve"> </w:t>
      </w:r>
      <w:r w:rsidRPr="00AE7C11">
        <w:rPr>
          <w:i w:val="0"/>
          <w:iCs w:val="0"/>
          <w:color w:val="auto"/>
          <w:szCs w:val="20"/>
        </w:rPr>
        <w:t>Summary pop-u</w:t>
      </w:r>
      <w:r w:rsidR="00511610" w:rsidRPr="00AE7C11">
        <w:rPr>
          <w:i w:val="0"/>
          <w:iCs w:val="0"/>
          <w:color w:val="auto"/>
          <w:szCs w:val="20"/>
        </w:rPr>
        <w:t>p</w:t>
      </w:r>
    </w:p>
    <w:p w14:paraId="19115532" w14:textId="77777777" w:rsidR="00C9414B" w:rsidRPr="00C9414B" w:rsidRDefault="00C9414B" w:rsidP="00C9414B"/>
    <w:tbl>
      <w:tblPr>
        <w:tblW w:w="9540" w:type="dxa"/>
        <w:jc w:val="center"/>
        <w:tblBorders>
          <w:bottom w:val="single" w:sz="4" w:space="0" w:color="auto"/>
        </w:tblBorders>
        <w:tblLayout w:type="fixed"/>
        <w:tblLook w:val="0000" w:firstRow="0" w:lastRow="0" w:firstColumn="0" w:lastColumn="0" w:noHBand="0" w:noVBand="0"/>
      </w:tblPr>
      <w:tblGrid>
        <w:gridCol w:w="2250"/>
        <w:gridCol w:w="2790"/>
        <w:gridCol w:w="2790"/>
        <w:gridCol w:w="1710"/>
      </w:tblGrid>
      <w:tr w:rsidR="00E75C27" w:rsidRPr="00075EA6" w14:paraId="02C57583" w14:textId="77777777" w:rsidTr="005C341D">
        <w:trPr>
          <w:cantSplit/>
          <w:trHeight w:val="360"/>
          <w:jc w:val="center"/>
        </w:trPr>
        <w:tc>
          <w:tcPr>
            <w:tcW w:w="9540" w:type="dxa"/>
            <w:gridSpan w:val="4"/>
            <w:tcBorders>
              <w:bottom w:val="nil"/>
            </w:tcBorders>
          </w:tcPr>
          <w:p w14:paraId="38DFF4F7" w14:textId="6CB5550B" w:rsidR="00E75C27" w:rsidRPr="009E6A17" w:rsidRDefault="008A0221" w:rsidP="00EB7EF6">
            <w:pPr>
              <w:pStyle w:val="TableCaption"/>
              <w:rPr>
                <w:highlight w:val="yellow"/>
              </w:rPr>
            </w:pPr>
            <w:r w:rsidRPr="00EB7E71">
              <w:rPr>
                <w:b/>
              </w:rPr>
              <w:t xml:space="preserve">TABLE 1. </w:t>
            </w:r>
            <w:r w:rsidR="00AB62F8" w:rsidRPr="00EB7E71">
              <w:rPr>
                <w:bCs/>
              </w:rPr>
              <w:t xml:space="preserve">Precision, Recall, and F1 </w:t>
            </w:r>
            <w:r w:rsidR="00A06DB8">
              <w:rPr>
                <w:bCs/>
              </w:rPr>
              <w:t>m</w:t>
            </w:r>
            <w:r w:rsidR="00AB62F8" w:rsidRPr="00EB7E71">
              <w:rPr>
                <w:bCs/>
              </w:rPr>
              <w:t xml:space="preserve">easures of </w:t>
            </w:r>
            <w:proofErr w:type="spellStart"/>
            <w:r w:rsidR="00AB62F8" w:rsidRPr="00EB7E71">
              <w:rPr>
                <w:bCs/>
              </w:rPr>
              <w:t>BERTScor</w:t>
            </w:r>
            <w:r w:rsidR="00AF55FE" w:rsidRPr="00EB7E71">
              <w:rPr>
                <w:bCs/>
              </w:rPr>
              <w:t>e</w:t>
            </w:r>
            <w:proofErr w:type="spellEnd"/>
            <w:r w:rsidR="006929DD">
              <w:rPr>
                <w:bCs/>
              </w:rPr>
              <w:t>, u</w:t>
            </w:r>
            <w:r w:rsidR="00AF55FE" w:rsidRPr="00EB7E71">
              <w:rPr>
                <w:bCs/>
              </w:rPr>
              <w:t xml:space="preserve">nderlined </w:t>
            </w:r>
            <w:r w:rsidR="009C1E61" w:rsidRPr="00EB7E71">
              <w:rPr>
                <w:bCs/>
              </w:rPr>
              <w:t xml:space="preserve">and bolded </w:t>
            </w:r>
            <w:r w:rsidR="00AF55FE" w:rsidRPr="00EB7E71">
              <w:rPr>
                <w:bCs/>
              </w:rPr>
              <w:t xml:space="preserve">are the </w:t>
            </w:r>
            <w:r w:rsidR="000F3E93" w:rsidRPr="00EB7E71">
              <w:rPr>
                <w:bCs/>
              </w:rPr>
              <w:t>top-performing</w:t>
            </w:r>
            <w:r w:rsidR="00AF55FE" w:rsidRPr="00EB7E71">
              <w:rPr>
                <w:bCs/>
              </w:rPr>
              <w:t xml:space="preserve"> models in each category</w:t>
            </w:r>
          </w:p>
        </w:tc>
      </w:tr>
      <w:tr w:rsidR="00B97844" w:rsidRPr="00075EA6" w14:paraId="2B689564" w14:textId="77777777" w:rsidTr="005C341D">
        <w:trPr>
          <w:cantSplit/>
          <w:trHeight w:val="272"/>
          <w:jc w:val="center"/>
        </w:trPr>
        <w:tc>
          <w:tcPr>
            <w:tcW w:w="2250" w:type="dxa"/>
            <w:tcBorders>
              <w:top w:val="single" w:sz="4" w:space="0" w:color="auto"/>
              <w:bottom w:val="single" w:sz="4" w:space="0" w:color="auto"/>
            </w:tcBorders>
          </w:tcPr>
          <w:p w14:paraId="2E72F307" w14:textId="77777777" w:rsidR="00B97844" w:rsidRDefault="00B97844">
            <w:pPr>
              <w:jc w:val="center"/>
              <w:rPr>
                <w:b/>
                <w:sz w:val="18"/>
                <w:szCs w:val="18"/>
              </w:rPr>
            </w:pPr>
          </w:p>
        </w:tc>
        <w:tc>
          <w:tcPr>
            <w:tcW w:w="7290" w:type="dxa"/>
            <w:gridSpan w:val="3"/>
            <w:tcBorders>
              <w:top w:val="single" w:sz="4" w:space="0" w:color="auto"/>
              <w:bottom w:val="single" w:sz="4" w:space="0" w:color="auto"/>
            </w:tcBorders>
            <w:vAlign w:val="center"/>
          </w:tcPr>
          <w:p w14:paraId="40A8EBBD" w14:textId="23AE55BB" w:rsidR="00B97844" w:rsidRDefault="00B97844">
            <w:pPr>
              <w:jc w:val="center"/>
              <w:rPr>
                <w:b/>
                <w:sz w:val="18"/>
                <w:szCs w:val="18"/>
              </w:rPr>
            </w:pPr>
            <w:proofErr w:type="spellStart"/>
            <w:r>
              <w:rPr>
                <w:b/>
                <w:sz w:val="18"/>
                <w:szCs w:val="18"/>
              </w:rPr>
              <w:t>BERTScore</w:t>
            </w:r>
            <w:proofErr w:type="spellEnd"/>
          </w:p>
        </w:tc>
      </w:tr>
      <w:tr w:rsidR="000B0022" w:rsidRPr="00075EA6" w14:paraId="5E42BABA" w14:textId="77777777" w:rsidTr="005C341D">
        <w:trPr>
          <w:cantSplit/>
          <w:trHeight w:val="272"/>
          <w:jc w:val="center"/>
        </w:trPr>
        <w:tc>
          <w:tcPr>
            <w:tcW w:w="2250" w:type="dxa"/>
            <w:tcBorders>
              <w:top w:val="single" w:sz="4" w:space="0" w:color="auto"/>
              <w:bottom w:val="single" w:sz="4" w:space="0" w:color="auto"/>
            </w:tcBorders>
          </w:tcPr>
          <w:p w14:paraId="739F11D6" w14:textId="4223189F" w:rsidR="000B0022" w:rsidRPr="00075EA6" w:rsidRDefault="00BD4F2A">
            <w:pPr>
              <w:jc w:val="center"/>
              <w:rPr>
                <w:b/>
                <w:sz w:val="18"/>
                <w:szCs w:val="18"/>
              </w:rPr>
            </w:pPr>
            <w:r>
              <w:rPr>
                <w:b/>
                <w:sz w:val="18"/>
                <w:szCs w:val="18"/>
              </w:rPr>
              <w:t xml:space="preserve">Summarization </w:t>
            </w:r>
            <w:r w:rsidR="000214FE">
              <w:rPr>
                <w:b/>
                <w:sz w:val="18"/>
                <w:szCs w:val="18"/>
              </w:rPr>
              <w:t>Models</w:t>
            </w:r>
          </w:p>
        </w:tc>
        <w:tc>
          <w:tcPr>
            <w:tcW w:w="2790" w:type="dxa"/>
            <w:tcBorders>
              <w:top w:val="single" w:sz="4" w:space="0" w:color="auto"/>
              <w:bottom w:val="single" w:sz="4" w:space="0" w:color="auto"/>
            </w:tcBorders>
            <w:vAlign w:val="center"/>
          </w:tcPr>
          <w:p w14:paraId="6C39C488" w14:textId="164ADD0D" w:rsidR="000B0022" w:rsidRPr="00075EA6" w:rsidRDefault="00EE08E8">
            <w:pPr>
              <w:jc w:val="center"/>
            </w:pPr>
            <w:r>
              <w:rPr>
                <w:b/>
                <w:sz w:val="18"/>
                <w:szCs w:val="18"/>
              </w:rPr>
              <w:t>Precision</w:t>
            </w:r>
          </w:p>
        </w:tc>
        <w:tc>
          <w:tcPr>
            <w:tcW w:w="2790" w:type="dxa"/>
            <w:tcBorders>
              <w:top w:val="single" w:sz="4" w:space="0" w:color="auto"/>
              <w:bottom w:val="single" w:sz="4" w:space="0" w:color="auto"/>
            </w:tcBorders>
            <w:vAlign w:val="center"/>
          </w:tcPr>
          <w:p w14:paraId="7F357A1C" w14:textId="7142E1D1" w:rsidR="000B0022" w:rsidRPr="00075EA6" w:rsidRDefault="00EE08E8">
            <w:pPr>
              <w:jc w:val="center"/>
              <w:rPr>
                <w:b/>
                <w:sz w:val="18"/>
                <w:szCs w:val="18"/>
              </w:rPr>
            </w:pPr>
            <w:r>
              <w:rPr>
                <w:b/>
                <w:sz w:val="18"/>
                <w:szCs w:val="18"/>
              </w:rPr>
              <w:t>Recall</w:t>
            </w:r>
          </w:p>
        </w:tc>
        <w:tc>
          <w:tcPr>
            <w:tcW w:w="1710" w:type="dxa"/>
            <w:tcBorders>
              <w:top w:val="single" w:sz="4" w:space="0" w:color="auto"/>
              <w:bottom w:val="single" w:sz="4" w:space="0" w:color="auto"/>
            </w:tcBorders>
            <w:vAlign w:val="center"/>
          </w:tcPr>
          <w:p w14:paraId="419A79E2" w14:textId="7C6EB269" w:rsidR="000B0022" w:rsidRPr="00075EA6" w:rsidRDefault="00EE08E8">
            <w:pPr>
              <w:jc w:val="center"/>
              <w:rPr>
                <w:b/>
                <w:sz w:val="18"/>
                <w:szCs w:val="18"/>
              </w:rPr>
            </w:pPr>
            <w:r>
              <w:rPr>
                <w:b/>
                <w:sz w:val="18"/>
                <w:szCs w:val="18"/>
              </w:rPr>
              <w:t>F1</w:t>
            </w:r>
          </w:p>
        </w:tc>
      </w:tr>
      <w:tr w:rsidR="000B0022" w:rsidRPr="005A0E21" w14:paraId="5A934258" w14:textId="77777777" w:rsidTr="005C341D">
        <w:trPr>
          <w:cantSplit/>
          <w:jc w:val="center"/>
        </w:trPr>
        <w:tc>
          <w:tcPr>
            <w:tcW w:w="2250" w:type="dxa"/>
            <w:tcBorders>
              <w:top w:val="nil"/>
            </w:tcBorders>
          </w:tcPr>
          <w:p w14:paraId="31B7DC7D" w14:textId="3C416CC5" w:rsidR="000B0022" w:rsidRPr="005A0E21" w:rsidRDefault="00DB69D6">
            <w:pPr>
              <w:pStyle w:val="Paragraph"/>
            </w:pPr>
            <w:proofErr w:type="spellStart"/>
            <w:r>
              <w:t>LexRank</w:t>
            </w:r>
            <w:proofErr w:type="spellEnd"/>
          </w:p>
        </w:tc>
        <w:tc>
          <w:tcPr>
            <w:tcW w:w="2790" w:type="dxa"/>
            <w:tcBorders>
              <w:top w:val="nil"/>
            </w:tcBorders>
          </w:tcPr>
          <w:p w14:paraId="4102536D" w14:textId="103A6621" w:rsidR="000B0022" w:rsidRPr="005A0E21" w:rsidRDefault="00EE08E8" w:rsidP="00F34037">
            <w:pPr>
              <w:pStyle w:val="Paragraph"/>
              <w:jc w:val="center"/>
            </w:pPr>
            <w:r>
              <w:t>0.822</w:t>
            </w:r>
          </w:p>
        </w:tc>
        <w:tc>
          <w:tcPr>
            <w:tcW w:w="2790" w:type="dxa"/>
            <w:tcBorders>
              <w:top w:val="nil"/>
            </w:tcBorders>
          </w:tcPr>
          <w:p w14:paraId="11475EFB" w14:textId="0383F950" w:rsidR="000B0022" w:rsidRPr="005A0E21" w:rsidRDefault="00EE08E8">
            <w:pPr>
              <w:jc w:val="center"/>
              <w:rPr>
                <w:sz w:val="20"/>
              </w:rPr>
            </w:pPr>
            <w:r>
              <w:rPr>
                <w:sz w:val="20"/>
              </w:rPr>
              <w:t>0.822</w:t>
            </w:r>
          </w:p>
        </w:tc>
        <w:tc>
          <w:tcPr>
            <w:tcW w:w="1710" w:type="dxa"/>
            <w:tcBorders>
              <w:top w:val="nil"/>
            </w:tcBorders>
          </w:tcPr>
          <w:p w14:paraId="7A13899D" w14:textId="1A7CFFDC" w:rsidR="000B0022" w:rsidRPr="005A0E21" w:rsidRDefault="00EE08E8">
            <w:pPr>
              <w:jc w:val="center"/>
              <w:rPr>
                <w:sz w:val="20"/>
              </w:rPr>
            </w:pPr>
            <w:r>
              <w:rPr>
                <w:sz w:val="20"/>
              </w:rPr>
              <w:t>0.822</w:t>
            </w:r>
          </w:p>
        </w:tc>
      </w:tr>
      <w:tr w:rsidR="000B0022" w:rsidRPr="005A0E21" w14:paraId="4CBF5AFE" w14:textId="77777777" w:rsidTr="005C341D">
        <w:trPr>
          <w:cantSplit/>
          <w:jc w:val="center"/>
        </w:trPr>
        <w:tc>
          <w:tcPr>
            <w:tcW w:w="2250" w:type="dxa"/>
          </w:tcPr>
          <w:p w14:paraId="0BF369BE" w14:textId="5F44A963" w:rsidR="000B0022" w:rsidRPr="005A0E21" w:rsidRDefault="00DB69D6">
            <w:pPr>
              <w:pStyle w:val="Paragraph"/>
            </w:pPr>
            <w:r>
              <w:t>HETFORMER</w:t>
            </w:r>
          </w:p>
        </w:tc>
        <w:tc>
          <w:tcPr>
            <w:tcW w:w="2790" w:type="dxa"/>
          </w:tcPr>
          <w:p w14:paraId="5E6522FA" w14:textId="4897220C" w:rsidR="000B0022" w:rsidRPr="005A0E21" w:rsidRDefault="00CE5398" w:rsidP="00F34037">
            <w:pPr>
              <w:pStyle w:val="Paragraph"/>
              <w:jc w:val="center"/>
            </w:pPr>
            <w:r>
              <w:t>0.826</w:t>
            </w:r>
          </w:p>
        </w:tc>
        <w:tc>
          <w:tcPr>
            <w:tcW w:w="2790" w:type="dxa"/>
          </w:tcPr>
          <w:p w14:paraId="68FBB812" w14:textId="7678558B" w:rsidR="000B0022" w:rsidRPr="005A0E21" w:rsidRDefault="00CE5398">
            <w:pPr>
              <w:jc w:val="center"/>
              <w:rPr>
                <w:sz w:val="20"/>
              </w:rPr>
            </w:pPr>
            <w:r>
              <w:rPr>
                <w:sz w:val="20"/>
              </w:rPr>
              <w:t>0.827</w:t>
            </w:r>
          </w:p>
        </w:tc>
        <w:tc>
          <w:tcPr>
            <w:tcW w:w="1710" w:type="dxa"/>
          </w:tcPr>
          <w:p w14:paraId="1BD16FEB" w14:textId="474EF77F" w:rsidR="000B0022" w:rsidRPr="005A0E21" w:rsidRDefault="00CE5398">
            <w:pPr>
              <w:jc w:val="center"/>
              <w:rPr>
                <w:sz w:val="20"/>
              </w:rPr>
            </w:pPr>
            <w:r>
              <w:rPr>
                <w:sz w:val="20"/>
              </w:rPr>
              <w:t>0.826</w:t>
            </w:r>
          </w:p>
        </w:tc>
      </w:tr>
      <w:tr w:rsidR="000B0022" w:rsidRPr="005A0E21" w14:paraId="4C5F5E66" w14:textId="77777777" w:rsidTr="005C341D">
        <w:trPr>
          <w:cantSplit/>
          <w:trHeight w:val="237"/>
          <w:jc w:val="center"/>
        </w:trPr>
        <w:tc>
          <w:tcPr>
            <w:tcW w:w="2250" w:type="dxa"/>
          </w:tcPr>
          <w:p w14:paraId="4680FEDC" w14:textId="2539EBFA" w:rsidR="000B0022" w:rsidRPr="005A0E21" w:rsidRDefault="00DB69D6">
            <w:pPr>
              <w:pStyle w:val="Paragraph"/>
            </w:pPr>
            <w:r>
              <w:t>BART</w:t>
            </w:r>
          </w:p>
        </w:tc>
        <w:tc>
          <w:tcPr>
            <w:tcW w:w="2790" w:type="dxa"/>
          </w:tcPr>
          <w:p w14:paraId="6412AD32" w14:textId="526BF5F0" w:rsidR="000B0022" w:rsidRPr="002265CA" w:rsidRDefault="000B1318" w:rsidP="00F34037">
            <w:pPr>
              <w:pStyle w:val="Paragraph"/>
              <w:jc w:val="center"/>
              <w:rPr>
                <w:b/>
                <w:bCs/>
                <w:u w:val="single"/>
              </w:rPr>
            </w:pPr>
            <w:r w:rsidRPr="002265CA">
              <w:rPr>
                <w:b/>
                <w:bCs/>
                <w:u w:val="single"/>
              </w:rPr>
              <w:t>0.841</w:t>
            </w:r>
          </w:p>
        </w:tc>
        <w:tc>
          <w:tcPr>
            <w:tcW w:w="2790" w:type="dxa"/>
          </w:tcPr>
          <w:p w14:paraId="3B8B38B9" w14:textId="010546BC" w:rsidR="000B0022" w:rsidRPr="005A0E21" w:rsidRDefault="000B1318">
            <w:pPr>
              <w:jc w:val="center"/>
              <w:rPr>
                <w:sz w:val="20"/>
              </w:rPr>
            </w:pPr>
            <w:r>
              <w:rPr>
                <w:sz w:val="20"/>
              </w:rPr>
              <w:t>0.836</w:t>
            </w:r>
          </w:p>
        </w:tc>
        <w:tc>
          <w:tcPr>
            <w:tcW w:w="1710" w:type="dxa"/>
          </w:tcPr>
          <w:p w14:paraId="670BD7B6" w14:textId="28BBE377" w:rsidR="000B0022" w:rsidRPr="002265CA" w:rsidRDefault="000B1318">
            <w:pPr>
              <w:jc w:val="center"/>
              <w:rPr>
                <w:b/>
                <w:bCs/>
                <w:sz w:val="20"/>
                <w:u w:val="single"/>
              </w:rPr>
            </w:pPr>
            <w:r w:rsidRPr="002265CA">
              <w:rPr>
                <w:b/>
                <w:bCs/>
                <w:sz w:val="20"/>
                <w:u w:val="single"/>
              </w:rPr>
              <w:t>0.839</w:t>
            </w:r>
          </w:p>
        </w:tc>
      </w:tr>
      <w:tr w:rsidR="00DB69D6" w:rsidRPr="005A0E21" w14:paraId="044C40FE" w14:textId="77777777" w:rsidTr="005C341D">
        <w:trPr>
          <w:cantSplit/>
          <w:trHeight w:val="237"/>
          <w:jc w:val="center"/>
        </w:trPr>
        <w:tc>
          <w:tcPr>
            <w:tcW w:w="2250" w:type="dxa"/>
          </w:tcPr>
          <w:p w14:paraId="237D4BD3" w14:textId="41394884" w:rsidR="00DB69D6" w:rsidRDefault="00DB69D6">
            <w:pPr>
              <w:pStyle w:val="Paragraph"/>
            </w:pPr>
            <w:r>
              <w:t>PEGASUS</w:t>
            </w:r>
          </w:p>
        </w:tc>
        <w:tc>
          <w:tcPr>
            <w:tcW w:w="2790" w:type="dxa"/>
          </w:tcPr>
          <w:p w14:paraId="18D29FD1" w14:textId="17EBB4C1" w:rsidR="00DB69D6" w:rsidRPr="005A0E21" w:rsidRDefault="000B1318" w:rsidP="00F34037">
            <w:pPr>
              <w:pStyle w:val="Paragraph"/>
              <w:jc w:val="center"/>
            </w:pPr>
            <w:r>
              <w:t>0.827</w:t>
            </w:r>
          </w:p>
        </w:tc>
        <w:tc>
          <w:tcPr>
            <w:tcW w:w="2790" w:type="dxa"/>
          </w:tcPr>
          <w:p w14:paraId="6349D74F" w14:textId="275F2ED5" w:rsidR="00DB69D6" w:rsidRPr="002265CA" w:rsidRDefault="000B1318">
            <w:pPr>
              <w:jc w:val="center"/>
              <w:rPr>
                <w:b/>
                <w:bCs/>
                <w:sz w:val="20"/>
                <w:u w:val="single"/>
              </w:rPr>
            </w:pPr>
            <w:r w:rsidRPr="002265CA">
              <w:rPr>
                <w:b/>
                <w:bCs/>
                <w:sz w:val="20"/>
                <w:u w:val="single"/>
              </w:rPr>
              <w:t>0.839</w:t>
            </w:r>
          </w:p>
        </w:tc>
        <w:tc>
          <w:tcPr>
            <w:tcW w:w="1710" w:type="dxa"/>
          </w:tcPr>
          <w:p w14:paraId="22D5EF5B" w14:textId="59A66001" w:rsidR="00DB69D6" w:rsidRPr="005A0E21" w:rsidRDefault="000B1318">
            <w:pPr>
              <w:jc w:val="center"/>
              <w:rPr>
                <w:sz w:val="20"/>
              </w:rPr>
            </w:pPr>
            <w:r>
              <w:rPr>
                <w:sz w:val="20"/>
              </w:rPr>
              <w:t>0.</w:t>
            </w:r>
            <w:r w:rsidR="00F34037">
              <w:rPr>
                <w:sz w:val="20"/>
              </w:rPr>
              <w:t>829</w:t>
            </w:r>
          </w:p>
        </w:tc>
      </w:tr>
    </w:tbl>
    <w:p w14:paraId="7EC33EA2" w14:textId="77777777" w:rsidR="00CB37B3" w:rsidRDefault="00CB37B3" w:rsidP="00292737">
      <w:pPr>
        <w:pStyle w:val="Paragraph"/>
        <w:ind w:firstLine="0"/>
      </w:pPr>
    </w:p>
    <w:p w14:paraId="238F91B4" w14:textId="18F97718" w:rsidR="00D87E2A" w:rsidRDefault="00D87E2A" w:rsidP="00D87E2A">
      <w:pPr>
        <w:pStyle w:val="Heading1"/>
        <w:rPr>
          <w:b w:val="0"/>
          <w:caps w:val="0"/>
          <w:sz w:val="20"/>
        </w:rPr>
      </w:pPr>
      <w:r>
        <w:rPr>
          <w:rFonts w:asciiTheme="majorBidi" w:hAnsiTheme="majorBidi" w:cstheme="majorBidi"/>
        </w:rPr>
        <w:t>CONCLUSION</w:t>
      </w:r>
    </w:p>
    <w:p w14:paraId="7A915CFD" w14:textId="06CAD1D2" w:rsidR="00A56D4F" w:rsidRPr="006929DD" w:rsidRDefault="0077359D" w:rsidP="006929DD">
      <w:pPr>
        <w:pStyle w:val="Paragraph"/>
        <w:rPr>
          <w:lang w:val="en-MY"/>
        </w:rPr>
      </w:pPr>
      <w:r>
        <w:rPr>
          <w:lang w:val="en-MY"/>
        </w:rPr>
        <w:t>In conclusion, t</w:t>
      </w:r>
      <w:r w:rsidRPr="0077359D">
        <w:rPr>
          <w:lang w:val="en-MY"/>
        </w:rPr>
        <w:t>his study explored the application of both extractive and abstractive summarization techniques for Islamic historical biographies, focusing on content derived from transcribed video lectures. We evaluated four pre-trained models</w:t>
      </w:r>
      <w:r>
        <w:rPr>
          <w:lang w:val="en-MY"/>
        </w:rPr>
        <w:t xml:space="preserve">: </w:t>
      </w:r>
      <w:proofErr w:type="spellStart"/>
      <w:r w:rsidRPr="0077359D">
        <w:rPr>
          <w:lang w:val="en-MY"/>
        </w:rPr>
        <w:t>LexRank</w:t>
      </w:r>
      <w:proofErr w:type="spellEnd"/>
      <w:r w:rsidRPr="0077359D">
        <w:rPr>
          <w:lang w:val="en-MY"/>
        </w:rPr>
        <w:t>, HETFORMER (BERT-based), BART, and PEGASUS</w:t>
      </w:r>
      <w:r>
        <w:rPr>
          <w:lang w:val="en-MY"/>
        </w:rPr>
        <w:t xml:space="preserve">, while </w:t>
      </w:r>
      <w:r w:rsidRPr="0077359D">
        <w:rPr>
          <w:lang w:val="en-MY"/>
        </w:rPr>
        <w:t xml:space="preserve">using </w:t>
      </w:r>
      <w:proofErr w:type="spellStart"/>
      <w:r w:rsidRPr="0077359D">
        <w:rPr>
          <w:lang w:val="en-MY"/>
        </w:rPr>
        <w:t>BERTScore</w:t>
      </w:r>
      <w:proofErr w:type="spellEnd"/>
      <w:r w:rsidRPr="0077359D">
        <w:rPr>
          <w:lang w:val="en-MY"/>
        </w:rPr>
        <w:t xml:space="preserve"> as the evaluation metric. Among these, BART achieved the highest performance </w:t>
      </w:r>
      <w:r w:rsidR="002A6DF5">
        <w:rPr>
          <w:lang w:val="en-MY"/>
        </w:rPr>
        <w:t>in</w:t>
      </w:r>
      <w:r w:rsidRPr="0077359D">
        <w:rPr>
          <w:lang w:val="en-MY"/>
        </w:rPr>
        <w:t xml:space="preserve"> </w:t>
      </w:r>
      <w:r w:rsidR="005C5939">
        <w:rPr>
          <w:lang w:val="en-MY"/>
        </w:rPr>
        <w:t>P</w:t>
      </w:r>
      <w:r w:rsidRPr="0077359D">
        <w:rPr>
          <w:lang w:val="en-MY"/>
        </w:rPr>
        <w:t>recision</w:t>
      </w:r>
      <w:r w:rsidR="00974717">
        <w:rPr>
          <w:lang w:val="en-MY"/>
        </w:rPr>
        <w:t xml:space="preserve"> </w:t>
      </w:r>
      <w:r w:rsidRPr="0077359D">
        <w:rPr>
          <w:lang w:val="en-MY"/>
        </w:rPr>
        <w:t>and F1, making it the most effective choice for producing coherent, meaningful summaries in this domain.</w:t>
      </w:r>
      <w:r w:rsidR="006E246F">
        <w:rPr>
          <w:lang w:val="en-MY"/>
        </w:rPr>
        <w:t xml:space="preserve"> </w:t>
      </w:r>
      <w:r w:rsidRPr="0077359D">
        <w:rPr>
          <w:lang w:val="en-MY"/>
        </w:rPr>
        <w:t>The findings highlight the potential of</w:t>
      </w:r>
      <w:r w:rsidR="00470911">
        <w:rPr>
          <w:lang w:val="en-MY"/>
        </w:rPr>
        <w:t xml:space="preserve"> pre-trained</w:t>
      </w:r>
      <w:r w:rsidRPr="0077359D">
        <w:rPr>
          <w:lang w:val="en-MY"/>
        </w:rPr>
        <w:t xml:space="preserve"> </w:t>
      </w:r>
      <w:r w:rsidR="002A6DF5">
        <w:rPr>
          <w:lang w:val="en-MY"/>
        </w:rPr>
        <w:t xml:space="preserve">abstractive </w:t>
      </w:r>
      <w:r w:rsidRPr="0077359D">
        <w:rPr>
          <w:lang w:val="en-MY"/>
        </w:rPr>
        <w:t>summarization</w:t>
      </w:r>
      <w:r w:rsidR="00470911">
        <w:rPr>
          <w:lang w:val="en-MY"/>
        </w:rPr>
        <w:t xml:space="preserve"> models</w:t>
      </w:r>
      <w:r w:rsidRPr="0077359D">
        <w:rPr>
          <w:lang w:val="en-MY"/>
        </w:rPr>
        <w:t xml:space="preserve"> in delivering concise and informative overviews of Islamic historical content, especially for users seeking quick access to essential information. This has practical value for learners, educators, and researchers, particularly in </w:t>
      </w:r>
      <w:proofErr w:type="gramStart"/>
      <w:r w:rsidRPr="0077359D">
        <w:rPr>
          <w:lang w:val="en-MY"/>
        </w:rPr>
        <w:t>note-taking</w:t>
      </w:r>
      <w:proofErr w:type="gramEnd"/>
      <w:r w:rsidRPr="0077359D">
        <w:rPr>
          <w:lang w:val="en-MY"/>
        </w:rPr>
        <w:t xml:space="preserve"> and reviewing lengthy biographical material. Additionally, by transforming spoken content into structured, readable text, the system can support accessibility for users with hearing impairments.</w:t>
      </w:r>
      <w:r w:rsidR="00507E6D">
        <w:rPr>
          <w:lang w:val="en-MY"/>
        </w:rPr>
        <w:t xml:space="preserve"> </w:t>
      </w:r>
      <w:r w:rsidRPr="0077359D">
        <w:rPr>
          <w:lang w:val="en-MY"/>
        </w:rPr>
        <w:t xml:space="preserve">The success of this approach demonstrates how </w:t>
      </w:r>
      <w:r w:rsidR="005A1857">
        <w:rPr>
          <w:lang w:val="en-MY"/>
        </w:rPr>
        <w:t>NLP</w:t>
      </w:r>
      <w:r w:rsidRPr="0077359D">
        <w:rPr>
          <w:lang w:val="en-MY"/>
        </w:rPr>
        <w:t xml:space="preserve"> can be leveraged to enhance the usability of religious and historical resources. </w:t>
      </w:r>
      <w:r w:rsidR="00072289">
        <w:rPr>
          <w:lang w:val="en-MY"/>
        </w:rPr>
        <w:t>In future</w:t>
      </w:r>
      <w:r w:rsidRPr="0077359D">
        <w:rPr>
          <w:lang w:val="en-MY"/>
        </w:rPr>
        <w:t xml:space="preserve"> work</w:t>
      </w:r>
      <w:r w:rsidR="00072289">
        <w:rPr>
          <w:lang w:val="en-MY"/>
        </w:rPr>
        <w:t>, researchers</w:t>
      </w:r>
      <w:r w:rsidRPr="0077359D">
        <w:rPr>
          <w:lang w:val="en-MY"/>
        </w:rPr>
        <w:t xml:space="preserve"> could focus on fine-tuning summarization models on Islamic historical datasets to improve contextual understanding and factual consistency. </w:t>
      </w:r>
      <w:r w:rsidR="00160FD3" w:rsidRPr="00160FD3">
        <w:t xml:space="preserve">Moreover, interactive features </w:t>
      </w:r>
      <w:r w:rsidR="00160FD3" w:rsidRPr="00160FD3">
        <w:lastRenderedPageBreak/>
        <w:t>could be introduced</w:t>
      </w:r>
      <w:r w:rsidR="005D3FE8">
        <w:t xml:space="preserve"> in the web-based system</w:t>
      </w:r>
      <w:r w:rsidR="00160FD3" w:rsidRPr="00160FD3">
        <w:t xml:space="preserve"> to enhance the learning experience</w:t>
      </w:r>
      <w:r w:rsidR="00B56DD3">
        <w:t xml:space="preserve"> and encourage </w:t>
      </w:r>
      <w:r w:rsidR="005D3FE8">
        <w:t xml:space="preserve">users' </w:t>
      </w:r>
      <w:r w:rsidR="00B56DD3">
        <w:t>discussion</w:t>
      </w:r>
      <w:r w:rsidR="00160FD3" w:rsidRPr="00160FD3">
        <w:t>, such as 'Notes' and 'Reflections' sections</w:t>
      </w:r>
      <w:r w:rsidR="00160FD3">
        <w:t>,</w:t>
      </w:r>
      <w:r w:rsidR="00160FD3" w:rsidRPr="00160FD3">
        <w:t xml:space="preserve"> where users can </w:t>
      </w:r>
      <w:r w:rsidR="00072289">
        <w:t>write</w:t>
      </w:r>
      <w:r w:rsidR="00160FD3" w:rsidRPr="00160FD3">
        <w:t xml:space="preserve"> their insights about an episode and engage with thoughts shared by others.</w:t>
      </w:r>
      <w:r w:rsidR="006E246F">
        <w:rPr>
          <w:lang w:val="en-MY"/>
        </w:rPr>
        <w:t xml:space="preserve"> </w:t>
      </w:r>
      <w:r w:rsidRPr="0077359D">
        <w:rPr>
          <w:lang w:val="en-MY"/>
        </w:rPr>
        <w:t xml:space="preserve">In conclusion, this project </w:t>
      </w:r>
      <w:r w:rsidR="00585684">
        <w:rPr>
          <w:lang w:val="en-MY"/>
        </w:rPr>
        <w:t xml:space="preserve">marks </w:t>
      </w:r>
      <w:r w:rsidR="00BA6668">
        <w:rPr>
          <w:lang w:val="en-MY"/>
        </w:rPr>
        <w:t xml:space="preserve">the first step in the </w:t>
      </w:r>
      <w:r w:rsidR="0002423B">
        <w:rPr>
          <w:lang w:val="en-MY"/>
        </w:rPr>
        <w:t>interdisciplinary</w:t>
      </w:r>
      <w:r w:rsidRPr="0077359D">
        <w:rPr>
          <w:lang w:val="en-MY"/>
        </w:rPr>
        <w:t xml:space="preserve"> </w:t>
      </w:r>
      <w:r w:rsidR="0002423B">
        <w:rPr>
          <w:lang w:val="en-MY"/>
        </w:rPr>
        <w:t xml:space="preserve">study </w:t>
      </w:r>
      <w:r w:rsidRPr="0077359D">
        <w:rPr>
          <w:lang w:val="en-MY"/>
        </w:rPr>
        <w:t>of how AI-driven summarization can modernize engagement with Islamic history</w:t>
      </w:r>
      <w:r w:rsidR="00C23A31">
        <w:rPr>
          <w:lang w:val="en-MY"/>
        </w:rPr>
        <w:t>,</w:t>
      </w:r>
      <w:r w:rsidRPr="0077359D">
        <w:rPr>
          <w:lang w:val="en-MY"/>
        </w:rPr>
        <w:t xml:space="preserve"> </w:t>
      </w:r>
      <w:r w:rsidR="004A2CC6">
        <w:rPr>
          <w:lang w:val="en-MY"/>
        </w:rPr>
        <w:t xml:space="preserve">and </w:t>
      </w:r>
      <w:r w:rsidR="00003795">
        <w:rPr>
          <w:lang w:val="en-MY"/>
        </w:rPr>
        <w:t>through</w:t>
      </w:r>
      <w:r w:rsidR="00B13518">
        <w:rPr>
          <w:lang w:val="en-MY"/>
        </w:rPr>
        <w:t xml:space="preserve"> the website developed, </w:t>
      </w:r>
      <w:r w:rsidR="00661297">
        <w:rPr>
          <w:lang w:val="en-MY"/>
        </w:rPr>
        <w:t>it helps</w:t>
      </w:r>
      <w:r w:rsidR="00B13518">
        <w:rPr>
          <w:lang w:val="en-MY"/>
        </w:rPr>
        <w:t xml:space="preserve"> in </w:t>
      </w:r>
      <w:r w:rsidRPr="0077359D">
        <w:rPr>
          <w:lang w:val="en-MY"/>
        </w:rPr>
        <w:t>content navigation</w:t>
      </w:r>
      <w:r w:rsidR="00B13518">
        <w:rPr>
          <w:lang w:val="en-MY"/>
        </w:rPr>
        <w:t xml:space="preserve"> efficiency and </w:t>
      </w:r>
      <w:r w:rsidR="00661297">
        <w:rPr>
          <w:lang w:val="en-MY"/>
        </w:rPr>
        <w:t>improves user experience</w:t>
      </w:r>
      <w:r w:rsidRPr="0077359D">
        <w:rPr>
          <w:lang w:val="en-MY"/>
        </w:rPr>
        <w:t>.</w:t>
      </w:r>
    </w:p>
    <w:p w14:paraId="74D4F45E" w14:textId="1A95A96C" w:rsidR="00613B4D" w:rsidRPr="00A56D4F" w:rsidRDefault="0016385D" w:rsidP="00A56D4F">
      <w:pPr>
        <w:pStyle w:val="Heading1"/>
      </w:pPr>
      <w:r w:rsidRPr="00075EA6">
        <w:t>References</w:t>
      </w:r>
    </w:p>
    <w:p w14:paraId="31EBB6B1" w14:textId="77777777" w:rsidR="005149EB" w:rsidRDefault="007643E6" w:rsidP="006929DD">
      <w:pPr>
        <w:pStyle w:val="ListParagraph"/>
        <w:numPr>
          <w:ilvl w:val="0"/>
          <w:numId w:val="46"/>
        </w:numPr>
        <w:ind w:left="425" w:hanging="425"/>
        <w:jc w:val="both"/>
        <w:rPr>
          <w:sz w:val="20"/>
        </w:rPr>
      </w:pPr>
      <w:r w:rsidRPr="005149EB">
        <w:rPr>
          <w:sz w:val="20"/>
        </w:rPr>
        <w:t>T.-J. Goh, L.-Y. Chong, S.-C. Chong, and P.-Y. Goh, “A Campus-based Chatbot System using Natural Language Processing and Neural Network,” JIWE </w:t>
      </w:r>
      <w:r w:rsidRPr="005149EB">
        <w:rPr>
          <w:b/>
          <w:bCs/>
          <w:sz w:val="20"/>
        </w:rPr>
        <w:t>3</w:t>
      </w:r>
      <w:r w:rsidRPr="005149EB">
        <w:rPr>
          <w:sz w:val="20"/>
        </w:rPr>
        <w:t xml:space="preserve">(1), 96–116 (2024). </w:t>
      </w:r>
    </w:p>
    <w:p w14:paraId="605BD913" w14:textId="77777777" w:rsidR="005149EB" w:rsidRDefault="007643E6" w:rsidP="006929DD">
      <w:pPr>
        <w:pStyle w:val="ListParagraph"/>
        <w:numPr>
          <w:ilvl w:val="0"/>
          <w:numId w:val="46"/>
        </w:numPr>
        <w:ind w:left="425" w:hanging="425"/>
        <w:jc w:val="both"/>
        <w:rPr>
          <w:sz w:val="20"/>
        </w:rPr>
      </w:pPr>
      <w:r w:rsidRPr="005149EB">
        <w:rPr>
          <w:sz w:val="20"/>
        </w:rPr>
        <w:t>M. Mohd, R. Jan, and M. Shah, “Text document summarization using word embedding,” Expert Systems with Applications </w:t>
      </w:r>
      <w:r w:rsidRPr="005149EB">
        <w:rPr>
          <w:b/>
          <w:bCs/>
          <w:sz w:val="20"/>
        </w:rPr>
        <w:t>143</w:t>
      </w:r>
      <w:r w:rsidRPr="005149EB">
        <w:rPr>
          <w:sz w:val="20"/>
        </w:rPr>
        <w:t xml:space="preserve">, 112958 (2020). </w:t>
      </w:r>
    </w:p>
    <w:p w14:paraId="244418B2" w14:textId="77777777" w:rsidR="005149EB" w:rsidRDefault="007643E6" w:rsidP="006929DD">
      <w:pPr>
        <w:pStyle w:val="ListParagraph"/>
        <w:numPr>
          <w:ilvl w:val="0"/>
          <w:numId w:val="46"/>
        </w:numPr>
        <w:ind w:left="425" w:hanging="425"/>
        <w:jc w:val="both"/>
        <w:rPr>
          <w:sz w:val="20"/>
        </w:rPr>
      </w:pPr>
      <w:r w:rsidRPr="005149EB">
        <w:rPr>
          <w:sz w:val="20"/>
        </w:rPr>
        <w:t>M. Zhong, P. Liu, Y. Chen, D. Wang, X. Qiu, and X. Huang, “Extractive Summarization as Text Matching,” in </w:t>
      </w:r>
      <w:r w:rsidRPr="005149EB">
        <w:rPr>
          <w:i/>
          <w:iCs/>
          <w:sz w:val="20"/>
        </w:rPr>
        <w:t>Proceedings of the 58th Annual Meeting of the Association for Computational Linguistics</w:t>
      </w:r>
      <w:r w:rsidRPr="005149EB">
        <w:rPr>
          <w:sz w:val="20"/>
        </w:rPr>
        <w:t>, (Association for Computational Linguistics, Online, 2020), pp. 6197–6208.</w:t>
      </w:r>
    </w:p>
    <w:p w14:paraId="42133B22" w14:textId="3020A4ED" w:rsidR="005149EB" w:rsidRDefault="007643E6" w:rsidP="006929DD">
      <w:pPr>
        <w:pStyle w:val="ListParagraph"/>
        <w:numPr>
          <w:ilvl w:val="0"/>
          <w:numId w:val="46"/>
        </w:numPr>
        <w:ind w:left="425" w:hanging="425"/>
        <w:jc w:val="both"/>
        <w:rPr>
          <w:sz w:val="20"/>
        </w:rPr>
      </w:pPr>
      <w:r w:rsidRPr="00945E7D">
        <w:rPr>
          <w:sz w:val="20"/>
        </w:rPr>
        <w:t xml:space="preserve">P.K. Biswas, and A. </w:t>
      </w:r>
      <w:proofErr w:type="spellStart"/>
      <w:r w:rsidRPr="00945E7D">
        <w:rPr>
          <w:sz w:val="20"/>
        </w:rPr>
        <w:t>Iakubovich</w:t>
      </w:r>
      <w:proofErr w:type="spellEnd"/>
      <w:r w:rsidRPr="00945E7D">
        <w:rPr>
          <w:sz w:val="20"/>
        </w:rPr>
        <w:t>, “Extractive Summarization of Call Transcripts,” IEEE Access </w:t>
      </w:r>
      <w:r w:rsidRPr="00945E7D">
        <w:rPr>
          <w:b/>
          <w:bCs/>
          <w:sz w:val="20"/>
        </w:rPr>
        <w:t>10</w:t>
      </w:r>
      <w:r w:rsidRPr="00945E7D">
        <w:rPr>
          <w:sz w:val="20"/>
        </w:rPr>
        <w:t>, 119826–119840 (2022).</w:t>
      </w:r>
    </w:p>
    <w:p w14:paraId="334DDBC3" w14:textId="77777777" w:rsidR="005149EB" w:rsidRDefault="007643E6" w:rsidP="006929DD">
      <w:pPr>
        <w:pStyle w:val="ListParagraph"/>
        <w:numPr>
          <w:ilvl w:val="0"/>
          <w:numId w:val="46"/>
        </w:numPr>
        <w:ind w:left="425" w:hanging="425"/>
        <w:jc w:val="both"/>
        <w:rPr>
          <w:sz w:val="20"/>
        </w:rPr>
      </w:pPr>
      <w:r w:rsidRPr="00945E7D">
        <w:rPr>
          <w:sz w:val="20"/>
        </w:rPr>
        <w:t xml:space="preserve">K. Patil, M. </w:t>
      </w:r>
      <w:proofErr w:type="spellStart"/>
      <w:r w:rsidRPr="00945E7D">
        <w:rPr>
          <w:sz w:val="20"/>
        </w:rPr>
        <w:t>Badamikar</w:t>
      </w:r>
      <w:proofErr w:type="spellEnd"/>
      <w:r w:rsidRPr="00945E7D">
        <w:rPr>
          <w:sz w:val="20"/>
        </w:rPr>
        <w:t>, and S. Sonawane, “NLP based Text Summarization of Fintech RFPs,” in </w:t>
      </w:r>
      <w:r w:rsidRPr="00945E7D">
        <w:rPr>
          <w:i/>
          <w:iCs/>
          <w:sz w:val="20"/>
        </w:rPr>
        <w:t>2023 International Conference on Sustainable Computing and Data Communication Systems (ICSCDS)</w:t>
      </w:r>
      <w:r w:rsidRPr="00945E7D">
        <w:rPr>
          <w:sz w:val="20"/>
        </w:rPr>
        <w:t>, (IEEE, Erode, India, 2023), pp. 865–869.</w:t>
      </w:r>
    </w:p>
    <w:p w14:paraId="5CE8B20C" w14:textId="77777777" w:rsidR="005149EB" w:rsidRDefault="007643E6" w:rsidP="006929DD">
      <w:pPr>
        <w:pStyle w:val="ListParagraph"/>
        <w:numPr>
          <w:ilvl w:val="0"/>
          <w:numId w:val="46"/>
        </w:numPr>
        <w:ind w:left="425" w:hanging="425"/>
        <w:jc w:val="both"/>
        <w:rPr>
          <w:sz w:val="20"/>
        </w:rPr>
      </w:pPr>
      <w:r w:rsidRPr="00945E7D">
        <w:rPr>
          <w:sz w:val="20"/>
        </w:rPr>
        <w:t>M. Okumura, and H. Nanba, “Automated Text Summarization: A Survey,” Journal of Natural Language Processing </w:t>
      </w:r>
      <w:r w:rsidRPr="00945E7D">
        <w:rPr>
          <w:b/>
          <w:bCs/>
          <w:sz w:val="20"/>
        </w:rPr>
        <w:t>6</w:t>
      </w:r>
      <w:r w:rsidRPr="00945E7D">
        <w:rPr>
          <w:sz w:val="20"/>
        </w:rPr>
        <w:t>(6), 1–26 (1999).</w:t>
      </w:r>
    </w:p>
    <w:p w14:paraId="0C0FE7B2" w14:textId="77777777" w:rsidR="005149EB" w:rsidRDefault="007643E6" w:rsidP="006929DD">
      <w:pPr>
        <w:pStyle w:val="ListParagraph"/>
        <w:numPr>
          <w:ilvl w:val="0"/>
          <w:numId w:val="46"/>
        </w:numPr>
        <w:ind w:left="425" w:hanging="425"/>
        <w:jc w:val="both"/>
        <w:rPr>
          <w:sz w:val="20"/>
        </w:rPr>
      </w:pPr>
      <w:r w:rsidRPr="00945E7D">
        <w:rPr>
          <w:sz w:val="20"/>
        </w:rPr>
        <w:t>Y. Liu, J. Zhang, Y. Wan, C. Xia, L. He, and P. Yu, “HETFORMER: Heterogeneous Transformer with Sparse Attention for Long-Text Extractive Summarization,” in </w:t>
      </w:r>
      <w:r w:rsidRPr="00945E7D">
        <w:rPr>
          <w:i/>
          <w:iCs/>
          <w:sz w:val="20"/>
        </w:rPr>
        <w:t>Proceedings of the 2021 Conference on Empirical Methods in Natural Language Processing</w:t>
      </w:r>
      <w:r w:rsidRPr="00945E7D">
        <w:rPr>
          <w:sz w:val="20"/>
        </w:rPr>
        <w:t>, (Association for Computational Linguistics, Online and Punta Cana, Dominican Republic, 2021), pp. 146–154.</w:t>
      </w:r>
    </w:p>
    <w:p w14:paraId="19AC1182" w14:textId="0890A543" w:rsidR="005149EB" w:rsidRDefault="007643E6" w:rsidP="006929DD">
      <w:pPr>
        <w:pStyle w:val="ListParagraph"/>
        <w:numPr>
          <w:ilvl w:val="0"/>
          <w:numId w:val="46"/>
        </w:numPr>
        <w:ind w:left="425" w:hanging="425"/>
        <w:jc w:val="both"/>
        <w:rPr>
          <w:sz w:val="20"/>
        </w:rPr>
      </w:pPr>
      <w:r w:rsidRPr="00945E7D">
        <w:rPr>
          <w:sz w:val="20"/>
        </w:rPr>
        <w:t xml:space="preserve">E. Lalitha, K. Ramani, D. Shahida, E.V.S. Deepak, M.H. Bindu, and D. </w:t>
      </w:r>
      <w:proofErr w:type="spellStart"/>
      <w:r w:rsidRPr="00945E7D">
        <w:rPr>
          <w:sz w:val="20"/>
        </w:rPr>
        <w:t>Shaikshavali</w:t>
      </w:r>
      <w:proofErr w:type="spellEnd"/>
      <w:r w:rsidRPr="00945E7D">
        <w:rPr>
          <w:sz w:val="20"/>
        </w:rPr>
        <w:t>, “Text Summarization of Medical Documents using Abstractive Techniques,” in </w:t>
      </w:r>
      <w:r w:rsidRPr="00945E7D">
        <w:rPr>
          <w:i/>
          <w:iCs/>
          <w:sz w:val="20"/>
        </w:rPr>
        <w:t>2023 2nd International Conference on Applied Artificial Intelligence and Computing (ICAAIC)</w:t>
      </w:r>
      <w:r w:rsidRPr="00945E7D">
        <w:rPr>
          <w:sz w:val="20"/>
        </w:rPr>
        <w:t>, (IEEE, Salem, India, 2023), pp. 939–943.</w:t>
      </w:r>
    </w:p>
    <w:p w14:paraId="516ACC27" w14:textId="77777777" w:rsidR="005149EB" w:rsidRDefault="007643E6" w:rsidP="006929DD">
      <w:pPr>
        <w:pStyle w:val="ListParagraph"/>
        <w:numPr>
          <w:ilvl w:val="0"/>
          <w:numId w:val="46"/>
        </w:numPr>
        <w:ind w:left="425" w:hanging="425"/>
        <w:jc w:val="both"/>
        <w:rPr>
          <w:sz w:val="20"/>
        </w:rPr>
      </w:pPr>
      <w:r w:rsidRPr="00945E7D">
        <w:rPr>
          <w:sz w:val="20"/>
        </w:rPr>
        <w:t xml:space="preserve">J. </w:t>
      </w:r>
      <w:proofErr w:type="spellStart"/>
      <w:r w:rsidRPr="00945E7D">
        <w:rPr>
          <w:sz w:val="20"/>
        </w:rPr>
        <w:t>Pilault</w:t>
      </w:r>
      <w:proofErr w:type="spellEnd"/>
      <w:r w:rsidRPr="00945E7D">
        <w:rPr>
          <w:sz w:val="20"/>
        </w:rPr>
        <w:t>, R. Li, S. Subramanian, and C. Pal, “On Extractive and Abstractive Neural Document Summarization with Transformer Language Models,” in </w:t>
      </w:r>
      <w:r w:rsidRPr="00945E7D">
        <w:rPr>
          <w:i/>
          <w:iCs/>
          <w:sz w:val="20"/>
        </w:rPr>
        <w:t>Proceedings of the 2020 Conference on Empirical Methods in Natural Language Processing (EMNLP)</w:t>
      </w:r>
      <w:r w:rsidRPr="00945E7D">
        <w:rPr>
          <w:sz w:val="20"/>
        </w:rPr>
        <w:t>, (Association for Computational Linguistics, Online, 2020), pp. 9308–9319.</w:t>
      </w:r>
      <w:r w:rsidR="005149EB" w:rsidRPr="005149EB">
        <w:rPr>
          <w:sz w:val="20"/>
        </w:rPr>
        <w:t xml:space="preserve"> </w:t>
      </w:r>
    </w:p>
    <w:p w14:paraId="38F2F5D3" w14:textId="77777777" w:rsidR="005149EB" w:rsidRDefault="007643E6" w:rsidP="006929DD">
      <w:pPr>
        <w:pStyle w:val="ListParagraph"/>
        <w:numPr>
          <w:ilvl w:val="0"/>
          <w:numId w:val="46"/>
        </w:numPr>
        <w:ind w:left="425" w:hanging="425"/>
        <w:jc w:val="both"/>
        <w:rPr>
          <w:sz w:val="20"/>
        </w:rPr>
      </w:pPr>
      <w:r w:rsidRPr="00945E7D">
        <w:rPr>
          <w:sz w:val="20"/>
        </w:rPr>
        <w:t>A. Venkataramana, K. Srividya, and R. Cristin, “Abstractive Text Summarization Using BART,” in </w:t>
      </w:r>
      <w:r w:rsidRPr="00945E7D">
        <w:rPr>
          <w:i/>
          <w:iCs/>
          <w:sz w:val="20"/>
        </w:rPr>
        <w:t>2022 IEEE 2nd Mysore Sub Section International Conference (</w:t>
      </w:r>
      <w:proofErr w:type="spellStart"/>
      <w:r w:rsidRPr="00945E7D">
        <w:rPr>
          <w:i/>
          <w:iCs/>
          <w:sz w:val="20"/>
        </w:rPr>
        <w:t>MysuruCon</w:t>
      </w:r>
      <w:proofErr w:type="spellEnd"/>
      <w:r w:rsidRPr="00945E7D">
        <w:rPr>
          <w:i/>
          <w:iCs/>
          <w:sz w:val="20"/>
        </w:rPr>
        <w:t>)</w:t>
      </w:r>
      <w:r w:rsidRPr="00945E7D">
        <w:rPr>
          <w:sz w:val="20"/>
        </w:rPr>
        <w:t>, (IEEE, Mysuru, India, 2022), pp. 1–6.</w:t>
      </w:r>
    </w:p>
    <w:p w14:paraId="2C31DFEF" w14:textId="3B071B7E" w:rsidR="005149EB" w:rsidRDefault="007643E6" w:rsidP="006929DD">
      <w:pPr>
        <w:pStyle w:val="ListParagraph"/>
        <w:numPr>
          <w:ilvl w:val="0"/>
          <w:numId w:val="46"/>
        </w:numPr>
        <w:ind w:left="425" w:hanging="425"/>
        <w:jc w:val="both"/>
        <w:rPr>
          <w:sz w:val="20"/>
        </w:rPr>
      </w:pPr>
      <w:r w:rsidRPr="00945E7D">
        <w:rPr>
          <w:sz w:val="20"/>
        </w:rPr>
        <w:t xml:space="preserve">F. Zaman, M. Afzal, P.S. Teh, R. Sarwar, F. Kamiran, N.R.A. </w:t>
      </w:r>
      <w:proofErr w:type="spellStart"/>
      <w:r w:rsidRPr="00945E7D">
        <w:rPr>
          <w:sz w:val="20"/>
        </w:rPr>
        <w:t>Aljohani</w:t>
      </w:r>
      <w:proofErr w:type="spellEnd"/>
      <w:r w:rsidRPr="00945E7D">
        <w:rPr>
          <w:sz w:val="20"/>
        </w:rPr>
        <w:t xml:space="preserve">, R. Nawaz, M.U. Hassan, and F. Sabah, “Intelligent Abstractive Summarization of Scholarly Publications with Transfer Learning,” </w:t>
      </w:r>
      <w:r w:rsidR="00C9414B">
        <w:rPr>
          <w:sz w:val="20"/>
        </w:rPr>
        <w:t xml:space="preserve">Journal of Informatics and Web </w:t>
      </w:r>
      <w:proofErr w:type="gramStart"/>
      <w:r w:rsidR="00C9414B">
        <w:rPr>
          <w:sz w:val="20"/>
        </w:rPr>
        <w:t>Engineering</w:t>
      </w:r>
      <w:r w:rsidR="00C9414B" w:rsidRPr="00945E7D">
        <w:rPr>
          <w:sz w:val="20"/>
        </w:rPr>
        <w:t> </w:t>
      </w:r>
      <w:r w:rsidR="00C9414B" w:rsidRPr="00945E7D">
        <w:rPr>
          <w:b/>
          <w:bCs/>
          <w:sz w:val="20"/>
        </w:rPr>
        <w:t xml:space="preserve"> </w:t>
      </w:r>
      <w:r w:rsidRPr="00945E7D">
        <w:rPr>
          <w:b/>
          <w:bCs/>
          <w:sz w:val="20"/>
        </w:rPr>
        <w:t>3</w:t>
      </w:r>
      <w:proofErr w:type="gramEnd"/>
      <w:r w:rsidRPr="00945E7D">
        <w:rPr>
          <w:sz w:val="20"/>
        </w:rPr>
        <w:t>(3), 256–270 (2024).</w:t>
      </w:r>
    </w:p>
    <w:p w14:paraId="5353E3BF" w14:textId="79D95CF1" w:rsidR="005149EB" w:rsidRDefault="007643E6" w:rsidP="006929DD">
      <w:pPr>
        <w:pStyle w:val="ListParagraph"/>
        <w:numPr>
          <w:ilvl w:val="0"/>
          <w:numId w:val="46"/>
        </w:numPr>
        <w:ind w:left="425" w:hanging="425"/>
        <w:jc w:val="both"/>
        <w:rPr>
          <w:sz w:val="20"/>
        </w:rPr>
      </w:pPr>
      <w:r w:rsidRPr="00945E7D">
        <w:rPr>
          <w:sz w:val="20"/>
        </w:rPr>
        <w:t>A. Lukina, “Combining Runtime Monitoring and Machine Learning with Human Feedback,” AAAI </w:t>
      </w:r>
      <w:r w:rsidRPr="00945E7D">
        <w:rPr>
          <w:b/>
          <w:bCs/>
          <w:sz w:val="20"/>
        </w:rPr>
        <w:t>37</w:t>
      </w:r>
      <w:r w:rsidRPr="00945E7D">
        <w:rPr>
          <w:sz w:val="20"/>
        </w:rPr>
        <w:t>(13), 15448–15448 (2023).</w:t>
      </w:r>
    </w:p>
    <w:p w14:paraId="216B421A" w14:textId="22CF8C27" w:rsidR="005149EB" w:rsidRDefault="007643E6" w:rsidP="006929DD">
      <w:pPr>
        <w:pStyle w:val="ListParagraph"/>
        <w:numPr>
          <w:ilvl w:val="0"/>
          <w:numId w:val="46"/>
        </w:numPr>
        <w:ind w:left="425" w:hanging="425"/>
        <w:jc w:val="both"/>
        <w:rPr>
          <w:sz w:val="20"/>
        </w:rPr>
      </w:pPr>
      <w:r w:rsidRPr="00945E7D">
        <w:rPr>
          <w:sz w:val="20"/>
        </w:rPr>
        <w:t>J. Steinhauer, </w:t>
      </w:r>
      <w:r w:rsidRPr="00945E7D">
        <w:rPr>
          <w:i/>
          <w:iCs/>
          <w:sz w:val="20"/>
        </w:rPr>
        <w:t>The Firsts: The inside Story of the Women Reshaping Congress</w:t>
      </w:r>
      <w:r w:rsidRPr="00945E7D">
        <w:rPr>
          <w:sz w:val="20"/>
        </w:rPr>
        <w:t>, First edition (Algonquin Books of Chapel Hill, Chapel Hill, North Carolina, 2020).</w:t>
      </w:r>
    </w:p>
    <w:p w14:paraId="77C5956B" w14:textId="0B0DF744" w:rsidR="005149EB" w:rsidRDefault="007643E6" w:rsidP="006929DD">
      <w:pPr>
        <w:pStyle w:val="ListParagraph"/>
        <w:numPr>
          <w:ilvl w:val="0"/>
          <w:numId w:val="46"/>
        </w:numPr>
        <w:ind w:left="425" w:hanging="425"/>
        <w:jc w:val="both"/>
        <w:rPr>
          <w:sz w:val="20"/>
        </w:rPr>
      </w:pPr>
      <w:r w:rsidRPr="00945E7D">
        <w:rPr>
          <w:sz w:val="20"/>
        </w:rPr>
        <w:t xml:space="preserve">A. Khan, K. Khan, W. Khan, S.N. Khan, and R. Haq, “Knowledge-based Word Tokenization System for Urdu,” </w:t>
      </w:r>
      <w:r w:rsidR="00C9414B">
        <w:rPr>
          <w:sz w:val="20"/>
        </w:rPr>
        <w:t>Journal of Informatics and Web Engineering</w:t>
      </w:r>
      <w:r w:rsidRPr="00945E7D">
        <w:rPr>
          <w:sz w:val="20"/>
        </w:rPr>
        <w:t> </w:t>
      </w:r>
      <w:r w:rsidRPr="00945E7D">
        <w:rPr>
          <w:b/>
          <w:bCs/>
          <w:sz w:val="20"/>
        </w:rPr>
        <w:t>3</w:t>
      </w:r>
      <w:r w:rsidRPr="00945E7D">
        <w:rPr>
          <w:sz w:val="20"/>
        </w:rPr>
        <w:t>(2), 86–97 (2024).</w:t>
      </w:r>
    </w:p>
    <w:p w14:paraId="08CB2B2A" w14:textId="77777777" w:rsidR="005149EB" w:rsidRDefault="007643E6" w:rsidP="006929DD">
      <w:pPr>
        <w:pStyle w:val="ListParagraph"/>
        <w:numPr>
          <w:ilvl w:val="0"/>
          <w:numId w:val="46"/>
        </w:numPr>
        <w:ind w:left="425" w:hanging="425"/>
        <w:jc w:val="both"/>
        <w:rPr>
          <w:sz w:val="20"/>
        </w:rPr>
      </w:pPr>
      <w:r w:rsidRPr="00945E7D">
        <w:rPr>
          <w:sz w:val="20"/>
        </w:rPr>
        <w:t xml:space="preserve">A.A. Zaveri, R. </w:t>
      </w:r>
      <w:proofErr w:type="spellStart"/>
      <w:r w:rsidRPr="00945E7D">
        <w:rPr>
          <w:sz w:val="20"/>
        </w:rPr>
        <w:t>Mashood</w:t>
      </w:r>
      <w:proofErr w:type="spellEnd"/>
      <w:r w:rsidRPr="00945E7D">
        <w:rPr>
          <w:sz w:val="20"/>
        </w:rPr>
        <w:t xml:space="preserve">, S. </w:t>
      </w:r>
      <w:proofErr w:type="spellStart"/>
      <w:r w:rsidRPr="00945E7D">
        <w:rPr>
          <w:sz w:val="20"/>
        </w:rPr>
        <w:t>Shehmir</w:t>
      </w:r>
      <w:proofErr w:type="spellEnd"/>
      <w:r w:rsidRPr="00945E7D">
        <w:rPr>
          <w:sz w:val="20"/>
        </w:rPr>
        <w:t>, M. Parveen, N. Sami, and M. Nazar, “AIRA: An Intelligent Recommendation Agent Application for Movies,” JIWE </w:t>
      </w:r>
      <w:r w:rsidRPr="00945E7D">
        <w:rPr>
          <w:b/>
          <w:bCs/>
          <w:sz w:val="20"/>
        </w:rPr>
        <w:t>2</w:t>
      </w:r>
      <w:r w:rsidRPr="00945E7D">
        <w:rPr>
          <w:sz w:val="20"/>
        </w:rPr>
        <w:t>(2), 72–89 (2023).</w:t>
      </w:r>
    </w:p>
    <w:p w14:paraId="5E139F20" w14:textId="4E3FB86A" w:rsidR="007643E6" w:rsidRPr="00945E7D" w:rsidRDefault="007643E6" w:rsidP="006929DD">
      <w:pPr>
        <w:pStyle w:val="ListParagraph"/>
        <w:numPr>
          <w:ilvl w:val="0"/>
          <w:numId w:val="46"/>
        </w:numPr>
        <w:ind w:left="425" w:hanging="425"/>
        <w:jc w:val="both"/>
        <w:rPr>
          <w:sz w:val="20"/>
        </w:rPr>
      </w:pPr>
      <w:r w:rsidRPr="00945E7D">
        <w:rPr>
          <w:sz w:val="20"/>
        </w:rPr>
        <w:t xml:space="preserve">School of Computing and Communications, Lancaster University, Lancaster, United Kingdom, P. Saxena, M. El-Haj, and School of Computing and Communications, Lancaster University, Lancaster, United Kingdom, “Exploring Abstractive Text </w:t>
      </w:r>
      <w:proofErr w:type="spellStart"/>
      <w:r w:rsidRPr="00945E7D">
        <w:rPr>
          <w:sz w:val="20"/>
        </w:rPr>
        <w:t>Summarisation</w:t>
      </w:r>
      <w:proofErr w:type="spellEnd"/>
      <w:r w:rsidRPr="00945E7D">
        <w:rPr>
          <w:sz w:val="20"/>
        </w:rPr>
        <w:t xml:space="preserve"> for Podcasts: A Comparative Study of BART and T5 Models,” in </w:t>
      </w:r>
      <w:r w:rsidRPr="00945E7D">
        <w:rPr>
          <w:i/>
          <w:iCs/>
          <w:sz w:val="20"/>
        </w:rPr>
        <w:t xml:space="preserve">Proceedings of the Conference Recent Advances in Natural Language Processing - Large Language Models for Natural Language </w:t>
      </w:r>
      <w:proofErr w:type="spellStart"/>
      <w:r w:rsidRPr="00945E7D">
        <w:rPr>
          <w:i/>
          <w:iCs/>
          <w:sz w:val="20"/>
        </w:rPr>
        <w:t>Processings</w:t>
      </w:r>
      <w:proofErr w:type="spellEnd"/>
      <w:r w:rsidRPr="00945E7D">
        <w:rPr>
          <w:sz w:val="20"/>
        </w:rPr>
        <w:t xml:space="preserve">, (INCOMA Ltd., </w:t>
      </w:r>
      <w:proofErr w:type="spellStart"/>
      <w:r w:rsidRPr="00945E7D">
        <w:rPr>
          <w:sz w:val="20"/>
        </w:rPr>
        <w:t>Shoumen</w:t>
      </w:r>
      <w:proofErr w:type="spellEnd"/>
      <w:r w:rsidRPr="00945E7D">
        <w:rPr>
          <w:sz w:val="20"/>
        </w:rPr>
        <w:t>, BULGARIA, 2023), pp. 1023–1033.</w:t>
      </w:r>
    </w:p>
    <w:p w14:paraId="31CC7534" w14:textId="77777777" w:rsidR="007643E6" w:rsidRPr="00945E7D" w:rsidRDefault="007643E6" w:rsidP="005149EB">
      <w:pPr>
        <w:ind w:left="288"/>
        <w:jc w:val="both"/>
        <w:rPr>
          <w:sz w:val="20"/>
        </w:rPr>
      </w:pPr>
    </w:p>
    <w:p w14:paraId="4DE91CCB" w14:textId="7F457CCE" w:rsidR="00326AE0" w:rsidRPr="00114AB1" w:rsidRDefault="00326AE0" w:rsidP="005149EB">
      <w:pPr>
        <w:pStyle w:val="Reference"/>
        <w:numPr>
          <w:ilvl w:val="0"/>
          <w:numId w:val="0"/>
        </w:numPr>
        <w:ind w:left="288"/>
      </w:pPr>
    </w:p>
    <w:sectPr w:rsidR="00326AE0" w:rsidRPr="00114AB1"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055E5" w14:textId="77777777" w:rsidR="00F8182C" w:rsidRDefault="00F8182C" w:rsidP="006101D8">
      <w:r>
        <w:separator/>
      </w:r>
    </w:p>
  </w:endnote>
  <w:endnote w:type="continuationSeparator" w:id="0">
    <w:p w14:paraId="07D7CFB8" w14:textId="77777777" w:rsidR="00F8182C" w:rsidRDefault="00F8182C" w:rsidP="00610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DE912" w14:textId="77777777" w:rsidR="00F8182C" w:rsidRDefault="00F8182C" w:rsidP="006101D8">
      <w:r>
        <w:separator/>
      </w:r>
    </w:p>
  </w:footnote>
  <w:footnote w:type="continuationSeparator" w:id="0">
    <w:p w14:paraId="772DB3FE" w14:textId="77777777" w:rsidR="00F8182C" w:rsidRDefault="00F8182C" w:rsidP="006101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402982"/>
    <w:multiLevelType w:val="hybridMultilevel"/>
    <w:tmpl w:val="91D63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1"/>
  </w:num>
  <w:num w:numId="13" w16cid:durableId="771170886">
    <w:abstractNumId w:val="5"/>
  </w:num>
  <w:num w:numId="14" w16cid:durableId="1315187322">
    <w:abstractNumId w:val="15"/>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2"/>
  </w:num>
  <w:num w:numId="30" w16cid:durableId="1575971747">
    <w:abstractNumId w:val="12"/>
  </w:num>
  <w:num w:numId="31" w16cid:durableId="1939214429">
    <w:abstractNumId w:val="12"/>
    <w:lvlOverride w:ilvl="0">
      <w:startOverride w:val="1"/>
    </w:lvlOverride>
  </w:num>
  <w:num w:numId="32" w16cid:durableId="1782339355">
    <w:abstractNumId w:val="12"/>
  </w:num>
  <w:num w:numId="33" w16cid:durableId="957906086">
    <w:abstractNumId w:val="12"/>
    <w:lvlOverride w:ilvl="0">
      <w:startOverride w:val="1"/>
    </w:lvlOverride>
  </w:num>
  <w:num w:numId="34" w16cid:durableId="1087652185">
    <w:abstractNumId w:val="12"/>
    <w:lvlOverride w:ilvl="0">
      <w:startOverride w:val="1"/>
    </w:lvlOverride>
  </w:num>
  <w:num w:numId="35" w16cid:durableId="1054889863">
    <w:abstractNumId w:val="13"/>
    <w:lvlOverride w:ilvl="0">
      <w:startOverride w:val="1"/>
    </w:lvlOverride>
  </w:num>
  <w:num w:numId="36" w16cid:durableId="1812165908">
    <w:abstractNumId w:val="13"/>
  </w:num>
  <w:num w:numId="37" w16cid:durableId="1903178079">
    <w:abstractNumId w:val="13"/>
    <w:lvlOverride w:ilvl="0">
      <w:startOverride w:val="1"/>
    </w:lvlOverride>
  </w:num>
  <w:num w:numId="38" w16cid:durableId="1316564979">
    <w:abstractNumId w:val="13"/>
  </w:num>
  <w:num w:numId="39" w16cid:durableId="874267395">
    <w:abstractNumId w:val="13"/>
    <w:lvlOverride w:ilvl="0">
      <w:startOverride w:val="1"/>
    </w:lvlOverride>
  </w:num>
  <w:num w:numId="40" w16cid:durableId="1368025285">
    <w:abstractNumId w:val="13"/>
    <w:lvlOverride w:ilvl="0">
      <w:startOverride w:val="1"/>
    </w:lvlOverride>
  </w:num>
  <w:num w:numId="41" w16cid:durableId="944078796">
    <w:abstractNumId w:val="13"/>
    <w:lvlOverride w:ilvl="0">
      <w:startOverride w:val="1"/>
    </w:lvlOverride>
  </w:num>
  <w:num w:numId="42" w16cid:durableId="996031766">
    <w:abstractNumId w:val="13"/>
  </w:num>
  <w:num w:numId="43" w16cid:durableId="1289776494">
    <w:abstractNumId w:val="13"/>
  </w:num>
  <w:num w:numId="44" w16cid:durableId="1653829719">
    <w:abstractNumId w:val="2"/>
  </w:num>
  <w:num w:numId="45" w16cid:durableId="1775442011">
    <w:abstractNumId w:val="0"/>
  </w:num>
  <w:num w:numId="46" w16cid:durableId="3885299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795"/>
    <w:rsid w:val="000037CC"/>
    <w:rsid w:val="00003D7C"/>
    <w:rsid w:val="00007CF4"/>
    <w:rsid w:val="00014140"/>
    <w:rsid w:val="00016232"/>
    <w:rsid w:val="00016F83"/>
    <w:rsid w:val="00020DA5"/>
    <w:rsid w:val="000214FE"/>
    <w:rsid w:val="0002423B"/>
    <w:rsid w:val="00027428"/>
    <w:rsid w:val="00031EC9"/>
    <w:rsid w:val="000360AC"/>
    <w:rsid w:val="0004424A"/>
    <w:rsid w:val="000449F2"/>
    <w:rsid w:val="00044E9C"/>
    <w:rsid w:val="00047EDB"/>
    <w:rsid w:val="00060673"/>
    <w:rsid w:val="00060BD1"/>
    <w:rsid w:val="0006683B"/>
    <w:rsid w:val="00066FED"/>
    <w:rsid w:val="00067570"/>
    <w:rsid w:val="00072289"/>
    <w:rsid w:val="00075EA6"/>
    <w:rsid w:val="0007709F"/>
    <w:rsid w:val="000805AF"/>
    <w:rsid w:val="000822DF"/>
    <w:rsid w:val="00083F74"/>
    <w:rsid w:val="00085243"/>
    <w:rsid w:val="00086C65"/>
    <w:rsid w:val="00086F62"/>
    <w:rsid w:val="0009055F"/>
    <w:rsid w:val="00090674"/>
    <w:rsid w:val="00091815"/>
    <w:rsid w:val="0009320B"/>
    <w:rsid w:val="00096AE0"/>
    <w:rsid w:val="000B0022"/>
    <w:rsid w:val="000B1318"/>
    <w:rsid w:val="000B1B74"/>
    <w:rsid w:val="000B3A2D"/>
    <w:rsid w:val="000B49C0"/>
    <w:rsid w:val="000B556C"/>
    <w:rsid w:val="000B5975"/>
    <w:rsid w:val="000B783C"/>
    <w:rsid w:val="000C217F"/>
    <w:rsid w:val="000C6107"/>
    <w:rsid w:val="000D2BCA"/>
    <w:rsid w:val="000D3C17"/>
    <w:rsid w:val="000D70C9"/>
    <w:rsid w:val="000D7FAF"/>
    <w:rsid w:val="000E0C35"/>
    <w:rsid w:val="000E382F"/>
    <w:rsid w:val="000E75CD"/>
    <w:rsid w:val="000F3E93"/>
    <w:rsid w:val="001036BA"/>
    <w:rsid w:val="001044BE"/>
    <w:rsid w:val="001048FE"/>
    <w:rsid w:val="001139D5"/>
    <w:rsid w:val="001146DC"/>
    <w:rsid w:val="00114AB1"/>
    <w:rsid w:val="0011595A"/>
    <w:rsid w:val="0012036F"/>
    <w:rsid w:val="00120761"/>
    <w:rsid w:val="00121506"/>
    <w:rsid w:val="001230FF"/>
    <w:rsid w:val="00123706"/>
    <w:rsid w:val="001307DB"/>
    <w:rsid w:val="00130BD7"/>
    <w:rsid w:val="00133482"/>
    <w:rsid w:val="00133A5B"/>
    <w:rsid w:val="00136D01"/>
    <w:rsid w:val="0014348B"/>
    <w:rsid w:val="0014361D"/>
    <w:rsid w:val="001466B9"/>
    <w:rsid w:val="001472B3"/>
    <w:rsid w:val="00155150"/>
    <w:rsid w:val="00155B67"/>
    <w:rsid w:val="001562AF"/>
    <w:rsid w:val="00160E28"/>
    <w:rsid w:val="00160FD3"/>
    <w:rsid w:val="00161A5B"/>
    <w:rsid w:val="0016385D"/>
    <w:rsid w:val="0016782F"/>
    <w:rsid w:val="00171398"/>
    <w:rsid w:val="00181176"/>
    <w:rsid w:val="001937E9"/>
    <w:rsid w:val="00194702"/>
    <w:rsid w:val="001964E5"/>
    <w:rsid w:val="001A1E90"/>
    <w:rsid w:val="001B263B"/>
    <w:rsid w:val="001B476A"/>
    <w:rsid w:val="001C6001"/>
    <w:rsid w:val="001C764F"/>
    <w:rsid w:val="001C7BB3"/>
    <w:rsid w:val="001D469C"/>
    <w:rsid w:val="001E5343"/>
    <w:rsid w:val="001E6E57"/>
    <w:rsid w:val="001F09EA"/>
    <w:rsid w:val="001F0A83"/>
    <w:rsid w:val="001F1A6D"/>
    <w:rsid w:val="00207030"/>
    <w:rsid w:val="0021619E"/>
    <w:rsid w:val="002173C1"/>
    <w:rsid w:val="00225B22"/>
    <w:rsid w:val="002265CA"/>
    <w:rsid w:val="00226A27"/>
    <w:rsid w:val="00227630"/>
    <w:rsid w:val="0023171B"/>
    <w:rsid w:val="002328FA"/>
    <w:rsid w:val="00232C6B"/>
    <w:rsid w:val="00236BFC"/>
    <w:rsid w:val="00237437"/>
    <w:rsid w:val="0023771D"/>
    <w:rsid w:val="0024010F"/>
    <w:rsid w:val="00242A3E"/>
    <w:rsid w:val="002436B6"/>
    <w:rsid w:val="0024505B"/>
    <w:rsid w:val="002453AA"/>
    <w:rsid w:val="0024702F"/>
    <w:rsid w:val="002502FD"/>
    <w:rsid w:val="0025157D"/>
    <w:rsid w:val="00252AB7"/>
    <w:rsid w:val="00254773"/>
    <w:rsid w:val="00255CC3"/>
    <w:rsid w:val="00260CEA"/>
    <w:rsid w:val="00270BFB"/>
    <w:rsid w:val="00271FF1"/>
    <w:rsid w:val="002734D5"/>
    <w:rsid w:val="00274622"/>
    <w:rsid w:val="00274F9D"/>
    <w:rsid w:val="00277350"/>
    <w:rsid w:val="00277DDB"/>
    <w:rsid w:val="00284B85"/>
    <w:rsid w:val="00285D24"/>
    <w:rsid w:val="00290390"/>
    <w:rsid w:val="002915D3"/>
    <w:rsid w:val="002924DB"/>
    <w:rsid w:val="00292737"/>
    <w:rsid w:val="00292E25"/>
    <w:rsid w:val="002940C5"/>
    <w:rsid w:val="002941BF"/>
    <w:rsid w:val="002941DA"/>
    <w:rsid w:val="00295CD3"/>
    <w:rsid w:val="00296BB1"/>
    <w:rsid w:val="002A6A0C"/>
    <w:rsid w:val="002A6DF5"/>
    <w:rsid w:val="002A7058"/>
    <w:rsid w:val="002B2210"/>
    <w:rsid w:val="002B474F"/>
    <w:rsid w:val="002B5648"/>
    <w:rsid w:val="002B7874"/>
    <w:rsid w:val="002C268D"/>
    <w:rsid w:val="002C6637"/>
    <w:rsid w:val="002D645D"/>
    <w:rsid w:val="002D6E82"/>
    <w:rsid w:val="002E30B2"/>
    <w:rsid w:val="002E3C35"/>
    <w:rsid w:val="002E65FA"/>
    <w:rsid w:val="002E6B81"/>
    <w:rsid w:val="002E7B46"/>
    <w:rsid w:val="002F00AD"/>
    <w:rsid w:val="002F3D64"/>
    <w:rsid w:val="002F490D"/>
    <w:rsid w:val="002F5298"/>
    <w:rsid w:val="002F6E17"/>
    <w:rsid w:val="00302CA0"/>
    <w:rsid w:val="00307765"/>
    <w:rsid w:val="003221E0"/>
    <w:rsid w:val="0032220D"/>
    <w:rsid w:val="00326AE0"/>
    <w:rsid w:val="00327D94"/>
    <w:rsid w:val="00337E4F"/>
    <w:rsid w:val="00340C36"/>
    <w:rsid w:val="0034185F"/>
    <w:rsid w:val="00345175"/>
    <w:rsid w:val="00346A9D"/>
    <w:rsid w:val="00346AD3"/>
    <w:rsid w:val="00360141"/>
    <w:rsid w:val="00371E3B"/>
    <w:rsid w:val="00372413"/>
    <w:rsid w:val="003727A3"/>
    <w:rsid w:val="003753AD"/>
    <w:rsid w:val="003767FA"/>
    <w:rsid w:val="00386082"/>
    <w:rsid w:val="00387D57"/>
    <w:rsid w:val="0039376F"/>
    <w:rsid w:val="00396261"/>
    <w:rsid w:val="003A287B"/>
    <w:rsid w:val="003A5C85"/>
    <w:rsid w:val="003A61B1"/>
    <w:rsid w:val="003B0050"/>
    <w:rsid w:val="003B38E9"/>
    <w:rsid w:val="003C6235"/>
    <w:rsid w:val="003C63A6"/>
    <w:rsid w:val="003D465B"/>
    <w:rsid w:val="003D6312"/>
    <w:rsid w:val="003E08CC"/>
    <w:rsid w:val="003E60B5"/>
    <w:rsid w:val="003E7C74"/>
    <w:rsid w:val="003F28FB"/>
    <w:rsid w:val="003F31C6"/>
    <w:rsid w:val="003F3A0D"/>
    <w:rsid w:val="0040225B"/>
    <w:rsid w:val="00402DA2"/>
    <w:rsid w:val="004061DC"/>
    <w:rsid w:val="00407041"/>
    <w:rsid w:val="00411F72"/>
    <w:rsid w:val="00412DF4"/>
    <w:rsid w:val="00414166"/>
    <w:rsid w:val="00415028"/>
    <w:rsid w:val="00416BA8"/>
    <w:rsid w:val="00421C1C"/>
    <w:rsid w:val="00422496"/>
    <w:rsid w:val="00422B31"/>
    <w:rsid w:val="00425AC2"/>
    <w:rsid w:val="00427480"/>
    <w:rsid w:val="00432DCA"/>
    <w:rsid w:val="004378D4"/>
    <w:rsid w:val="004403D0"/>
    <w:rsid w:val="00440925"/>
    <w:rsid w:val="004472F7"/>
    <w:rsid w:val="0044771F"/>
    <w:rsid w:val="00452A2C"/>
    <w:rsid w:val="00453A4C"/>
    <w:rsid w:val="00461568"/>
    <w:rsid w:val="00461A6F"/>
    <w:rsid w:val="00462F7B"/>
    <w:rsid w:val="0046309B"/>
    <w:rsid w:val="004645A9"/>
    <w:rsid w:val="00466154"/>
    <w:rsid w:val="00470911"/>
    <w:rsid w:val="00470A9D"/>
    <w:rsid w:val="00472D01"/>
    <w:rsid w:val="00475774"/>
    <w:rsid w:val="00477849"/>
    <w:rsid w:val="00480E31"/>
    <w:rsid w:val="00494BD6"/>
    <w:rsid w:val="00494BEC"/>
    <w:rsid w:val="004A1FF7"/>
    <w:rsid w:val="004A2462"/>
    <w:rsid w:val="004A2CC6"/>
    <w:rsid w:val="004B151D"/>
    <w:rsid w:val="004B2F20"/>
    <w:rsid w:val="004B3B15"/>
    <w:rsid w:val="004B6346"/>
    <w:rsid w:val="004C577D"/>
    <w:rsid w:val="004C7243"/>
    <w:rsid w:val="004D7BB2"/>
    <w:rsid w:val="004E0C40"/>
    <w:rsid w:val="004E12C6"/>
    <w:rsid w:val="004E1E66"/>
    <w:rsid w:val="004E21DE"/>
    <w:rsid w:val="004E3C57"/>
    <w:rsid w:val="004E3CB2"/>
    <w:rsid w:val="004E4903"/>
    <w:rsid w:val="004E67CE"/>
    <w:rsid w:val="004E7149"/>
    <w:rsid w:val="004F070D"/>
    <w:rsid w:val="004F10BC"/>
    <w:rsid w:val="004F556C"/>
    <w:rsid w:val="004F613E"/>
    <w:rsid w:val="00500A9E"/>
    <w:rsid w:val="00504653"/>
    <w:rsid w:val="005056FE"/>
    <w:rsid w:val="00507E6D"/>
    <w:rsid w:val="00511610"/>
    <w:rsid w:val="005149EB"/>
    <w:rsid w:val="00515B6F"/>
    <w:rsid w:val="00517904"/>
    <w:rsid w:val="00525813"/>
    <w:rsid w:val="005307A9"/>
    <w:rsid w:val="0053123D"/>
    <w:rsid w:val="0053446F"/>
    <w:rsid w:val="00534FCF"/>
    <w:rsid w:val="0053513F"/>
    <w:rsid w:val="00537D85"/>
    <w:rsid w:val="00547ACB"/>
    <w:rsid w:val="005542BE"/>
    <w:rsid w:val="00556D41"/>
    <w:rsid w:val="00564725"/>
    <w:rsid w:val="00574405"/>
    <w:rsid w:val="0057536E"/>
    <w:rsid w:val="00576D70"/>
    <w:rsid w:val="005775F9"/>
    <w:rsid w:val="00580E5E"/>
    <w:rsid w:val="005837F0"/>
    <w:rsid w:val="005854B0"/>
    <w:rsid w:val="00585684"/>
    <w:rsid w:val="00585D94"/>
    <w:rsid w:val="00590EB8"/>
    <w:rsid w:val="00595EEE"/>
    <w:rsid w:val="005A0E21"/>
    <w:rsid w:val="005A1857"/>
    <w:rsid w:val="005A7C70"/>
    <w:rsid w:val="005B3A34"/>
    <w:rsid w:val="005C03F7"/>
    <w:rsid w:val="005C341D"/>
    <w:rsid w:val="005C3AA3"/>
    <w:rsid w:val="005C5939"/>
    <w:rsid w:val="005D3FE8"/>
    <w:rsid w:val="005D49AF"/>
    <w:rsid w:val="005D7F30"/>
    <w:rsid w:val="005E415C"/>
    <w:rsid w:val="005E71ED"/>
    <w:rsid w:val="005E7946"/>
    <w:rsid w:val="005F28AD"/>
    <w:rsid w:val="005F414E"/>
    <w:rsid w:val="005F7475"/>
    <w:rsid w:val="006001B4"/>
    <w:rsid w:val="00604DDE"/>
    <w:rsid w:val="006101D8"/>
    <w:rsid w:val="00610848"/>
    <w:rsid w:val="00611299"/>
    <w:rsid w:val="00613B4D"/>
    <w:rsid w:val="00616365"/>
    <w:rsid w:val="00616F3B"/>
    <w:rsid w:val="0061708A"/>
    <w:rsid w:val="006249A7"/>
    <w:rsid w:val="006319C0"/>
    <w:rsid w:val="00636DBA"/>
    <w:rsid w:val="0064225B"/>
    <w:rsid w:val="00642BA7"/>
    <w:rsid w:val="0064623C"/>
    <w:rsid w:val="0064675D"/>
    <w:rsid w:val="00651C5B"/>
    <w:rsid w:val="0065273C"/>
    <w:rsid w:val="00660286"/>
    <w:rsid w:val="00661297"/>
    <w:rsid w:val="00661534"/>
    <w:rsid w:val="00661AA5"/>
    <w:rsid w:val="00662F55"/>
    <w:rsid w:val="00665172"/>
    <w:rsid w:val="006763F9"/>
    <w:rsid w:val="00677D85"/>
    <w:rsid w:val="006854CE"/>
    <w:rsid w:val="00691C61"/>
    <w:rsid w:val="006929DD"/>
    <w:rsid w:val="006949BC"/>
    <w:rsid w:val="006A1AEF"/>
    <w:rsid w:val="006A34FA"/>
    <w:rsid w:val="006A3ECB"/>
    <w:rsid w:val="006B1552"/>
    <w:rsid w:val="006B31DC"/>
    <w:rsid w:val="006B557D"/>
    <w:rsid w:val="006B7BF6"/>
    <w:rsid w:val="006C4E7C"/>
    <w:rsid w:val="006D1229"/>
    <w:rsid w:val="006D372F"/>
    <w:rsid w:val="006D3B5C"/>
    <w:rsid w:val="006D4367"/>
    <w:rsid w:val="006D7A18"/>
    <w:rsid w:val="006E246F"/>
    <w:rsid w:val="006E29AD"/>
    <w:rsid w:val="006E4474"/>
    <w:rsid w:val="006F0405"/>
    <w:rsid w:val="006F615B"/>
    <w:rsid w:val="006F6382"/>
    <w:rsid w:val="00701388"/>
    <w:rsid w:val="007017B8"/>
    <w:rsid w:val="00706488"/>
    <w:rsid w:val="00715132"/>
    <w:rsid w:val="0072101D"/>
    <w:rsid w:val="00723B7F"/>
    <w:rsid w:val="00725861"/>
    <w:rsid w:val="0073273B"/>
    <w:rsid w:val="0073393A"/>
    <w:rsid w:val="0073539D"/>
    <w:rsid w:val="007568A1"/>
    <w:rsid w:val="00762C39"/>
    <w:rsid w:val="007643E6"/>
    <w:rsid w:val="007670FE"/>
    <w:rsid w:val="00767B8A"/>
    <w:rsid w:val="00770A14"/>
    <w:rsid w:val="00770F41"/>
    <w:rsid w:val="0077359D"/>
    <w:rsid w:val="00775481"/>
    <w:rsid w:val="00775701"/>
    <w:rsid w:val="00784596"/>
    <w:rsid w:val="007875CD"/>
    <w:rsid w:val="007901A1"/>
    <w:rsid w:val="00794520"/>
    <w:rsid w:val="0079572F"/>
    <w:rsid w:val="007A1738"/>
    <w:rsid w:val="007A233B"/>
    <w:rsid w:val="007B02FB"/>
    <w:rsid w:val="007B1CF1"/>
    <w:rsid w:val="007B2DDC"/>
    <w:rsid w:val="007B4863"/>
    <w:rsid w:val="007C3EAF"/>
    <w:rsid w:val="007C42F9"/>
    <w:rsid w:val="007C65E6"/>
    <w:rsid w:val="007C6915"/>
    <w:rsid w:val="007D406B"/>
    <w:rsid w:val="007D4407"/>
    <w:rsid w:val="007D7D40"/>
    <w:rsid w:val="007E08DF"/>
    <w:rsid w:val="007E1CA3"/>
    <w:rsid w:val="007F0947"/>
    <w:rsid w:val="007F3708"/>
    <w:rsid w:val="008031FB"/>
    <w:rsid w:val="00812D62"/>
    <w:rsid w:val="00812F29"/>
    <w:rsid w:val="008140D4"/>
    <w:rsid w:val="008161F3"/>
    <w:rsid w:val="00816C56"/>
    <w:rsid w:val="008173AD"/>
    <w:rsid w:val="00820F6A"/>
    <w:rsid w:val="00821713"/>
    <w:rsid w:val="00822988"/>
    <w:rsid w:val="00827050"/>
    <w:rsid w:val="008319BF"/>
    <w:rsid w:val="0083278B"/>
    <w:rsid w:val="00833E66"/>
    <w:rsid w:val="00834538"/>
    <w:rsid w:val="0083635C"/>
    <w:rsid w:val="00837D41"/>
    <w:rsid w:val="00841E15"/>
    <w:rsid w:val="00842EE6"/>
    <w:rsid w:val="00843382"/>
    <w:rsid w:val="008447FB"/>
    <w:rsid w:val="008457C8"/>
    <w:rsid w:val="00846CEA"/>
    <w:rsid w:val="00850E89"/>
    <w:rsid w:val="008527D0"/>
    <w:rsid w:val="0085341C"/>
    <w:rsid w:val="00857C78"/>
    <w:rsid w:val="0086101E"/>
    <w:rsid w:val="00862DAB"/>
    <w:rsid w:val="008647BC"/>
    <w:rsid w:val="00865BD1"/>
    <w:rsid w:val="00870BA4"/>
    <w:rsid w:val="0087153D"/>
    <w:rsid w:val="0087350F"/>
    <w:rsid w:val="00883123"/>
    <w:rsid w:val="008930E4"/>
    <w:rsid w:val="00893821"/>
    <w:rsid w:val="00894001"/>
    <w:rsid w:val="008A0221"/>
    <w:rsid w:val="008A6D64"/>
    <w:rsid w:val="008A7B9C"/>
    <w:rsid w:val="008B1BD8"/>
    <w:rsid w:val="008B39FA"/>
    <w:rsid w:val="008B4754"/>
    <w:rsid w:val="008B74A1"/>
    <w:rsid w:val="008C18ED"/>
    <w:rsid w:val="008D2D8A"/>
    <w:rsid w:val="008D404C"/>
    <w:rsid w:val="008D5625"/>
    <w:rsid w:val="008D7A3E"/>
    <w:rsid w:val="008E05E3"/>
    <w:rsid w:val="008E095E"/>
    <w:rsid w:val="008E6A7A"/>
    <w:rsid w:val="008E7003"/>
    <w:rsid w:val="008F1038"/>
    <w:rsid w:val="008F471E"/>
    <w:rsid w:val="008F7046"/>
    <w:rsid w:val="009005FC"/>
    <w:rsid w:val="00905766"/>
    <w:rsid w:val="0091101C"/>
    <w:rsid w:val="0091176C"/>
    <w:rsid w:val="009128DE"/>
    <w:rsid w:val="00922DC2"/>
    <w:rsid w:val="00922E5A"/>
    <w:rsid w:val="009235B9"/>
    <w:rsid w:val="00930006"/>
    <w:rsid w:val="009336F9"/>
    <w:rsid w:val="009361F2"/>
    <w:rsid w:val="0094263F"/>
    <w:rsid w:val="00943315"/>
    <w:rsid w:val="0094355C"/>
    <w:rsid w:val="00946303"/>
    <w:rsid w:val="00946C27"/>
    <w:rsid w:val="00957171"/>
    <w:rsid w:val="0096008C"/>
    <w:rsid w:val="00960285"/>
    <w:rsid w:val="00961C3B"/>
    <w:rsid w:val="00974717"/>
    <w:rsid w:val="009770E6"/>
    <w:rsid w:val="00981635"/>
    <w:rsid w:val="0098368E"/>
    <w:rsid w:val="00983ADB"/>
    <w:rsid w:val="00985D02"/>
    <w:rsid w:val="00991EA8"/>
    <w:rsid w:val="00992C53"/>
    <w:rsid w:val="009A0616"/>
    <w:rsid w:val="009A0824"/>
    <w:rsid w:val="009A4129"/>
    <w:rsid w:val="009A44A8"/>
    <w:rsid w:val="009A4F3D"/>
    <w:rsid w:val="009A573D"/>
    <w:rsid w:val="009B3DDE"/>
    <w:rsid w:val="009B4606"/>
    <w:rsid w:val="009B696B"/>
    <w:rsid w:val="009B7671"/>
    <w:rsid w:val="009C14D2"/>
    <w:rsid w:val="009C1A43"/>
    <w:rsid w:val="009C1E61"/>
    <w:rsid w:val="009C71B8"/>
    <w:rsid w:val="009D2698"/>
    <w:rsid w:val="009E2DB2"/>
    <w:rsid w:val="009E5BA1"/>
    <w:rsid w:val="009E6A17"/>
    <w:rsid w:val="009F056E"/>
    <w:rsid w:val="009F0905"/>
    <w:rsid w:val="00A01017"/>
    <w:rsid w:val="00A01FF2"/>
    <w:rsid w:val="00A0356E"/>
    <w:rsid w:val="00A06DB8"/>
    <w:rsid w:val="00A119DE"/>
    <w:rsid w:val="00A148F1"/>
    <w:rsid w:val="00A22237"/>
    <w:rsid w:val="00A24BAA"/>
    <w:rsid w:val="00A24F3D"/>
    <w:rsid w:val="00A25C33"/>
    <w:rsid w:val="00A26DCD"/>
    <w:rsid w:val="00A314BB"/>
    <w:rsid w:val="00A32B7D"/>
    <w:rsid w:val="00A3652C"/>
    <w:rsid w:val="00A40CF6"/>
    <w:rsid w:val="00A442E1"/>
    <w:rsid w:val="00A4507A"/>
    <w:rsid w:val="00A45723"/>
    <w:rsid w:val="00A46A5C"/>
    <w:rsid w:val="00A5076F"/>
    <w:rsid w:val="00A5165D"/>
    <w:rsid w:val="00A5596B"/>
    <w:rsid w:val="00A56092"/>
    <w:rsid w:val="00A56560"/>
    <w:rsid w:val="00A56667"/>
    <w:rsid w:val="00A56D4F"/>
    <w:rsid w:val="00A612CD"/>
    <w:rsid w:val="00A61D85"/>
    <w:rsid w:val="00A62D4A"/>
    <w:rsid w:val="00A63EA1"/>
    <w:rsid w:val="00A646B3"/>
    <w:rsid w:val="00A64A85"/>
    <w:rsid w:val="00A6739B"/>
    <w:rsid w:val="00A8307D"/>
    <w:rsid w:val="00A84DAE"/>
    <w:rsid w:val="00A85D06"/>
    <w:rsid w:val="00A90413"/>
    <w:rsid w:val="00A966C8"/>
    <w:rsid w:val="00AA1EB8"/>
    <w:rsid w:val="00AA2744"/>
    <w:rsid w:val="00AA2EC0"/>
    <w:rsid w:val="00AA3023"/>
    <w:rsid w:val="00AA39D0"/>
    <w:rsid w:val="00AA728C"/>
    <w:rsid w:val="00AB0A9C"/>
    <w:rsid w:val="00AB14EB"/>
    <w:rsid w:val="00AB357D"/>
    <w:rsid w:val="00AB62F8"/>
    <w:rsid w:val="00AB7119"/>
    <w:rsid w:val="00AC6440"/>
    <w:rsid w:val="00AC7C09"/>
    <w:rsid w:val="00AC7E17"/>
    <w:rsid w:val="00AD2735"/>
    <w:rsid w:val="00AD5855"/>
    <w:rsid w:val="00AE6357"/>
    <w:rsid w:val="00AE6BEC"/>
    <w:rsid w:val="00AE7500"/>
    <w:rsid w:val="00AE7C11"/>
    <w:rsid w:val="00AE7F87"/>
    <w:rsid w:val="00AF03CD"/>
    <w:rsid w:val="00AF254B"/>
    <w:rsid w:val="00AF262F"/>
    <w:rsid w:val="00AF3542"/>
    <w:rsid w:val="00AF55FE"/>
    <w:rsid w:val="00AF5ABE"/>
    <w:rsid w:val="00B00415"/>
    <w:rsid w:val="00B008FB"/>
    <w:rsid w:val="00B03925"/>
    <w:rsid w:val="00B03C2A"/>
    <w:rsid w:val="00B04167"/>
    <w:rsid w:val="00B06F96"/>
    <w:rsid w:val="00B1000D"/>
    <w:rsid w:val="00B10134"/>
    <w:rsid w:val="00B13518"/>
    <w:rsid w:val="00B162DA"/>
    <w:rsid w:val="00B16BFE"/>
    <w:rsid w:val="00B17A6F"/>
    <w:rsid w:val="00B2187E"/>
    <w:rsid w:val="00B22DE3"/>
    <w:rsid w:val="00B257D6"/>
    <w:rsid w:val="00B332BF"/>
    <w:rsid w:val="00B371AA"/>
    <w:rsid w:val="00B40C7E"/>
    <w:rsid w:val="00B44564"/>
    <w:rsid w:val="00B448BE"/>
    <w:rsid w:val="00B500E5"/>
    <w:rsid w:val="00B51FDF"/>
    <w:rsid w:val="00B56DD3"/>
    <w:rsid w:val="00B57C4D"/>
    <w:rsid w:val="00B61625"/>
    <w:rsid w:val="00B61E04"/>
    <w:rsid w:val="00B71782"/>
    <w:rsid w:val="00B7439F"/>
    <w:rsid w:val="00B80789"/>
    <w:rsid w:val="00B86647"/>
    <w:rsid w:val="00B8731D"/>
    <w:rsid w:val="00B95629"/>
    <w:rsid w:val="00B97844"/>
    <w:rsid w:val="00BA3234"/>
    <w:rsid w:val="00BA39BB"/>
    <w:rsid w:val="00BA3B3D"/>
    <w:rsid w:val="00BA40C2"/>
    <w:rsid w:val="00BA61D6"/>
    <w:rsid w:val="00BA6668"/>
    <w:rsid w:val="00BB06FB"/>
    <w:rsid w:val="00BB29BD"/>
    <w:rsid w:val="00BB7EEA"/>
    <w:rsid w:val="00BC020A"/>
    <w:rsid w:val="00BC7425"/>
    <w:rsid w:val="00BD05AE"/>
    <w:rsid w:val="00BD1717"/>
    <w:rsid w:val="00BD1909"/>
    <w:rsid w:val="00BD20BF"/>
    <w:rsid w:val="00BD4F2A"/>
    <w:rsid w:val="00BD5A00"/>
    <w:rsid w:val="00BD5C20"/>
    <w:rsid w:val="00BD680F"/>
    <w:rsid w:val="00BE1E22"/>
    <w:rsid w:val="00BE365F"/>
    <w:rsid w:val="00BE5E16"/>
    <w:rsid w:val="00BE5FD1"/>
    <w:rsid w:val="00BF0652"/>
    <w:rsid w:val="00BF3314"/>
    <w:rsid w:val="00C006AD"/>
    <w:rsid w:val="00C034F3"/>
    <w:rsid w:val="00C04A3B"/>
    <w:rsid w:val="00C0536C"/>
    <w:rsid w:val="00C06E05"/>
    <w:rsid w:val="00C14B14"/>
    <w:rsid w:val="00C16B0F"/>
    <w:rsid w:val="00C17370"/>
    <w:rsid w:val="00C2054D"/>
    <w:rsid w:val="00C22804"/>
    <w:rsid w:val="00C23A31"/>
    <w:rsid w:val="00C24FBC"/>
    <w:rsid w:val="00C252EB"/>
    <w:rsid w:val="00C26628"/>
    <w:rsid w:val="00C26EC0"/>
    <w:rsid w:val="00C316D5"/>
    <w:rsid w:val="00C32C07"/>
    <w:rsid w:val="00C348F6"/>
    <w:rsid w:val="00C3612F"/>
    <w:rsid w:val="00C364EE"/>
    <w:rsid w:val="00C36DF2"/>
    <w:rsid w:val="00C454B5"/>
    <w:rsid w:val="00C4702E"/>
    <w:rsid w:val="00C56C77"/>
    <w:rsid w:val="00C63308"/>
    <w:rsid w:val="00C65169"/>
    <w:rsid w:val="00C7015A"/>
    <w:rsid w:val="00C7048B"/>
    <w:rsid w:val="00C71681"/>
    <w:rsid w:val="00C76508"/>
    <w:rsid w:val="00C809F6"/>
    <w:rsid w:val="00C82D02"/>
    <w:rsid w:val="00C84923"/>
    <w:rsid w:val="00C86C7B"/>
    <w:rsid w:val="00C9414B"/>
    <w:rsid w:val="00C962C4"/>
    <w:rsid w:val="00CA7450"/>
    <w:rsid w:val="00CB2AA9"/>
    <w:rsid w:val="00CB37B3"/>
    <w:rsid w:val="00CB7B3E"/>
    <w:rsid w:val="00CC2A31"/>
    <w:rsid w:val="00CC3996"/>
    <w:rsid w:val="00CC47EA"/>
    <w:rsid w:val="00CC739D"/>
    <w:rsid w:val="00CC7E25"/>
    <w:rsid w:val="00CD5374"/>
    <w:rsid w:val="00CD6344"/>
    <w:rsid w:val="00CD65ED"/>
    <w:rsid w:val="00CE2751"/>
    <w:rsid w:val="00CE3DDF"/>
    <w:rsid w:val="00CE5398"/>
    <w:rsid w:val="00CE5D5D"/>
    <w:rsid w:val="00CF2131"/>
    <w:rsid w:val="00CF467A"/>
    <w:rsid w:val="00CF73EF"/>
    <w:rsid w:val="00D00DFF"/>
    <w:rsid w:val="00D04468"/>
    <w:rsid w:val="00D27527"/>
    <w:rsid w:val="00D27B13"/>
    <w:rsid w:val="00D30640"/>
    <w:rsid w:val="00D30644"/>
    <w:rsid w:val="00D306F2"/>
    <w:rsid w:val="00D34663"/>
    <w:rsid w:val="00D36257"/>
    <w:rsid w:val="00D37D4A"/>
    <w:rsid w:val="00D449E9"/>
    <w:rsid w:val="00D4687E"/>
    <w:rsid w:val="00D52C71"/>
    <w:rsid w:val="00D53A12"/>
    <w:rsid w:val="00D54159"/>
    <w:rsid w:val="00D62C5D"/>
    <w:rsid w:val="00D64291"/>
    <w:rsid w:val="00D849F4"/>
    <w:rsid w:val="00D85D62"/>
    <w:rsid w:val="00D86CFB"/>
    <w:rsid w:val="00D87E2A"/>
    <w:rsid w:val="00DA1A52"/>
    <w:rsid w:val="00DA378E"/>
    <w:rsid w:val="00DA38A4"/>
    <w:rsid w:val="00DA6552"/>
    <w:rsid w:val="00DA744F"/>
    <w:rsid w:val="00DB0C43"/>
    <w:rsid w:val="00DB69D6"/>
    <w:rsid w:val="00DB6C45"/>
    <w:rsid w:val="00DC7E42"/>
    <w:rsid w:val="00DD095C"/>
    <w:rsid w:val="00DD0BD3"/>
    <w:rsid w:val="00DD5B7B"/>
    <w:rsid w:val="00DD6D0F"/>
    <w:rsid w:val="00DE03F6"/>
    <w:rsid w:val="00DE2F85"/>
    <w:rsid w:val="00DE3354"/>
    <w:rsid w:val="00DE3AF8"/>
    <w:rsid w:val="00DE4C1B"/>
    <w:rsid w:val="00DE541F"/>
    <w:rsid w:val="00DE601B"/>
    <w:rsid w:val="00DF0EBE"/>
    <w:rsid w:val="00DF40AE"/>
    <w:rsid w:val="00DF7DCD"/>
    <w:rsid w:val="00E04A46"/>
    <w:rsid w:val="00E04BA4"/>
    <w:rsid w:val="00E07521"/>
    <w:rsid w:val="00E1432E"/>
    <w:rsid w:val="00E1564E"/>
    <w:rsid w:val="00E23894"/>
    <w:rsid w:val="00E25767"/>
    <w:rsid w:val="00E30381"/>
    <w:rsid w:val="00E3246F"/>
    <w:rsid w:val="00E40B5A"/>
    <w:rsid w:val="00E43AA8"/>
    <w:rsid w:val="00E45FCA"/>
    <w:rsid w:val="00E464BF"/>
    <w:rsid w:val="00E50477"/>
    <w:rsid w:val="00E50B7D"/>
    <w:rsid w:val="00E61D89"/>
    <w:rsid w:val="00E651D6"/>
    <w:rsid w:val="00E672B3"/>
    <w:rsid w:val="00E676EC"/>
    <w:rsid w:val="00E732FF"/>
    <w:rsid w:val="00E74E3D"/>
    <w:rsid w:val="00E75C27"/>
    <w:rsid w:val="00E76056"/>
    <w:rsid w:val="00E76D0A"/>
    <w:rsid w:val="00E84CEE"/>
    <w:rsid w:val="00E85173"/>
    <w:rsid w:val="00E875E1"/>
    <w:rsid w:val="00E904A1"/>
    <w:rsid w:val="00E94AA8"/>
    <w:rsid w:val="00E969E1"/>
    <w:rsid w:val="00E97334"/>
    <w:rsid w:val="00EA7A22"/>
    <w:rsid w:val="00EB132D"/>
    <w:rsid w:val="00EB250A"/>
    <w:rsid w:val="00EB3121"/>
    <w:rsid w:val="00EB5510"/>
    <w:rsid w:val="00EB5844"/>
    <w:rsid w:val="00EB5AC7"/>
    <w:rsid w:val="00EB7015"/>
    <w:rsid w:val="00EB7D28"/>
    <w:rsid w:val="00EB7E71"/>
    <w:rsid w:val="00EB7EF6"/>
    <w:rsid w:val="00EC0D0C"/>
    <w:rsid w:val="00EC2411"/>
    <w:rsid w:val="00EC4E4B"/>
    <w:rsid w:val="00ED16AF"/>
    <w:rsid w:val="00ED364C"/>
    <w:rsid w:val="00ED4A2C"/>
    <w:rsid w:val="00ED4A78"/>
    <w:rsid w:val="00EE08E8"/>
    <w:rsid w:val="00EE451D"/>
    <w:rsid w:val="00EE57A9"/>
    <w:rsid w:val="00EF1E7D"/>
    <w:rsid w:val="00EF3E26"/>
    <w:rsid w:val="00EF6940"/>
    <w:rsid w:val="00F03EC5"/>
    <w:rsid w:val="00F04DB3"/>
    <w:rsid w:val="00F16CFA"/>
    <w:rsid w:val="00F2044A"/>
    <w:rsid w:val="00F20BFC"/>
    <w:rsid w:val="00F2175A"/>
    <w:rsid w:val="00F22D94"/>
    <w:rsid w:val="00F23DF1"/>
    <w:rsid w:val="00F24D5F"/>
    <w:rsid w:val="00F309C5"/>
    <w:rsid w:val="00F34037"/>
    <w:rsid w:val="00F40A6A"/>
    <w:rsid w:val="00F4393F"/>
    <w:rsid w:val="00F47DF0"/>
    <w:rsid w:val="00F52029"/>
    <w:rsid w:val="00F52870"/>
    <w:rsid w:val="00F52FDA"/>
    <w:rsid w:val="00F57F6B"/>
    <w:rsid w:val="00F60266"/>
    <w:rsid w:val="00F61016"/>
    <w:rsid w:val="00F6289D"/>
    <w:rsid w:val="00F64209"/>
    <w:rsid w:val="00F6492E"/>
    <w:rsid w:val="00F653AB"/>
    <w:rsid w:val="00F70554"/>
    <w:rsid w:val="00F71376"/>
    <w:rsid w:val="00F726C3"/>
    <w:rsid w:val="00F817C2"/>
    <w:rsid w:val="00F8182C"/>
    <w:rsid w:val="00F820CA"/>
    <w:rsid w:val="00F8554C"/>
    <w:rsid w:val="00F91D07"/>
    <w:rsid w:val="00F94971"/>
    <w:rsid w:val="00F95525"/>
    <w:rsid w:val="00F95F82"/>
    <w:rsid w:val="00F97A90"/>
    <w:rsid w:val="00FA4B6A"/>
    <w:rsid w:val="00FC2F35"/>
    <w:rsid w:val="00FC3FD7"/>
    <w:rsid w:val="00FC48DA"/>
    <w:rsid w:val="00FC77AB"/>
    <w:rsid w:val="00FD0EC2"/>
    <w:rsid w:val="00FD1FC6"/>
    <w:rsid w:val="00FD7445"/>
    <w:rsid w:val="00FE38CD"/>
    <w:rsid w:val="00FE5869"/>
    <w:rsid w:val="00FE7851"/>
    <w:rsid w:val="00FF27C7"/>
    <w:rsid w:val="00FF2C18"/>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7673508F-1B63-431D-86EB-F1063EE5E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HTMLCode">
    <w:name w:val="HTML Code"/>
    <w:basedOn w:val="DefaultParagraphFont"/>
    <w:uiPriority w:val="99"/>
    <w:semiHidden/>
    <w:unhideWhenUsed/>
    <w:rsid w:val="005056FE"/>
    <w:rPr>
      <w:rFonts w:ascii="Courier New" w:eastAsia="Times New Roman" w:hAnsi="Courier New" w:cs="Courier New"/>
      <w:sz w:val="20"/>
      <w:szCs w:val="20"/>
    </w:rPr>
  </w:style>
  <w:style w:type="paragraph" w:styleId="Caption">
    <w:name w:val="caption"/>
    <w:basedOn w:val="Normal"/>
    <w:next w:val="Normal"/>
    <w:unhideWhenUsed/>
    <w:qFormat/>
    <w:rsid w:val="00F6289D"/>
    <w:pPr>
      <w:spacing w:after="200"/>
    </w:pPr>
    <w:rPr>
      <w:i/>
      <w:iCs/>
      <w:color w:val="1F497D" w:themeColor="text2"/>
      <w:sz w:val="18"/>
      <w:szCs w:val="18"/>
    </w:rPr>
  </w:style>
  <w:style w:type="character" w:styleId="FollowedHyperlink">
    <w:name w:val="FollowedHyperlink"/>
    <w:basedOn w:val="DefaultParagraphFont"/>
    <w:semiHidden/>
    <w:unhideWhenUsed/>
    <w:rsid w:val="00E94AA8"/>
    <w:rPr>
      <w:color w:val="800080" w:themeColor="followedHyperlink"/>
      <w:u w:val="single"/>
    </w:rPr>
  </w:style>
  <w:style w:type="paragraph" w:styleId="Header">
    <w:name w:val="header"/>
    <w:basedOn w:val="Normal"/>
    <w:link w:val="HeaderChar"/>
    <w:unhideWhenUsed/>
    <w:rsid w:val="006101D8"/>
    <w:pPr>
      <w:tabs>
        <w:tab w:val="center" w:pos="4513"/>
        <w:tab w:val="right" w:pos="9026"/>
      </w:tabs>
    </w:pPr>
  </w:style>
  <w:style w:type="character" w:customStyle="1" w:styleId="HeaderChar">
    <w:name w:val="Header Char"/>
    <w:basedOn w:val="DefaultParagraphFont"/>
    <w:link w:val="Header"/>
    <w:rsid w:val="006101D8"/>
    <w:rPr>
      <w:sz w:val="24"/>
      <w:lang w:val="en-US" w:eastAsia="en-US"/>
    </w:rPr>
  </w:style>
  <w:style w:type="paragraph" w:styleId="Footer">
    <w:name w:val="footer"/>
    <w:basedOn w:val="Normal"/>
    <w:link w:val="FooterChar"/>
    <w:unhideWhenUsed/>
    <w:rsid w:val="006101D8"/>
    <w:pPr>
      <w:tabs>
        <w:tab w:val="center" w:pos="4513"/>
        <w:tab w:val="right" w:pos="9026"/>
      </w:tabs>
    </w:pPr>
  </w:style>
  <w:style w:type="character" w:customStyle="1" w:styleId="FooterChar">
    <w:name w:val="Footer Char"/>
    <w:basedOn w:val="DefaultParagraphFont"/>
    <w:link w:val="Footer"/>
    <w:rsid w:val="006101D8"/>
    <w:rPr>
      <w:sz w:val="24"/>
      <w:lang w:val="en-US" w:eastAsia="en-US"/>
    </w:rPr>
  </w:style>
  <w:style w:type="character" w:styleId="PlaceholderText">
    <w:name w:val="Placeholder Text"/>
    <w:basedOn w:val="DefaultParagraphFont"/>
    <w:uiPriority w:val="99"/>
    <w:semiHidden/>
    <w:rsid w:val="001F09E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04307">
      <w:bodyDiv w:val="1"/>
      <w:marLeft w:val="0"/>
      <w:marRight w:val="0"/>
      <w:marTop w:val="0"/>
      <w:marBottom w:val="0"/>
      <w:divBdr>
        <w:top w:val="none" w:sz="0" w:space="0" w:color="auto"/>
        <w:left w:val="none" w:sz="0" w:space="0" w:color="auto"/>
        <w:bottom w:val="none" w:sz="0" w:space="0" w:color="auto"/>
        <w:right w:val="none" w:sz="0" w:space="0" w:color="auto"/>
      </w:divBdr>
    </w:div>
    <w:div w:id="78790406">
      <w:bodyDiv w:val="1"/>
      <w:marLeft w:val="0"/>
      <w:marRight w:val="0"/>
      <w:marTop w:val="0"/>
      <w:marBottom w:val="0"/>
      <w:divBdr>
        <w:top w:val="none" w:sz="0" w:space="0" w:color="auto"/>
        <w:left w:val="none" w:sz="0" w:space="0" w:color="auto"/>
        <w:bottom w:val="none" w:sz="0" w:space="0" w:color="auto"/>
        <w:right w:val="none" w:sz="0" w:space="0" w:color="auto"/>
      </w:divBdr>
      <w:divsChild>
        <w:div w:id="1398625386">
          <w:marLeft w:val="0"/>
          <w:marRight w:val="0"/>
          <w:marTop w:val="0"/>
          <w:marBottom w:val="0"/>
          <w:divBdr>
            <w:top w:val="none" w:sz="0" w:space="0" w:color="auto"/>
            <w:left w:val="none" w:sz="0" w:space="0" w:color="auto"/>
            <w:bottom w:val="none" w:sz="0" w:space="0" w:color="auto"/>
            <w:right w:val="none" w:sz="0" w:space="0" w:color="auto"/>
          </w:divBdr>
        </w:div>
      </w:divsChild>
    </w:div>
    <w:div w:id="162206890">
      <w:bodyDiv w:val="1"/>
      <w:marLeft w:val="0"/>
      <w:marRight w:val="0"/>
      <w:marTop w:val="0"/>
      <w:marBottom w:val="0"/>
      <w:divBdr>
        <w:top w:val="none" w:sz="0" w:space="0" w:color="auto"/>
        <w:left w:val="none" w:sz="0" w:space="0" w:color="auto"/>
        <w:bottom w:val="none" w:sz="0" w:space="0" w:color="auto"/>
        <w:right w:val="none" w:sz="0" w:space="0" w:color="auto"/>
      </w:divBdr>
    </w:div>
    <w:div w:id="170145629">
      <w:bodyDiv w:val="1"/>
      <w:marLeft w:val="0"/>
      <w:marRight w:val="0"/>
      <w:marTop w:val="0"/>
      <w:marBottom w:val="0"/>
      <w:divBdr>
        <w:top w:val="none" w:sz="0" w:space="0" w:color="auto"/>
        <w:left w:val="none" w:sz="0" w:space="0" w:color="auto"/>
        <w:bottom w:val="none" w:sz="0" w:space="0" w:color="auto"/>
        <w:right w:val="none" w:sz="0" w:space="0" w:color="auto"/>
      </w:divBdr>
    </w:div>
    <w:div w:id="321782428">
      <w:bodyDiv w:val="1"/>
      <w:marLeft w:val="0"/>
      <w:marRight w:val="0"/>
      <w:marTop w:val="0"/>
      <w:marBottom w:val="0"/>
      <w:divBdr>
        <w:top w:val="none" w:sz="0" w:space="0" w:color="auto"/>
        <w:left w:val="none" w:sz="0" w:space="0" w:color="auto"/>
        <w:bottom w:val="none" w:sz="0" w:space="0" w:color="auto"/>
        <w:right w:val="none" w:sz="0" w:space="0" w:color="auto"/>
      </w:divBdr>
      <w:divsChild>
        <w:div w:id="1185828827">
          <w:marLeft w:val="0"/>
          <w:marRight w:val="0"/>
          <w:marTop w:val="0"/>
          <w:marBottom w:val="0"/>
          <w:divBdr>
            <w:top w:val="none" w:sz="0" w:space="0" w:color="auto"/>
            <w:left w:val="none" w:sz="0" w:space="0" w:color="auto"/>
            <w:bottom w:val="none" w:sz="0" w:space="0" w:color="auto"/>
            <w:right w:val="none" w:sz="0" w:space="0" w:color="auto"/>
          </w:divBdr>
        </w:div>
      </w:divsChild>
    </w:div>
    <w:div w:id="372267939">
      <w:bodyDiv w:val="1"/>
      <w:marLeft w:val="0"/>
      <w:marRight w:val="0"/>
      <w:marTop w:val="0"/>
      <w:marBottom w:val="0"/>
      <w:divBdr>
        <w:top w:val="none" w:sz="0" w:space="0" w:color="auto"/>
        <w:left w:val="none" w:sz="0" w:space="0" w:color="auto"/>
        <w:bottom w:val="none" w:sz="0" w:space="0" w:color="auto"/>
        <w:right w:val="none" w:sz="0" w:space="0" w:color="auto"/>
      </w:divBdr>
      <w:divsChild>
        <w:div w:id="850221733">
          <w:marLeft w:val="0"/>
          <w:marRight w:val="0"/>
          <w:marTop w:val="0"/>
          <w:marBottom w:val="0"/>
          <w:divBdr>
            <w:top w:val="none" w:sz="0" w:space="0" w:color="auto"/>
            <w:left w:val="none" w:sz="0" w:space="0" w:color="auto"/>
            <w:bottom w:val="none" w:sz="0" w:space="0" w:color="auto"/>
            <w:right w:val="none" w:sz="0" w:space="0" w:color="auto"/>
          </w:divBdr>
        </w:div>
      </w:divsChild>
    </w:div>
    <w:div w:id="381713943">
      <w:bodyDiv w:val="1"/>
      <w:marLeft w:val="0"/>
      <w:marRight w:val="0"/>
      <w:marTop w:val="0"/>
      <w:marBottom w:val="0"/>
      <w:divBdr>
        <w:top w:val="none" w:sz="0" w:space="0" w:color="auto"/>
        <w:left w:val="none" w:sz="0" w:space="0" w:color="auto"/>
        <w:bottom w:val="none" w:sz="0" w:space="0" w:color="auto"/>
        <w:right w:val="none" w:sz="0" w:space="0" w:color="auto"/>
      </w:divBdr>
    </w:div>
    <w:div w:id="384450957">
      <w:bodyDiv w:val="1"/>
      <w:marLeft w:val="0"/>
      <w:marRight w:val="0"/>
      <w:marTop w:val="0"/>
      <w:marBottom w:val="0"/>
      <w:divBdr>
        <w:top w:val="none" w:sz="0" w:space="0" w:color="auto"/>
        <w:left w:val="none" w:sz="0" w:space="0" w:color="auto"/>
        <w:bottom w:val="none" w:sz="0" w:space="0" w:color="auto"/>
        <w:right w:val="none" w:sz="0" w:space="0" w:color="auto"/>
      </w:divBdr>
    </w:div>
    <w:div w:id="475267132">
      <w:bodyDiv w:val="1"/>
      <w:marLeft w:val="0"/>
      <w:marRight w:val="0"/>
      <w:marTop w:val="0"/>
      <w:marBottom w:val="0"/>
      <w:divBdr>
        <w:top w:val="none" w:sz="0" w:space="0" w:color="auto"/>
        <w:left w:val="none" w:sz="0" w:space="0" w:color="auto"/>
        <w:bottom w:val="none" w:sz="0" w:space="0" w:color="auto"/>
        <w:right w:val="none" w:sz="0" w:space="0" w:color="auto"/>
      </w:divBdr>
    </w:div>
    <w:div w:id="507406596">
      <w:bodyDiv w:val="1"/>
      <w:marLeft w:val="0"/>
      <w:marRight w:val="0"/>
      <w:marTop w:val="0"/>
      <w:marBottom w:val="0"/>
      <w:divBdr>
        <w:top w:val="none" w:sz="0" w:space="0" w:color="auto"/>
        <w:left w:val="none" w:sz="0" w:space="0" w:color="auto"/>
        <w:bottom w:val="none" w:sz="0" w:space="0" w:color="auto"/>
        <w:right w:val="none" w:sz="0" w:space="0" w:color="auto"/>
      </w:divBdr>
    </w:div>
    <w:div w:id="556816608">
      <w:bodyDiv w:val="1"/>
      <w:marLeft w:val="0"/>
      <w:marRight w:val="0"/>
      <w:marTop w:val="0"/>
      <w:marBottom w:val="0"/>
      <w:divBdr>
        <w:top w:val="none" w:sz="0" w:space="0" w:color="auto"/>
        <w:left w:val="none" w:sz="0" w:space="0" w:color="auto"/>
        <w:bottom w:val="none" w:sz="0" w:space="0" w:color="auto"/>
        <w:right w:val="none" w:sz="0" w:space="0" w:color="auto"/>
      </w:divBdr>
    </w:div>
    <w:div w:id="563217286">
      <w:bodyDiv w:val="1"/>
      <w:marLeft w:val="0"/>
      <w:marRight w:val="0"/>
      <w:marTop w:val="0"/>
      <w:marBottom w:val="0"/>
      <w:divBdr>
        <w:top w:val="none" w:sz="0" w:space="0" w:color="auto"/>
        <w:left w:val="none" w:sz="0" w:space="0" w:color="auto"/>
        <w:bottom w:val="none" w:sz="0" w:space="0" w:color="auto"/>
        <w:right w:val="none" w:sz="0" w:space="0" w:color="auto"/>
      </w:divBdr>
    </w:div>
    <w:div w:id="648481684">
      <w:bodyDiv w:val="1"/>
      <w:marLeft w:val="0"/>
      <w:marRight w:val="0"/>
      <w:marTop w:val="0"/>
      <w:marBottom w:val="0"/>
      <w:divBdr>
        <w:top w:val="none" w:sz="0" w:space="0" w:color="auto"/>
        <w:left w:val="none" w:sz="0" w:space="0" w:color="auto"/>
        <w:bottom w:val="none" w:sz="0" w:space="0" w:color="auto"/>
        <w:right w:val="none" w:sz="0" w:space="0" w:color="auto"/>
      </w:divBdr>
    </w:div>
    <w:div w:id="651907911">
      <w:bodyDiv w:val="1"/>
      <w:marLeft w:val="0"/>
      <w:marRight w:val="0"/>
      <w:marTop w:val="0"/>
      <w:marBottom w:val="0"/>
      <w:divBdr>
        <w:top w:val="none" w:sz="0" w:space="0" w:color="auto"/>
        <w:left w:val="none" w:sz="0" w:space="0" w:color="auto"/>
        <w:bottom w:val="none" w:sz="0" w:space="0" w:color="auto"/>
        <w:right w:val="none" w:sz="0" w:space="0" w:color="auto"/>
      </w:divBdr>
    </w:div>
    <w:div w:id="660737087">
      <w:bodyDiv w:val="1"/>
      <w:marLeft w:val="0"/>
      <w:marRight w:val="0"/>
      <w:marTop w:val="0"/>
      <w:marBottom w:val="0"/>
      <w:divBdr>
        <w:top w:val="none" w:sz="0" w:space="0" w:color="auto"/>
        <w:left w:val="none" w:sz="0" w:space="0" w:color="auto"/>
        <w:bottom w:val="none" w:sz="0" w:space="0" w:color="auto"/>
        <w:right w:val="none" w:sz="0" w:space="0" w:color="auto"/>
      </w:divBdr>
      <w:divsChild>
        <w:div w:id="323513122">
          <w:marLeft w:val="0"/>
          <w:marRight w:val="0"/>
          <w:marTop w:val="0"/>
          <w:marBottom w:val="0"/>
          <w:divBdr>
            <w:top w:val="none" w:sz="0" w:space="0" w:color="auto"/>
            <w:left w:val="none" w:sz="0" w:space="0" w:color="auto"/>
            <w:bottom w:val="none" w:sz="0" w:space="0" w:color="auto"/>
            <w:right w:val="none" w:sz="0" w:space="0" w:color="auto"/>
          </w:divBdr>
        </w:div>
      </w:divsChild>
    </w:div>
    <w:div w:id="721321885">
      <w:bodyDiv w:val="1"/>
      <w:marLeft w:val="0"/>
      <w:marRight w:val="0"/>
      <w:marTop w:val="0"/>
      <w:marBottom w:val="0"/>
      <w:divBdr>
        <w:top w:val="none" w:sz="0" w:space="0" w:color="auto"/>
        <w:left w:val="none" w:sz="0" w:space="0" w:color="auto"/>
        <w:bottom w:val="none" w:sz="0" w:space="0" w:color="auto"/>
        <w:right w:val="none" w:sz="0" w:space="0" w:color="auto"/>
      </w:divBdr>
    </w:div>
    <w:div w:id="762454251">
      <w:bodyDiv w:val="1"/>
      <w:marLeft w:val="0"/>
      <w:marRight w:val="0"/>
      <w:marTop w:val="0"/>
      <w:marBottom w:val="0"/>
      <w:divBdr>
        <w:top w:val="none" w:sz="0" w:space="0" w:color="auto"/>
        <w:left w:val="none" w:sz="0" w:space="0" w:color="auto"/>
        <w:bottom w:val="none" w:sz="0" w:space="0" w:color="auto"/>
        <w:right w:val="none" w:sz="0" w:space="0" w:color="auto"/>
      </w:divBdr>
      <w:divsChild>
        <w:div w:id="943461045">
          <w:marLeft w:val="0"/>
          <w:marRight w:val="0"/>
          <w:marTop w:val="0"/>
          <w:marBottom w:val="0"/>
          <w:divBdr>
            <w:top w:val="none" w:sz="0" w:space="0" w:color="auto"/>
            <w:left w:val="none" w:sz="0" w:space="0" w:color="auto"/>
            <w:bottom w:val="none" w:sz="0" w:space="0" w:color="auto"/>
            <w:right w:val="none" w:sz="0" w:space="0" w:color="auto"/>
          </w:divBdr>
        </w:div>
      </w:divsChild>
    </w:div>
    <w:div w:id="846138185">
      <w:bodyDiv w:val="1"/>
      <w:marLeft w:val="0"/>
      <w:marRight w:val="0"/>
      <w:marTop w:val="0"/>
      <w:marBottom w:val="0"/>
      <w:divBdr>
        <w:top w:val="none" w:sz="0" w:space="0" w:color="auto"/>
        <w:left w:val="none" w:sz="0" w:space="0" w:color="auto"/>
        <w:bottom w:val="none" w:sz="0" w:space="0" w:color="auto"/>
        <w:right w:val="none" w:sz="0" w:space="0" w:color="auto"/>
      </w:divBdr>
    </w:div>
    <w:div w:id="890535206">
      <w:bodyDiv w:val="1"/>
      <w:marLeft w:val="0"/>
      <w:marRight w:val="0"/>
      <w:marTop w:val="0"/>
      <w:marBottom w:val="0"/>
      <w:divBdr>
        <w:top w:val="none" w:sz="0" w:space="0" w:color="auto"/>
        <w:left w:val="none" w:sz="0" w:space="0" w:color="auto"/>
        <w:bottom w:val="none" w:sz="0" w:space="0" w:color="auto"/>
        <w:right w:val="none" w:sz="0" w:space="0" w:color="auto"/>
      </w:divBdr>
    </w:div>
    <w:div w:id="891190338">
      <w:bodyDiv w:val="1"/>
      <w:marLeft w:val="0"/>
      <w:marRight w:val="0"/>
      <w:marTop w:val="0"/>
      <w:marBottom w:val="0"/>
      <w:divBdr>
        <w:top w:val="none" w:sz="0" w:space="0" w:color="auto"/>
        <w:left w:val="none" w:sz="0" w:space="0" w:color="auto"/>
        <w:bottom w:val="none" w:sz="0" w:space="0" w:color="auto"/>
        <w:right w:val="none" w:sz="0" w:space="0" w:color="auto"/>
      </w:divBdr>
    </w:div>
    <w:div w:id="896821058">
      <w:bodyDiv w:val="1"/>
      <w:marLeft w:val="0"/>
      <w:marRight w:val="0"/>
      <w:marTop w:val="0"/>
      <w:marBottom w:val="0"/>
      <w:divBdr>
        <w:top w:val="none" w:sz="0" w:space="0" w:color="auto"/>
        <w:left w:val="none" w:sz="0" w:space="0" w:color="auto"/>
        <w:bottom w:val="none" w:sz="0" w:space="0" w:color="auto"/>
        <w:right w:val="none" w:sz="0" w:space="0" w:color="auto"/>
      </w:divBdr>
    </w:div>
    <w:div w:id="909926253">
      <w:bodyDiv w:val="1"/>
      <w:marLeft w:val="0"/>
      <w:marRight w:val="0"/>
      <w:marTop w:val="0"/>
      <w:marBottom w:val="0"/>
      <w:divBdr>
        <w:top w:val="none" w:sz="0" w:space="0" w:color="auto"/>
        <w:left w:val="none" w:sz="0" w:space="0" w:color="auto"/>
        <w:bottom w:val="none" w:sz="0" w:space="0" w:color="auto"/>
        <w:right w:val="none" w:sz="0" w:space="0" w:color="auto"/>
      </w:divBdr>
    </w:div>
    <w:div w:id="1034580792">
      <w:bodyDiv w:val="1"/>
      <w:marLeft w:val="0"/>
      <w:marRight w:val="0"/>
      <w:marTop w:val="0"/>
      <w:marBottom w:val="0"/>
      <w:divBdr>
        <w:top w:val="none" w:sz="0" w:space="0" w:color="auto"/>
        <w:left w:val="none" w:sz="0" w:space="0" w:color="auto"/>
        <w:bottom w:val="none" w:sz="0" w:space="0" w:color="auto"/>
        <w:right w:val="none" w:sz="0" w:space="0" w:color="auto"/>
      </w:divBdr>
    </w:div>
    <w:div w:id="1136531916">
      <w:bodyDiv w:val="1"/>
      <w:marLeft w:val="0"/>
      <w:marRight w:val="0"/>
      <w:marTop w:val="0"/>
      <w:marBottom w:val="0"/>
      <w:divBdr>
        <w:top w:val="none" w:sz="0" w:space="0" w:color="auto"/>
        <w:left w:val="none" w:sz="0" w:space="0" w:color="auto"/>
        <w:bottom w:val="none" w:sz="0" w:space="0" w:color="auto"/>
        <w:right w:val="none" w:sz="0" w:space="0" w:color="auto"/>
      </w:divBdr>
      <w:divsChild>
        <w:div w:id="358744436">
          <w:marLeft w:val="0"/>
          <w:marRight w:val="0"/>
          <w:marTop w:val="0"/>
          <w:marBottom w:val="0"/>
          <w:divBdr>
            <w:top w:val="none" w:sz="0" w:space="0" w:color="auto"/>
            <w:left w:val="none" w:sz="0" w:space="0" w:color="auto"/>
            <w:bottom w:val="none" w:sz="0" w:space="0" w:color="auto"/>
            <w:right w:val="none" w:sz="0" w:space="0" w:color="auto"/>
          </w:divBdr>
        </w:div>
      </w:divsChild>
    </w:div>
    <w:div w:id="1200319694">
      <w:bodyDiv w:val="1"/>
      <w:marLeft w:val="0"/>
      <w:marRight w:val="0"/>
      <w:marTop w:val="0"/>
      <w:marBottom w:val="0"/>
      <w:divBdr>
        <w:top w:val="none" w:sz="0" w:space="0" w:color="auto"/>
        <w:left w:val="none" w:sz="0" w:space="0" w:color="auto"/>
        <w:bottom w:val="none" w:sz="0" w:space="0" w:color="auto"/>
        <w:right w:val="none" w:sz="0" w:space="0" w:color="auto"/>
      </w:divBdr>
    </w:div>
    <w:div w:id="123038451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4120482">
      <w:bodyDiv w:val="1"/>
      <w:marLeft w:val="0"/>
      <w:marRight w:val="0"/>
      <w:marTop w:val="0"/>
      <w:marBottom w:val="0"/>
      <w:divBdr>
        <w:top w:val="none" w:sz="0" w:space="0" w:color="auto"/>
        <w:left w:val="none" w:sz="0" w:space="0" w:color="auto"/>
        <w:bottom w:val="none" w:sz="0" w:space="0" w:color="auto"/>
        <w:right w:val="none" w:sz="0" w:space="0" w:color="auto"/>
      </w:divBdr>
    </w:div>
    <w:div w:id="1289702109">
      <w:bodyDiv w:val="1"/>
      <w:marLeft w:val="0"/>
      <w:marRight w:val="0"/>
      <w:marTop w:val="0"/>
      <w:marBottom w:val="0"/>
      <w:divBdr>
        <w:top w:val="none" w:sz="0" w:space="0" w:color="auto"/>
        <w:left w:val="none" w:sz="0" w:space="0" w:color="auto"/>
        <w:bottom w:val="none" w:sz="0" w:space="0" w:color="auto"/>
        <w:right w:val="none" w:sz="0" w:space="0" w:color="auto"/>
      </w:divBdr>
    </w:div>
    <w:div w:id="1294755604">
      <w:bodyDiv w:val="1"/>
      <w:marLeft w:val="0"/>
      <w:marRight w:val="0"/>
      <w:marTop w:val="0"/>
      <w:marBottom w:val="0"/>
      <w:divBdr>
        <w:top w:val="none" w:sz="0" w:space="0" w:color="auto"/>
        <w:left w:val="none" w:sz="0" w:space="0" w:color="auto"/>
        <w:bottom w:val="none" w:sz="0" w:space="0" w:color="auto"/>
        <w:right w:val="none" w:sz="0" w:space="0" w:color="auto"/>
      </w:divBdr>
    </w:div>
    <w:div w:id="1310792880">
      <w:bodyDiv w:val="1"/>
      <w:marLeft w:val="0"/>
      <w:marRight w:val="0"/>
      <w:marTop w:val="0"/>
      <w:marBottom w:val="0"/>
      <w:divBdr>
        <w:top w:val="none" w:sz="0" w:space="0" w:color="auto"/>
        <w:left w:val="none" w:sz="0" w:space="0" w:color="auto"/>
        <w:bottom w:val="none" w:sz="0" w:space="0" w:color="auto"/>
        <w:right w:val="none" w:sz="0" w:space="0" w:color="auto"/>
      </w:divBdr>
    </w:div>
    <w:div w:id="1315837957">
      <w:bodyDiv w:val="1"/>
      <w:marLeft w:val="0"/>
      <w:marRight w:val="0"/>
      <w:marTop w:val="0"/>
      <w:marBottom w:val="0"/>
      <w:divBdr>
        <w:top w:val="none" w:sz="0" w:space="0" w:color="auto"/>
        <w:left w:val="none" w:sz="0" w:space="0" w:color="auto"/>
        <w:bottom w:val="none" w:sz="0" w:space="0" w:color="auto"/>
        <w:right w:val="none" w:sz="0" w:space="0" w:color="auto"/>
      </w:divBdr>
    </w:div>
    <w:div w:id="1344281493">
      <w:bodyDiv w:val="1"/>
      <w:marLeft w:val="0"/>
      <w:marRight w:val="0"/>
      <w:marTop w:val="0"/>
      <w:marBottom w:val="0"/>
      <w:divBdr>
        <w:top w:val="none" w:sz="0" w:space="0" w:color="auto"/>
        <w:left w:val="none" w:sz="0" w:space="0" w:color="auto"/>
        <w:bottom w:val="none" w:sz="0" w:space="0" w:color="auto"/>
        <w:right w:val="none" w:sz="0" w:space="0" w:color="auto"/>
      </w:divBdr>
    </w:div>
    <w:div w:id="1416240939">
      <w:bodyDiv w:val="1"/>
      <w:marLeft w:val="0"/>
      <w:marRight w:val="0"/>
      <w:marTop w:val="0"/>
      <w:marBottom w:val="0"/>
      <w:divBdr>
        <w:top w:val="none" w:sz="0" w:space="0" w:color="auto"/>
        <w:left w:val="none" w:sz="0" w:space="0" w:color="auto"/>
        <w:bottom w:val="none" w:sz="0" w:space="0" w:color="auto"/>
        <w:right w:val="none" w:sz="0" w:space="0" w:color="auto"/>
      </w:divBdr>
      <w:divsChild>
        <w:div w:id="1925338867">
          <w:marLeft w:val="0"/>
          <w:marRight w:val="0"/>
          <w:marTop w:val="0"/>
          <w:marBottom w:val="0"/>
          <w:divBdr>
            <w:top w:val="none" w:sz="0" w:space="0" w:color="auto"/>
            <w:left w:val="none" w:sz="0" w:space="0" w:color="auto"/>
            <w:bottom w:val="none" w:sz="0" w:space="0" w:color="auto"/>
            <w:right w:val="none" w:sz="0" w:space="0" w:color="auto"/>
          </w:divBdr>
        </w:div>
      </w:divsChild>
    </w:div>
    <w:div w:id="1482381935">
      <w:bodyDiv w:val="1"/>
      <w:marLeft w:val="0"/>
      <w:marRight w:val="0"/>
      <w:marTop w:val="0"/>
      <w:marBottom w:val="0"/>
      <w:divBdr>
        <w:top w:val="none" w:sz="0" w:space="0" w:color="auto"/>
        <w:left w:val="none" w:sz="0" w:space="0" w:color="auto"/>
        <w:bottom w:val="none" w:sz="0" w:space="0" w:color="auto"/>
        <w:right w:val="none" w:sz="0" w:space="0" w:color="auto"/>
      </w:divBdr>
    </w:div>
    <w:div w:id="1482693851">
      <w:bodyDiv w:val="1"/>
      <w:marLeft w:val="0"/>
      <w:marRight w:val="0"/>
      <w:marTop w:val="0"/>
      <w:marBottom w:val="0"/>
      <w:divBdr>
        <w:top w:val="none" w:sz="0" w:space="0" w:color="auto"/>
        <w:left w:val="none" w:sz="0" w:space="0" w:color="auto"/>
        <w:bottom w:val="none" w:sz="0" w:space="0" w:color="auto"/>
        <w:right w:val="none" w:sz="0" w:space="0" w:color="auto"/>
      </w:divBdr>
    </w:div>
    <w:div w:id="1484468543">
      <w:bodyDiv w:val="1"/>
      <w:marLeft w:val="0"/>
      <w:marRight w:val="0"/>
      <w:marTop w:val="0"/>
      <w:marBottom w:val="0"/>
      <w:divBdr>
        <w:top w:val="none" w:sz="0" w:space="0" w:color="auto"/>
        <w:left w:val="none" w:sz="0" w:space="0" w:color="auto"/>
        <w:bottom w:val="none" w:sz="0" w:space="0" w:color="auto"/>
        <w:right w:val="none" w:sz="0" w:space="0" w:color="auto"/>
      </w:divBdr>
      <w:divsChild>
        <w:div w:id="1428500839">
          <w:marLeft w:val="0"/>
          <w:marRight w:val="0"/>
          <w:marTop w:val="0"/>
          <w:marBottom w:val="0"/>
          <w:divBdr>
            <w:top w:val="none" w:sz="0" w:space="0" w:color="auto"/>
            <w:left w:val="none" w:sz="0" w:space="0" w:color="auto"/>
            <w:bottom w:val="none" w:sz="0" w:space="0" w:color="auto"/>
            <w:right w:val="none" w:sz="0" w:space="0" w:color="auto"/>
          </w:divBdr>
        </w:div>
      </w:divsChild>
    </w:div>
    <w:div w:id="1497919149">
      <w:bodyDiv w:val="1"/>
      <w:marLeft w:val="0"/>
      <w:marRight w:val="0"/>
      <w:marTop w:val="0"/>
      <w:marBottom w:val="0"/>
      <w:divBdr>
        <w:top w:val="none" w:sz="0" w:space="0" w:color="auto"/>
        <w:left w:val="none" w:sz="0" w:space="0" w:color="auto"/>
        <w:bottom w:val="none" w:sz="0" w:space="0" w:color="auto"/>
        <w:right w:val="none" w:sz="0" w:space="0" w:color="auto"/>
      </w:divBdr>
    </w:div>
    <w:div w:id="1600675258">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1364606">
      <w:bodyDiv w:val="1"/>
      <w:marLeft w:val="0"/>
      <w:marRight w:val="0"/>
      <w:marTop w:val="0"/>
      <w:marBottom w:val="0"/>
      <w:divBdr>
        <w:top w:val="none" w:sz="0" w:space="0" w:color="auto"/>
        <w:left w:val="none" w:sz="0" w:space="0" w:color="auto"/>
        <w:bottom w:val="none" w:sz="0" w:space="0" w:color="auto"/>
        <w:right w:val="none" w:sz="0" w:space="0" w:color="auto"/>
      </w:divBdr>
    </w:div>
    <w:div w:id="1808207888">
      <w:bodyDiv w:val="1"/>
      <w:marLeft w:val="0"/>
      <w:marRight w:val="0"/>
      <w:marTop w:val="0"/>
      <w:marBottom w:val="0"/>
      <w:divBdr>
        <w:top w:val="none" w:sz="0" w:space="0" w:color="auto"/>
        <w:left w:val="none" w:sz="0" w:space="0" w:color="auto"/>
        <w:bottom w:val="none" w:sz="0" w:space="0" w:color="auto"/>
        <w:right w:val="none" w:sz="0" w:space="0" w:color="auto"/>
      </w:divBdr>
    </w:div>
    <w:div w:id="1847477820">
      <w:bodyDiv w:val="1"/>
      <w:marLeft w:val="0"/>
      <w:marRight w:val="0"/>
      <w:marTop w:val="0"/>
      <w:marBottom w:val="0"/>
      <w:divBdr>
        <w:top w:val="none" w:sz="0" w:space="0" w:color="auto"/>
        <w:left w:val="none" w:sz="0" w:space="0" w:color="auto"/>
        <w:bottom w:val="none" w:sz="0" w:space="0" w:color="auto"/>
        <w:right w:val="none" w:sz="0" w:space="0" w:color="auto"/>
      </w:divBdr>
    </w:div>
    <w:div w:id="1853911466">
      <w:bodyDiv w:val="1"/>
      <w:marLeft w:val="0"/>
      <w:marRight w:val="0"/>
      <w:marTop w:val="0"/>
      <w:marBottom w:val="0"/>
      <w:divBdr>
        <w:top w:val="none" w:sz="0" w:space="0" w:color="auto"/>
        <w:left w:val="none" w:sz="0" w:space="0" w:color="auto"/>
        <w:bottom w:val="none" w:sz="0" w:space="0" w:color="auto"/>
        <w:right w:val="none" w:sz="0" w:space="0" w:color="auto"/>
      </w:divBdr>
    </w:div>
    <w:div w:id="1914314986">
      <w:bodyDiv w:val="1"/>
      <w:marLeft w:val="0"/>
      <w:marRight w:val="0"/>
      <w:marTop w:val="0"/>
      <w:marBottom w:val="0"/>
      <w:divBdr>
        <w:top w:val="none" w:sz="0" w:space="0" w:color="auto"/>
        <w:left w:val="none" w:sz="0" w:space="0" w:color="auto"/>
        <w:bottom w:val="none" w:sz="0" w:space="0" w:color="auto"/>
        <w:right w:val="none" w:sz="0" w:space="0" w:color="auto"/>
      </w:divBdr>
    </w:div>
    <w:div w:id="1985814500">
      <w:bodyDiv w:val="1"/>
      <w:marLeft w:val="0"/>
      <w:marRight w:val="0"/>
      <w:marTop w:val="0"/>
      <w:marBottom w:val="0"/>
      <w:divBdr>
        <w:top w:val="none" w:sz="0" w:space="0" w:color="auto"/>
        <w:left w:val="none" w:sz="0" w:space="0" w:color="auto"/>
        <w:bottom w:val="none" w:sz="0" w:space="0" w:color="auto"/>
        <w:right w:val="none" w:sz="0" w:space="0" w:color="auto"/>
      </w:divBdr>
    </w:div>
    <w:div w:id="2040618779">
      <w:bodyDiv w:val="1"/>
      <w:marLeft w:val="0"/>
      <w:marRight w:val="0"/>
      <w:marTop w:val="0"/>
      <w:marBottom w:val="0"/>
      <w:divBdr>
        <w:top w:val="none" w:sz="0" w:space="0" w:color="auto"/>
        <w:left w:val="none" w:sz="0" w:space="0" w:color="auto"/>
        <w:bottom w:val="none" w:sz="0" w:space="0" w:color="auto"/>
        <w:right w:val="none" w:sz="0" w:space="0" w:color="auto"/>
      </w:divBdr>
      <w:divsChild>
        <w:div w:id="746539480">
          <w:marLeft w:val="0"/>
          <w:marRight w:val="0"/>
          <w:marTop w:val="0"/>
          <w:marBottom w:val="0"/>
          <w:divBdr>
            <w:top w:val="none" w:sz="0" w:space="0" w:color="auto"/>
            <w:left w:val="none" w:sz="0" w:space="0" w:color="auto"/>
            <w:bottom w:val="none" w:sz="0" w:space="0" w:color="auto"/>
            <w:right w:val="none" w:sz="0" w:space="0" w:color="auto"/>
          </w:divBdr>
        </w:div>
      </w:divsChild>
    </w:div>
    <w:div w:id="2047635324">
      <w:bodyDiv w:val="1"/>
      <w:marLeft w:val="0"/>
      <w:marRight w:val="0"/>
      <w:marTop w:val="0"/>
      <w:marBottom w:val="0"/>
      <w:divBdr>
        <w:top w:val="none" w:sz="0" w:space="0" w:color="auto"/>
        <w:left w:val="none" w:sz="0" w:space="0" w:color="auto"/>
        <w:bottom w:val="none" w:sz="0" w:space="0" w:color="auto"/>
        <w:right w:val="none" w:sz="0" w:space="0" w:color="auto"/>
      </w:divBdr>
    </w:div>
    <w:div w:id="2051680961">
      <w:bodyDiv w:val="1"/>
      <w:marLeft w:val="0"/>
      <w:marRight w:val="0"/>
      <w:marTop w:val="0"/>
      <w:marBottom w:val="0"/>
      <w:divBdr>
        <w:top w:val="none" w:sz="0" w:space="0" w:color="auto"/>
        <w:left w:val="none" w:sz="0" w:space="0" w:color="auto"/>
        <w:bottom w:val="none" w:sz="0" w:space="0" w:color="auto"/>
        <w:right w:val="none" w:sz="0" w:space="0" w:color="auto"/>
      </w:divBdr>
    </w:div>
    <w:div w:id="208302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1221303601@student.mmu.edu.m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26CFDE5-CC97-4129-8CBC-69C7F819DDF9}">
  <we:reference id="wa104381909" version="3.18.2.0" store="en-US" storeType="OMEX"/>
  <we:alternateReferences>
    <we:reference id="wa104381909" version="3.18.2.0" store="wa104381909"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148</TotalTime>
  <Pages>8</Pages>
  <Words>3686</Words>
  <Characters>21011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24648</CharactersWithSpaces>
  <SharedDoc>false</SharedDoc>
  <HLinks>
    <vt:vector size="6" baseType="variant">
      <vt:variant>
        <vt:i4>851978</vt:i4>
      </vt:variant>
      <vt:variant>
        <vt:i4>0</vt:i4>
      </vt:variant>
      <vt:variant>
        <vt:i4>0</vt:i4>
      </vt:variant>
      <vt:variant>
        <vt:i4>5</vt:i4>
      </vt:variant>
      <vt:variant>
        <vt:lpwstr>https://yaqeeninstitute.org.my/series/the-firsts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Haw Su Cheng</cp:lastModifiedBy>
  <cp:revision>18</cp:revision>
  <cp:lastPrinted>2025-05-04T21:28:00Z</cp:lastPrinted>
  <dcterms:created xsi:type="dcterms:W3CDTF">2025-06-14T06:43:00Z</dcterms:created>
  <dcterms:modified xsi:type="dcterms:W3CDTF">2025-09-30T09:05:00Z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f8d8cd12-e59a-481f-bb2a-92ecc2e4199e</vt:lpwstr>
  </property>
</Properties>
</file>